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57" w:rsidRDefault="001B1757">
      <w:pPr>
        <w:spacing w:before="0"/>
      </w:pPr>
    </w:p>
    <w:tbl>
      <w:tblPr>
        <w:tblW w:w="8798" w:type="dxa"/>
        <w:jc w:val="center"/>
        <w:tblLook w:val="01E0" w:firstRow="1" w:lastRow="1" w:firstColumn="1" w:lastColumn="1" w:noHBand="0" w:noVBand="0"/>
      </w:tblPr>
      <w:tblGrid>
        <w:gridCol w:w="4247"/>
        <w:gridCol w:w="4551"/>
      </w:tblGrid>
      <w:tr w:rsidR="001B1757">
        <w:trPr>
          <w:jc w:val="center"/>
        </w:trPr>
        <w:tc>
          <w:tcPr>
            <w:tcW w:w="4247" w:type="dxa"/>
          </w:tcPr>
          <w:p w:rsidR="001B1757" w:rsidRDefault="001B1757">
            <w:pPr>
              <w:spacing w:before="0"/>
            </w:pPr>
          </w:p>
          <w:p w:rsidR="001B1757" w:rsidRDefault="001B1757">
            <w:pPr>
              <w:spacing w:before="0"/>
            </w:pPr>
          </w:p>
        </w:tc>
        <w:tc>
          <w:tcPr>
            <w:tcW w:w="4550" w:type="dxa"/>
          </w:tcPr>
          <w:p w:rsidR="001B1757" w:rsidRDefault="005267B0">
            <w:pPr>
              <w:spacing w:before="0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1B1757" w:rsidRDefault="005267B0">
            <w:pPr>
              <w:spacing w:before="0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1B1757" w:rsidRDefault="005267B0">
            <w:pPr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1B1757" w:rsidRDefault="005267B0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1B1757" w:rsidRDefault="005267B0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1B1757" w:rsidRDefault="005267B0">
            <w:pPr>
              <w:spacing w:before="0"/>
            </w:pPr>
            <w:r>
              <w:t xml:space="preserve">                            </w:t>
            </w:r>
            <w:r>
              <w:t xml:space="preserve">_____________________                              </w:t>
            </w:r>
          </w:p>
          <w:p w:rsidR="001B1757" w:rsidRDefault="005267B0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1B1757" w:rsidRDefault="001B1757">
      <w:pPr>
        <w:spacing w:before="0"/>
        <w:jc w:val="center"/>
        <w:rPr>
          <w:b/>
          <w:bCs/>
          <w:caps/>
        </w:rPr>
      </w:pPr>
    </w:p>
    <w:p w:rsidR="001B1757" w:rsidRDefault="001B1757">
      <w:pPr>
        <w:spacing w:before="0"/>
        <w:jc w:val="center"/>
        <w:rPr>
          <w:b/>
          <w:bCs/>
          <w:caps/>
        </w:rPr>
      </w:pPr>
    </w:p>
    <w:p w:rsidR="001B1757" w:rsidRDefault="005267B0">
      <w:pPr>
        <w:pStyle w:val="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1B1757" w:rsidRDefault="005267B0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>Б</w:t>
      </w:r>
      <w:proofErr w:type="gramStart"/>
      <w:r>
        <w:rPr>
          <w:b/>
          <w:u w:val="single"/>
        </w:rPr>
        <w:t>1</w:t>
      </w:r>
      <w:proofErr w:type="gramEnd"/>
      <w:r>
        <w:rPr>
          <w:b/>
          <w:u w:val="single"/>
        </w:rPr>
        <w:t>.Б.0</w:t>
      </w:r>
      <w:r>
        <w:rPr>
          <w:b/>
          <w:u w:val="single"/>
          <w:lang w:val="en-US"/>
        </w:rPr>
        <w:t>5</w:t>
      </w:r>
      <w:r>
        <w:rPr>
          <w:b/>
          <w:u w:val="single"/>
        </w:rPr>
        <w:t xml:space="preserve"> Теоретическая механика</w:t>
      </w:r>
    </w:p>
    <w:p w:rsidR="001B1757" w:rsidRDefault="005267B0">
      <w:pPr>
        <w:pStyle w:val="ae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1B1757" w:rsidRDefault="001B1757">
      <w:pPr>
        <w:pStyle w:val="ae"/>
        <w:spacing w:before="0" w:after="0"/>
        <w:jc w:val="center"/>
        <w:rPr>
          <w:rFonts w:ascii="Times New Roman" w:hAnsi="Times New Roman" w:cs="Times New Roman"/>
        </w:rPr>
      </w:pPr>
    </w:p>
    <w:p w:rsidR="001B1757" w:rsidRDefault="001B1757">
      <w:pPr>
        <w:pStyle w:val="ae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1B1757" w:rsidRDefault="001B1757">
      <w:pPr>
        <w:pStyle w:val="ae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Style w:val="afb"/>
        <w:tblW w:w="9349" w:type="dxa"/>
        <w:tblInd w:w="540" w:type="dxa"/>
        <w:tblLook w:val="04A0" w:firstRow="1" w:lastRow="0" w:firstColumn="1" w:lastColumn="0" w:noHBand="0" w:noVBand="1"/>
      </w:tblPr>
      <w:tblGrid>
        <w:gridCol w:w="2999"/>
        <w:gridCol w:w="6350"/>
      </w:tblGrid>
      <w:tr w:rsidR="001B1757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757" w:rsidRDefault="005267B0">
            <w:pPr>
              <w:pStyle w:val="a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49" w:type="dxa"/>
            <w:tcBorders>
              <w:top w:val="nil"/>
              <w:left w:val="nil"/>
              <w:right w:val="nil"/>
            </w:tcBorders>
          </w:tcPr>
          <w:p w:rsidR="001B1757" w:rsidRDefault="005267B0">
            <w:pPr>
              <w:pStyle w:val="ae"/>
              <w:spacing w:before="0" w:after="0"/>
              <w:ind w:left="3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01.03.01 Математика</w:t>
            </w:r>
          </w:p>
        </w:tc>
      </w:tr>
      <w:tr w:rsidR="001B1757"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</w:tcPr>
          <w:p w:rsidR="001B1757" w:rsidRDefault="001B1757">
            <w:pPr>
              <w:pStyle w:val="ae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9" w:type="dxa"/>
            <w:tcBorders>
              <w:left w:val="nil"/>
              <w:bottom w:val="nil"/>
              <w:right w:val="nil"/>
            </w:tcBorders>
          </w:tcPr>
          <w:p w:rsidR="001B1757" w:rsidRDefault="005267B0">
            <w:pPr>
              <w:pStyle w:val="ae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1B1757" w:rsidRDefault="005267B0">
      <w:pPr>
        <w:pStyle w:val="2"/>
        <w:numPr>
          <w:ilvl w:val="0"/>
          <w:numId w:val="0"/>
        </w:numPr>
        <w:spacing w:before="0" w:after="0"/>
        <w:ind w:left="567"/>
        <w:rPr>
          <w:b/>
          <w:i/>
        </w:rPr>
      </w:pPr>
      <w:r>
        <w:rPr>
          <w:b/>
          <w:bCs/>
        </w:rPr>
        <w:t>Направленность:</w:t>
      </w:r>
      <w:r w:rsidR="00BA221C">
        <w:rPr>
          <w:b/>
          <w:bCs/>
        </w:rPr>
        <w:t xml:space="preserve"> Преподавание математи</w:t>
      </w:r>
      <w:bookmarkStart w:id="0" w:name="_GoBack"/>
      <w:bookmarkEnd w:id="0"/>
      <w:r w:rsidR="00BA221C">
        <w:rPr>
          <w:b/>
          <w:bCs/>
        </w:rPr>
        <w:t>ки и информатики</w:t>
      </w:r>
    </w:p>
    <w:p w:rsidR="001B1757" w:rsidRDefault="001B1757">
      <w:pPr>
        <w:pStyle w:val="ae"/>
        <w:spacing w:before="0" w:after="0"/>
        <w:ind w:left="540"/>
        <w:rPr>
          <w:rFonts w:ascii="Times New Roman" w:hAnsi="Times New Roman" w:cs="Times New Roman"/>
          <w:b/>
          <w:bCs/>
        </w:rPr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</w:pPr>
    </w:p>
    <w:p w:rsidR="001B1757" w:rsidRDefault="005267B0">
      <w:pPr>
        <w:spacing w:before="0"/>
        <w:ind w:firstLine="540"/>
      </w:pPr>
      <w:r>
        <w:t xml:space="preserve">РПД </w:t>
      </w:r>
      <w:proofErr w:type="gramStart"/>
      <w:r>
        <w:t>адаптирована</w:t>
      </w:r>
      <w:proofErr w:type="gramEnd"/>
      <w:r>
        <w:t xml:space="preserve"> для лиц с ограниченными возможностями здоровья и инвалидов</w:t>
      </w:r>
    </w:p>
    <w:p w:rsidR="001B1757" w:rsidRDefault="001B1757">
      <w:pPr>
        <w:spacing w:before="0"/>
        <w:ind w:firstLine="540"/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1B1757">
      <w:pPr>
        <w:spacing w:before="0"/>
        <w:ind w:firstLine="540"/>
        <w:rPr>
          <w:i/>
          <w:sz w:val="20"/>
          <w:szCs w:val="20"/>
        </w:rPr>
      </w:pPr>
    </w:p>
    <w:p w:rsidR="001B1757" w:rsidRDefault="005267B0">
      <w:pPr>
        <w:spacing w:before="0"/>
        <w:ind w:firstLine="540"/>
        <w:jc w:val="center"/>
      </w:pPr>
      <w:r>
        <w:t xml:space="preserve">Майкоп, </w:t>
      </w:r>
      <w:r>
        <w:t>2019</w:t>
      </w:r>
    </w:p>
    <w:p w:rsidR="001B1757" w:rsidRDefault="005267B0">
      <w:pPr>
        <w:spacing w:before="0"/>
      </w:pPr>
      <w:r>
        <w:br w:type="page"/>
      </w:r>
    </w:p>
    <w:p w:rsidR="001B1757" w:rsidRDefault="001B1757">
      <w:pPr>
        <w:spacing w:before="0"/>
        <w:ind w:firstLine="540"/>
        <w:jc w:val="center"/>
      </w:pPr>
    </w:p>
    <w:p w:rsidR="001B1757" w:rsidRDefault="001B1757">
      <w:pPr>
        <w:spacing w:before="0" w:line="276" w:lineRule="auto"/>
        <w:ind w:left="540"/>
      </w:pPr>
    </w:p>
    <w:p w:rsidR="001B1757" w:rsidRDefault="005267B0">
      <w:pPr>
        <w:spacing w:before="0" w:line="276" w:lineRule="auto"/>
        <w:ind w:left="540"/>
      </w:pPr>
      <w:r>
        <w:t>Кафедра __</w:t>
      </w:r>
      <w:r>
        <w:rPr>
          <w:rFonts w:cs="Arial"/>
          <w:color w:val="000000"/>
          <w:u w:val="single"/>
        </w:rPr>
        <w:t>Теоретической физики</w:t>
      </w:r>
      <w:r>
        <w:t xml:space="preserve">___ </w:t>
      </w:r>
    </w:p>
    <w:p w:rsidR="001B1757" w:rsidRDefault="001B1757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</w:p>
    <w:p w:rsidR="001B1757" w:rsidRDefault="005267B0">
      <w:pPr>
        <w:spacing w:before="0" w:line="276" w:lineRule="auto"/>
        <w:ind w:left="540"/>
      </w:pPr>
      <w:r>
        <w:t xml:space="preserve">Составитель (разработчик) программы </w:t>
      </w:r>
      <w:r>
        <w:rPr>
          <w:u w:val="single"/>
        </w:rPr>
        <w:t>доцент кафедры,</w:t>
      </w:r>
      <w:r>
        <w:t xml:space="preserve"> </w:t>
      </w:r>
      <w:r>
        <w:rPr>
          <w:u w:val="single"/>
        </w:rPr>
        <w:t>к</w:t>
      </w:r>
      <w:proofErr w:type="gramStart"/>
      <w:r>
        <w:rPr>
          <w:u w:val="single"/>
        </w:rPr>
        <w:t>.ф</w:t>
      </w:r>
      <w:proofErr w:type="gramEnd"/>
      <w:r>
        <w:rPr>
          <w:u w:val="single"/>
        </w:rPr>
        <w:t>-м.н., Пономарев Максим Глебович</w:t>
      </w:r>
    </w:p>
    <w:p w:rsidR="001B1757" w:rsidRDefault="005267B0">
      <w:pPr>
        <w:spacing w:before="0" w:line="276" w:lineRule="auto"/>
        <w:ind w:firstLine="540"/>
        <w:rPr>
          <w:b/>
          <w:bCs/>
          <w:color w:val="000000"/>
          <w:sz w:val="20"/>
          <w:szCs w:val="20"/>
        </w:rPr>
      </w:pPr>
      <w:r>
        <w:t xml:space="preserve">                                                                 </w:t>
      </w:r>
      <w:r>
        <w:rPr>
          <w:sz w:val="20"/>
          <w:szCs w:val="20"/>
        </w:rPr>
        <w:t>(ученая степень, ученое звание, Ф.И.О., подпись)</w:t>
      </w:r>
    </w:p>
    <w:p w:rsidR="001B1757" w:rsidRDefault="001B1757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</w:p>
    <w:p w:rsidR="001B1757" w:rsidRDefault="005267B0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  <w:r>
        <w:t>Рассмотрена и одобрена на заседании кафедры</w:t>
      </w:r>
      <w:r>
        <w:rPr>
          <w:u w:val="single"/>
        </w:rPr>
        <w:t xml:space="preserve"> </w:t>
      </w:r>
      <w:r>
        <w:rPr>
          <w:rFonts w:cs="Arial"/>
          <w:color w:val="000000"/>
          <w:u w:val="single"/>
        </w:rPr>
        <w:t>Теоретической физики</w:t>
      </w:r>
      <w:r>
        <w:t>, протокол</w:t>
      </w:r>
    </w:p>
    <w:p w:rsidR="001B1757" w:rsidRDefault="005267B0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  <w:r>
        <w:t>№ 1 от «30» августа 2019 г.</w:t>
      </w:r>
    </w:p>
    <w:p w:rsidR="001B1757" w:rsidRDefault="001B1757">
      <w:pPr>
        <w:spacing w:before="0" w:line="276" w:lineRule="auto"/>
        <w:ind w:left="540"/>
      </w:pPr>
    </w:p>
    <w:p w:rsidR="001B1757" w:rsidRDefault="005267B0">
      <w:pPr>
        <w:spacing w:before="0" w:line="276" w:lineRule="auto"/>
        <w:ind w:left="540"/>
      </w:pPr>
      <w:r>
        <w:t>Заведующий кафедрой ___</w:t>
      </w:r>
      <w:r>
        <w:rPr>
          <w:u w:val="single"/>
        </w:rPr>
        <w:t>д</w:t>
      </w:r>
      <w:proofErr w:type="gramStart"/>
      <w:r>
        <w:rPr>
          <w:u w:val="single"/>
        </w:rPr>
        <w:t>.ф</w:t>
      </w:r>
      <w:proofErr w:type="gramEnd"/>
      <w:r>
        <w:rPr>
          <w:u w:val="single"/>
        </w:rPr>
        <w:t>-м.н., доцент Тлячев В.Б.</w:t>
      </w:r>
      <w:r>
        <w:t>_______________</w:t>
      </w:r>
    </w:p>
    <w:p w:rsidR="001B1757" w:rsidRDefault="005267B0">
      <w:pPr>
        <w:spacing w:before="0" w:line="276" w:lineRule="auto"/>
        <w:ind w:left="540"/>
        <w:jc w:val="both"/>
        <w:rPr>
          <w:sz w:val="20"/>
          <w:szCs w:val="20"/>
        </w:rPr>
      </w:pPr>
      <w:r>
        <w:t xml:space="preserve">                                       </w:t>
      </w:r>
      <w:r>
        <w:rPr>
          <w:sz w:val="20"/>
          <w:szCs w:val="20"/>
        </w:rPr>
        <w:t xml:space="preserve">(ученая степень, ученое звание, Ф.И.О., </w:t>
      </w:r>
      <w:r>
        <w:rPr>
          <w:sz w:val="20"/>
          <w:szCs w:val="20"/>
        </w:rPr>
        <w:t>подпись)</w:t>
      </w:r>
    </w:p>
    <w:p w:rsidR="001B1757" w:rsidRDefault="001B1757">
      <w:pPr>
        <w:spacing w:before="0" w:line="276" w:lineRule="auto"/>
        <w:ind w:left="540"/>
      </w:pPr>
    </w:p>
    <w:p w:rsidR="001B1757" w:rsidRDefault="001B1757">
      <w:pPr>
        <w:spacing w:before="0" w:line="276" w:lineRule="auto"/>
        <w:ind w:left="540"/>
      </w:pPr>
    </w:p>
    <w:p w:rsidR="001B1757" w:rsidRDefault="005267B0">
      <w:pPr>
        <w:spacing w:before="0" w:line="276" w:lineRule="auto"/>
        <w:ind w:left="567"/>
      </w:pPr>
      <w:r>
        <w:t>Согласовано:</w:t>
      </w:r>
    </w:p>
    <w:p w:rsidR="001B1757" w:rsidRDefault="005267B0">
      <w:pPr>
        <w:spacing w:before="0" w:line="276" w:lineRule="auto"/>
        <w:ind w:left="567"/>
        <w:jc w:val="both"/>
        <w:rPr>
          <w:color w:val="FF0000"/>
        </w:rPr>
      </w:pPr>
      <w:r>
        <w:t>Председатель УМК инженерно-физического факультета.</w:t>
      </w:r>
    </w:p>
    <w:p w:rsidR="001B1757" w:rsidRDefault="001B1757">
      <w:pPr>
        <w:spacing w:before="0" w:line="276" w:lineRule="auto"/>
        <w:ind w:left="567" w:firstLine="540"/>
      </w:pPr>
    </w:p>
    <w:p w:rsidR="001B1757" w:rsidRDefault="005267B0">
      <w:pPr>
        <w:spacing w:before="0" w:line="276" w:lineRule="auto"/>
        <w:ind w:right="-57"/>
        <w:jc w:val="center"/>
        <w:rPr>
          <w:b/>
          <w:bCs/>
        </w:rPr>
      </w:pPr>
      <w:r>
        <w:br w:type="page"/>
      </w:r>
    </w:p>
    <w:p w:rsidR="001B1757" w:rsidRDefault="005267B0">
      <w:pPr>
        <w:spacing w:before="0" w:line="276" w:lineRule="auto"/>
        <w:ind w:right="-57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9777" w:type="dxa"/>
        <w:tblInd w:w="288" w:type="dxa"/>
        <w:tblLook w:val="01E0" w:firstRow="1" w:lastRow="1" w:firstColumn="1" w:lastColumn="1" w:noHBand="0" w:noVBand="0"/>
      </w:tblPr>
      <w:tblGrid>
        <w:gridCol w:w="1070"/>
        <w:gridCol w:w="7358"/>
        <w:gridCol w:w="421"/>
        <w:gridCol w:w="706"/>
        <w:gridCol w:w="222"/>
      </w:tblGrid>
      <w:tr w:rsidR="001B1757">
        <w:trPr>
          <w:trHeight w:val="303"/>
        </w:trPr>
        <w:tc>
          <w:tcPr>
            <w:tcW w:w="1080" w:type="dxa"/>
          </w:tcPr>
          <w:p w:rsidR="001B1757" w:rsidRDefault="001B1757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7421" w:type="dxa"/>
          </w:tcPr>
          <w:p w:rsidR="001B1757" w:rsidRDefault="001B1757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1275" w:type="dxa"/>
            <w:gridSpan w:val="3"/>
          </w:tcPr>
          <w:p w:rsidR="001B1757" w:rsidRDefault="005267B0">
            <w:pPr>
              <w:spacing w:before="0" w:line="276" w:lineRule="auto"/>
              <w:jc w:val="center"/>
            </w:pPr>
            <w:r>
              <w:t>стр.</w:t>
            </w:r>
          </w:p>
        </w:tc>
      </w:tr>
      <w:tr w:rsidR="001B1757">
        <w:trPr>
          <w:trHeight w:val="258"/>
        </w:trPr>
        <w:tc>
          <w:tcPr>
            <w:tcW w:w="1080" w:type="dxa"/>
          </w:tcPr>
          <w:p w:rsidR="001B1757" w:rsidRDefault="001B1757">
            <w:pPr>
              <w:tabs>
                <w:tab w:val="left" w:pos="297"/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7421" w:type="dxa"/>
          </w:tcPr>
          <w:p w:rsidR="001B1757" w:rsidRDefault="001B1757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1275" w:type="dxa"/>
            <w:gridSpan w:val="3"/>
          </w:tcPr>
          <w:p w:rsidR="001B1757" w:rsidRDefault="001B1757">
            <w:pPr>
              <w:spacing w:before="0" w:line="276" w:lineRule="auto"/>
              <w:jc w:val="center"/>
              <w:rPr>
                <w:highlight w:val="yellow"/>
              </w:rPr>
            </w:pPr>
          </w:p>
        </w:tc>
      </w:tr>
      <w:tr w:rsidR="001B1757">
        <w:trPr>
          <w:trHeight w:val="278"/>
        </w:trPr>
        <w:tc>
          <w:tcPr>
            <w:tcW w:w="1080" w:type="dxa"/>
          </w:tcPr>
          <w:p w:rsidR="001B1757" w:rsidRDefault="001B1757">
            <w:p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4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03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4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Объем дисциплины (модуля) по видам учебной работы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5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5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03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 xml:space="preserve">Самостоятельная 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27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28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Образовательные технологии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29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31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17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 xml:space="preserve">Обеспечение образовательного процесса для лиц с ограниченными </w:t>
            </w:r>
            <w:r>
              <w:t>возможностями здоровья и инвалидов</w:t>
            </w:r>
          </w:p>
        </w:tc>
        <w:tc>
          <w:tcPr>
            <w:tcW w:w="709" w:type="dxa"/>
            <w:vAlign w:val="bottom"/>
          </w:tcPr>
          <w:p w:rsidR="001B1757" w:rsidRDefault="005267B0">
            <w:pPr>
              <w:spacing w:before="0" w:line="276" w:lineRule="auto"/>
              <w:jc w:val="right"/>
            </w:pPr>
            <w:r>
              <w:t>35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03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</w:tabs>
              <w:spacing w:before="0" w:line="276" w:lineRule="auto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36</w:t>
            </w:r>
          </w:p>
        </w:tc>
        <w:tc>
          <w:tcPr>
            <w:tcW w:w="141" w:type="dxa"/>
          </w:tcPr>
          <w:p w:rsidR="001B1757" w:rsidRDefault="001B1757"/>
        </w:tc>
      </w:tr>
      <w:tr w:rsidR="001B1757">
        <w:trPr>
          <w:trHeight w:val="303"/>
        </w:trPr>
        <w:tc>
          <w:tcPr>
            <w:tcW w:w="1080" w:type="dxa"/>
          </w:tcPr>
          <w:p w:rsidR="001B1757" w:rsidRDefault="001B175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1B1757" w:rsidRDefault="005267B0">
            <w:pPr>
              <w:tabs>
                <w:tab w:val="left" w:pos="432"/>
                <w:tab w:val="left" w:pos="552"/>
              </w:tabs>
              <w:spacing w:before="0" w:line="276" w:lineRule="auto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1B1757" w:rsidRDefault="005267B0">
            <w:pPr>
              <w:spacing w:before="0" w:line="276" w:lineRule="auto"/>
              <w:jc w:val="right"/>
            </w:pPr>
            <w:r>
              <w:t>37</w:t>
            </w:r>
          </w:p>
        </w:tc>
        <w:tc>
          <w:tcPr>
            <w:tcW w:w="141" w:type="dxa"/>
          </w:tcPr>
          <w:p w:rsidR="001B1757" w:rsidRDefault="001B1757"/>
        </w:tc>
      </w:tr>
    </w:tbl>
    <w:p w:rsidR="001B1757" w:rsidRDefault="005267B0">
      <w:pPr>
        <w:pStyle w:val="af4"/>
        <w:spacing w:before="0" w:after="0" w:line="276" w:lineRule="auto"/>
        <w:ind w:left="284"/>
        <w:jc w:val="right"/>
      </w:pPr>
      <w:r>
        <w:br w:type="page"/>
      </w:r>
    </w:p>
    <w:p w:rsidR="001B1757" w:rsidRDefault="005267B0">
      <w:pPr>
        <w:spacing w:before="0" w:line="276" w:lineRule="auto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1B1757" w:rsidRDefault="001B1757">
      <w:pPr>
        <w:spacing w:before="0" w:line="276" w:lineRule="auto"/>
        <w:ind w:firstLine="567"/>
        <w:jc w:val="both"/>
      </w:pPr>
    </w:p>
    <w:p w:rsidR="001B1757" w:rsidRDefault="005267B0">
      <w:pPr>
        <w:spacing w:before="0" w:line="276" w:lineRule="auto"/>
        <w:ind w:firstLine="567"/>
        <w:jc w:val="both"/>
      </w:pPr>
      <w:r>
        <w:t>Рабочая программа дисциплины составлена в соответствии с требованиями ФГОС ВО №943 от 07.08.2014</w:t>
      </w:r>
      <w:r>
        <w:t xml:space="preserve"> года по направлению подготовки</w:t>
      </w:r>
      <w:r>
        <w:rPr>
          <w:rFonts w:ascii="Arial" w:hAnsi="Arial" w:cs="Arial"/>
        </w:rPr>
        <w:t xml:space="preserve"> </w:t>
      </w:r>
      <w:r>
        <w:t>01.03.01 Математика. Направленность: Математическое моделирование.</w:t>
      </w:r>
    </w:p>
    <w:p w:rsidR="001B1757" w:rsidRDefault="005267B0">
      <w:pPr>
        <w:spacing w:before="0" w:line="276" w:lineRule="auto"/>
        <w:ind w:firstLine="567"/>
        <w:jc w:val="both"/>
      </w:pPr>
      <w:r>
        <w:t xml:space="preserve">Дисциплина «Теоретическая механика» относится </w:t>
      </w:r>
      <w:r>
        <w:rPr>
          <w:bCs/>
        </w:rPr>
        <w:t>к базовой части Блока 1 учебного плана</w:t>
      </w:r>
      <w:r>
        <w:t>.</w:t>
      </w:r>
    </w:p>
    <w:p w:rsidR="001B1757" w:rsidRDefault="005267B0">
      <w:pPr>
        <w:spacing w:before="0" w:line="276" w:lineRule="auto"/>
        <w:ind w:firstLine="567"/>
        <w:jc w:val="both"/>
      </w:pPr>
      <w:r>
        <w:t>Для освоения дисциплины необходимы знания, умения и владения, сформиров</w:t>
      </w:r>
      <w:r>
        <w:t>анные в ходе изучения следующих дисциплин: математический анализ,</w:t>
      </w:r>
      <w:proofErr w:type="gramStart"/>
      <w:r>
        <w:t xml:space="preserve"> .</w:t>
      </w:r>
      <w:proofErr w:type="gramEnd"/>
    </w:p>
    <w:p w:rsidR="001B1757" w:rsidRDefault="001B1757">
      <w:pPr>
        <w:spacing w:before="0" w:line="276" w:lineRule="auto"/>
        <w:ind w:firstLine="567"/>
        <w:jc w:val="both"/>
        <w:rPr>
          <w:i/>
        </w:rPr>
      </w:pPr>
    </w:p>
    <w:p w:rsidR="001B1757" w:rsidRDefault="005267B0">
      <w:pPr>
        <w:spacing w:before="0" w:line="276" w:lineRule="auto"/>
        <w:ind w:firstLine="567"/>
        <w:jc w:val="both"/>
      </w:pPr>
      <w:r>
        <w:rPr>
          <w:i/>
        </w:rPr>
        <w:t xml:space="preserve">Трудоемкость дисциплины </w:t>
      </w:r>
      <w:r>
        <w:t>5 з.е. / 180 час</w:t>
      </w:r>
      <w:proofErr w:type="gramStart"/>
      <w:r>
        <w:t>.;</w:t>
      </w:r>
      <w:proofErr w:type="gramEnd"/>
    </w:p>
    <w:p w:rsidR="001B1757" w:rsidRDefault="005267B0">
      <w:pPr>
        <w:spacing w:before="0" w:line="276" w:lineRule="auto"/>
        <w:ind w:firstLine="567"/>
        <w:jc w:val="both"/>
      </w:pPr>
      <w:r>
        <w:t>контактная работа 59,3 час</w:t>
      </w:r>
      <w:proofErr w:type="gramStart"/>
      <w:r>
        <w:t>.,</w:t>
      </w:r>
      <w:proofErr w:type="gramEnd"/>
    </w:p>
    <w:p w:rsidR="001B1757" w:rsidRDefault="005267B0">
      <w:pPr>
        <w:spacing w:before="0" w:line="276" w:lineRule="auto"/>
        <w:ind w:firstLine="567"/>
        <w:jc w:val="both"/>
      </w:pPr>
      <w:r>
        <w:t>занятия лекционного типа - 28 час</w:t>
      </w:r>
      <w:proofErr w:type="gramStart"/>
      <w:r>
        <w:t>.,</w:t>
      </w:r>
      <w:proofErr w:type="gramEnd"/>
    </w:p>
    <w:p w:rsidR="001B1757" w:rsidRDefault="005267B0">
      <w:pPr>
        <w:spacing w:before="0" w:line="276" w:lineRule="auto"/>
        <w:ind w:firstLine="567"/>
        <w:jc w:val="both"/>
      </w:pPr>
      <w:r>
        <w:t>занятия семинарского типа -28 час</w:t>
      </w:r>
      <w:proofErr w:type="gramStart"/>
      <w:r>
        <w:t>.,</w:t>
      </w:r>
      <w:proofErr w:type="gramEnd"/>
    </w:p>
    <w:p w:rsidR="001B1757" w:rsidRDefault="005267B0">
      <w:pPr>
        <w:spacing w:before="0" w:line="276" w:lineRule="auto"/>
        <w:ind w:firstLine="567"/>
        <w:jc w:val="both"/>
      </w:pPr>
      <w:r>
        <w:t>иная контактная работа - 0,3 часа,</w:t>
      </w:r>
    </w:p>
    <w:p w:rsidR="001B1757" w:rsidRDefault="005267B0">
      <w:pPr>
        <w:spacing w:before="0" w:line="276" w:lineRule="auto"/>
        <w:ind w:firstLine="567"/>
        <w:jc w:val="both"/>
      </w:pPr>
      <w:proofErr w:type="gramStart"/>
      <w:r>
        <w:t>СР</w:t>
      </w:r>
      <w:proofErr w:type="gramEnd"/>
      <w:r>
        <w:t xml:space="preserve"> - 85 </w:t>
      </w:r>
      <w:r>
        <w:t xml:space="preserve">час. </w:t>
      </w:r>
    </w:p>
    <w:p w:rsidR="001B1757" w:rsidRDefault="005267B0">
      <w:pPr>
        <w:spacing w:before="0" w:line="276" w:lineRule="auto"/>
        <w:ind w:firstLine="567"/>
        <w:jc w:val="both"/>
      </w:pPr>
      <w:r>
        <w:t>контроль - 35,7 час.</w:t>
      </w:r>
    </w:p>
    <w:p w:rsidR="001B1757" w:rsidRDefault="005267B0">
      <w:pPr>
        <w:spacing w:before="0" w:line="276" w:lineRule="auto"/>
        <w:ind w:firstLine="540"/>
        <w:jc w:val="both"/>
      </w:pPr>
      <w:r>
        <w:t xml:space="preserve">Ключевые слова: </w:t>
      </w:r>
      <w:r>
        <w:rPr>
          <w:iCs/>
        </w:rPr>
        <w:t>механика</w:t>
      </w:r>
      <w:r>
        <w:rPr>
          <w:iCs/>
          <w:color w:val="231F20"/>
        </w:rPr>
        <w:t>, кинематика, движение материальной точки и твердого тела, законы сохранения и законы изменения, аналитическая механика, метод Лагранжа</w:t>
      </w:r>
      <w:r>
        <w:t>.</w:t>
      </w:r>
    </w:p>
    <w:p w:rsidR="001B1757" w:rsidRDefault="001B1757">
      <w:pPr>
        <w:spacing w:before="0" w:line="276" w:lineRule="auto"/>
        <w:ind w:firstLine="540"/>
        <w:rPr>
          <w:b/>
          <w:bCs/>
        </w:rPr>
      </w:pPr>
    </w:p>
    <w:p w:rsidR="001B1757" w:rsidRDefault="005267B0">
      <w:pPr>
        <w:pStyle w:val="ae"/>
        <w:tabs>
          <w:tab w:val="left" w:pos="0"/>
        </w:tabs>
        <w:spacing w:before="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Цели и задачи изучения дисциплины</w:t>
      </w:r>
    </w:p>
    <w:p w:rsidR="001B1757" w:rsidRDefault="001B1757">
      <w:pPr>
        <w:spacing w:before="0"/>
        <w:jc w:val="both"/>
        <w:rPr>
          <w:sz w:val="28"/>
          <w:highlight w:val="cyan"/>
        </w:rPr>
      </w:pPr>
    </w:p>
    <w:p w:rsidR="001B1757" w:rsidRDefault="005267B0">
      <w:pPr>
        <w:pStyle w:val="ae"/>
        <w:spacing w:before="0"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1.1. Цели преподавания дисципл</w:t>
      </w:r>
      <w:r>
        <w:rPr>
          <w:rFonts w:ascii="Times New Roman" w:hAnsi="Times New Roman" w:cs="Times New Roman"/>
          <w:bCs/>
        </w:rPr>
        <w:t>ины:</w:t>
      </w:r>
    </w:p>
    <w:p w:rsidR="001B1757" w:rsidRDefault="005267B0">
      <w:pPr>
        <w:pStyle w:val="ae"/>
        <w:numPr>
          <w:ilvl w:val="0"/>
          <w:numId w:val="13"/>
        </w:numPr>
        <w:spacing w:before="0"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обеспечить усвоение студентами основных законов, которым подчиняются движение материальных тел и возникающие при этом взаимодействия между телами;</w:t>
      </w:r>
    </w:p>
    <w:p w:rsidR="001B1757" w:rsidRDefault="005267B0">
      <w:pPr>
        <w:pStyle w:val="ae"/>
        <w:numPr>
          <w:ilvl w:val="0"/>
          <w:numId w:val="24"/>
        </w:numPr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сформировать умение самостоятельной учебно-познавательной деятельностью по приобретению, овладению, </w:t>
      </w:r>
      <w:r>
        <w:rPr>
          <w:rFonts w:ascii="Times New Roman" w:hAnsi="Times New Roman" w:cs="Times New Roman"/>
        </w:rPr>
        <w:t>применению знаний;</w:t>
      </w:r>
    </w:p>
    <w:p w:rsidR="001B1757" w:rsidRDefault="005267B0">
      <w:pPr>
        <w:pStyle w:val="ae"/>
        <w:numPr>
          <w:ilvl w:val="0"/>
          <w:numId w:val="24"/>
        </w:numPr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обеспечить приобретение опыта творческой деятельности.</w:t>
      </w:r>
    </w:p>
    <w:p w:rsidR="001B1757" w:rsidRDefault="001B1757">
      <w:pPr>
        <w:pStyle w:val="ae"/>
        <w:spacing w:before="0" w:after="0"/>
        <w:rPr>
          <w:rFonts w:ascii="Times New Roman" w:hAnsi="Times New Roman" w:cs="Times New Roman"/>
          <w:b/>
        </w:rPr>
      </w:pPr>
    </w:p>
    <w:p w:rsidR="001B1757" w:rsidRDefault="005267B0">
      <w:pPr>
        <w:pStyle w:val="ae"/>
        <w:spacing w:before="0" w:after="0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</w:rPr>
        <w:t>1.2. Задачи изучения дисциплины:</w:t>
      </w:r>
    </w:p>
    <w:p w:rsidR="001B1757" w:rsidRDefault="005267B0">
      <w:pPr>
        <w:numPr>
          <w:ilvl w:val="0"/>
          <w:numId w:val="24"/>
        </w:numPr>
        <w:spacing w:before="0"/>
        <w:jc w:val="both"/>
      </w:pPr>
      <w:r>
        <w:t>выработать навыки использования теоретических знаний для решения практических задач;</w:t>
      </w:r>
    </w:p>
    <w:p w:rsidR="001B1757" w:rsidRDefault="005267B0">
      <w:pPr>
        <w:pStyle w:val="ae"/>
        <w:numPr>
          <w:ilvl w:val="0"/>
          <w:numId w:val="24"/>
        </w:numPr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отразить применение математического аппарата и математических </w:t>
      </w:r>
      <w:r>
        <w:rPr>
          <w:rFonts w:ascii="Times New Roman" w:hAnsi="Times New Roman" w:cs="Times New Roman"/>
        </w:rPr>
        <w:t>методов в теоретической механике для осмысления неразрывной связи с математикой;</w:t>
      </w:r>
    </w:p>
    <w:p w:rsidR="001B1757" w:rsidRDefault="005267B0">
      <w:pPr>
        <w:numPr>
          <w:ilvl w:val="0"/>
          <w:numId w:val="24"/>
        </w:numPr>
        <w:spacing w:before="0"/>
        <w:jc w:val="both"/>
      </w:pPr>
      <w:r>
        <w:t>привить навыки современных видов математического мышления, развить мышление,  способности и умения использования математического аппарата в теоретической механике.</w:t>
      </w:r>
    </w:p>
    <w:p w:rsidR="001B1757" w:rsidRDefault="001B1757">
      <w:pPr>
        <w:tabs>
          <w:tab w:val="left" w:pos="360"/>
        </w:tabs>
        <w:spacing w:before="0"/>
        <w:jc w:val="both"/>
        <w:rPr>
          <w:sz w:val="28"/>
        </w:rPr>
      </w:pPr>
    </w:p>
    <w:p w:rsidR="001B1757" w:rsidRDefault="005267B0">
      <w:pPr>
        <w:spacing w:before="0"/>
        <w:jc w:val="both"/>
        <w:rPr>
          <w:b/>
          <w:bCs/>
        </w:rPr>
      </w:pPr>
      <w:r>
        <w:rPr>
          <w:b/>
          <w:bCs/>
        </w:rPr>
        <w:t>Требования</w:t>
      </w:r>
      <w:r>
        <w:rPr>
          <w:b/>
          <w:bCs/>
        </w:rPr>
        <w:t xml:space="preserve"> к уровню освоения содержания дисциплины</w:t>
      </w:r>
    </w:p>
    <w:p w:rsidR="001B1757" w:rsidRDefault="001B1757">
      <w:pPr>
        <w:spacing w:before="0"/>
        <w:jc w:val="both"/>
        <w:rPr>
          <w:b/>
          <w:bCs/>
        </w:rPr>
      </w:pPr>
    </w:p>
    <w:p w:rsidR="001B1757" w:rsidRDefault="005267B0">
      <w:pPr>
        <w:spacing w:before="0"/>
        <w:ind w:left="720"/>
      </w:pPr>
      <w:r>
        <w:t>Конечные программные требования к овладению дисциплиной</w:t>
      </w:r>
    </w:p>
    <w:p w:rsidR="001B1757" w:rsidRDefault="005267B0">
      <w:pPr>
        <w:spacing w:before="0"/>
        <w:ind w:left="708"/>
      </w:pPr>
      <w:r>
        <w:t>В результате изучения дисциплины «Теоретическая механика» студент должен:</w:t>
      </w:r>
    </w:p>
    <w:p w:rsidR="001B1757" w:rsidRDefault="005267B0">
      <w:pPr>
        <w:pStyle w:val="ae"/>
        <w:numPr>
          <w:ilvl w:val="0"/>
          <w:numId w:val="13"/>
        </w:numPr>
        <w:spacing w:before="0"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усвоить основные законы, которым подчиняются движение материальных тел и возникающие</w:t>
      </w:r>
      <w:r>
        <w:rPr>
          <w:rFonts w:ascii="Times New Roman" w:hAnsi="Times New Roman" w:cs="Times New Roman"/>
          <w:bCs/>
        </w:rPr>
        <w:t xml:space="preserve"> при этом взаимодействия между телами;</w:t>
      </w:r>
    </w:p>
    <w:p w:rsidR="001B1757" w:rsidRDefault="005267B0">
      <w:pPr>
        <w:pStyle w:val="ae"/>
        <w:numPr>
          <w:ilvl w:val="0"/>
          <w:numId w:val="24"/>
        </w:numPr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сформировать умение самостоятельной учебно-познавательной деятельностью по приобретению, овладению, применению знаний;</w:t>
      </w:r>
    </w:p>
    <w:p w:rsidR="001B1757" w:rsidRDefault="005267B0">
      <w:pPr>
        <w:pStyle w:val="ae"/>
        <w:numPr>
          <w:ilvl w:val="0"/>
          <w:numId w:val="24"/>
        </w:numPr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сформировать умение самостоятельно приобретать и применять знания;</w:t>
      </w:r>
    </w:p>
    <w:p w:rsidR="001B1757" w:rsidRDefault="005267B0">
      <w:pPr>
        <w:numPr>
          <w:ilvl w:val="0"/>
          <w:numId w:val="24"/>
        </w:numPr>
        <w:spacing w:before="0"/>
        <w:jc w:val="both"/>
      </w:pPr>
      <w:r>
        <w:t>выработать навыки использования</w:t>
      </w:r>
      <w:r>
        <w:t xml:space="preserve"> теоретических знаний для решения практических задач;</w:t>
      </w:r>
    </w:p>
    <w:p w:rsidR="001B1757" w:rsidRDefault="005267B0">
      <w:pPr>
        <w:numPr>
          <w:ilvl w:val="0"/>
          <w:numId w:val="24"/>
        </w:numPr>
        <w:spacing w:before="0"/>
        <w:jc w:val="both"/>
      </w:pPr>
      <w:r>
        <w:lastRenderedPageBreak/>
        <w:t>развить мышление, способности и умения использования математического аппарата в теоретической механике;</w:t>
      </w:r>
    </w:p>
    <w:p w:rsidR="001B1757" w:rsidRDefault="005267B0">
      <w:pPr>
        <w:pStyle w:val="ae"/>
        <w:spacing w:before="0" w:after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развить мышление посредством решения задач различного уровня сложности и трудности;</w:t>
      </w:r>
    </w:p>
    <w:p w:rsidR="001B1757" w:rsidRDefault="005267B0">
      <w:pPr>
        <w:pStyle w:val="ae"/>
        <w:spacing w:before="0" w:after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прио</w:t>
      </w:r>
      <w:r>
        <w:rPr>
          <w:rFonts w:ascii="Times New Roman" w:hAnsi="Times New Roman" w:cs="Times New Roman"/>
        </w:rPr>
        <w:t>брести опыт творческой деятельности.</w:t>
      </w:r>
    </w:p>
    <w:p w:rsidR="001B1757" w:rsidRDefault="001B1757">
      <w:pPr>
        <w:spacing w:before="0" w:line="276" w:lineRule="auto"/>
        <w:ind w:firstLine="709"/>
        <w:jc w:val="both"/>
      </w:pPr>
    </w:p>
    <w:p w:rsidR="001B1757" w:rsidRDefault="001B1757">
      <w:pPr>
        <w:widowControl w:val="0"/>
        <w:spacing w:before="0" w:line="276" w:lineRule="auto"/>
        <w:jc w:val="center"/>
      </w:pPr>
    </w:p>
    <w:p w:rsidR="001B1757" w:rsidRDefault="005267B0">
      <w:pPr>
        <w:widowControl w:val="0"/>
        <w:spacing w:before="0" w:line="276" w:lineRule="auto"/>
        <w:ind w:left="426"/>
        <w:jc w:val="center"/>
      </w:pPr>
      <w:r>
        <w:t xml:space="preserve">Перечень планируемых результатов </w:t>
      </w:r>
      <w:proofErr w:type="gramStart"/>
      <w:r>
        <w:t>обучения по дисциплине</w:t>
      </w:r>
      <w:proofErr w:type="gramEnd"/>
      <w:r>
        <w:t xml:space="preserve"> «Теоретическая механика»:</w:t>
      </w:r>
    </w:p>
    <w:p w:rsidR="001B1757" w:rsidRDefault="005267B0">
      <w:pPr>
        <w:spacing w:before="0" w:line="276" w:lineRule="auto"/>
        <w:ind w:firstLine="539"/>
        <w:jc w:val="both"/>
        <w:rPr>
          <w:b/>
          <w:bCs/>
        </w:rPr>
      </w:pPr>
      <w:r>
        <w:rPr>
          <w:b/>
          <w:bCs/>
        </w:rPr>
        <w:t>ОПК-1 готовностью использовать фундаментальные знания в области</w:t>
      </w:r>
      <w:r>
        <w:rPr>
          <w:bCs/>
        </w:rPr>
        <w:t xml:space="preserve">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</w:t>
      </w:r>
      <w:r>
        <w:rPr>
          <w:bCs/>
        </w:rPr>
        <w:t xml:space="preserve">стики и случайных процессов, численных методов, </w:t>
      </w:r>
      <w:r>
        <w:rPr>
          <w:b/>
          <w:bCs/>
        </w:rPr>
        <w:t>теоретической механики</w:t>
      </w:r>
      <w:r>
        <w:rPr>
          <w:bCs/>
        </w:rPr>
        <w:t xml:space="preserve"> </w:t>
      </w:r>
      <w:r>
        <w:rPr>
          <w:b/>
          <w:bCs/>
        </w:rPr>
        <w:t>в будущей профессиональной деятельности.</w:t>
      </w:r>
    </w:p>
    <w:p w:rsidR="001B1757" w:rsidRDefault="001B1757">
      <w:pPr>
        <w:spacing w:before="0" w:line="276" w:lineRule="auto"/>
        <w:ind w:firstLine="539"/>
        <w:jc w:val="both"/>
        <w:rPr>
          <w:bCs/>
        </w:rPr>
      </w:pPr>
    </w:p>
    <w:p w:rsidR="001B1757" w:rsidRDefault="005267B0">
      <w:pPr>
        <w:spacing w:before="0" w:line="276" w:lineRule="auto"/>
        <w:ind w:firstLine="539"/>
        <w:jc w:val="both"/>
        <w:rPr>
          <w:b/>
          <w:bCs/>
        </w:rPr>
      </w:pPr>
      <w:r>
        <w:rPr>
          <w:b/>
          <w:bCs/>
        </w:rPr>
        <w:t>2. Объем дисциплины (модуля) по видам учебной работы.</w:t>
      </w:r>
    </w:p>
    <w:p w:rsidR="001B1757" w:rsidRDefault="001B1757">
      <w:pPr>
        <w:spacing w:before="0" w:line="276" w:lineRule="auto"/>
        <w:ind w:firstLine="180"/>
        <w:jc w:val="both"/>
        <w:rPr>
          <w:bCs/>
        </w:rPr>
      </w:pPr>
    </w:p>
    <w:p w:rsidR="001B1757" w:rsidRDefault="005267B0">
      <w:pPr>
        <w:pStyle w:val="3"/>
        <w:spacing w:before="0" w:after="0" w:line="276" w:lineRule="auto"/>
        <w:ind w:firstLine="180"/>
        <w:jc w:val="left"/>
        <w:rPr>
          <w:b w:val="0"/>
        </w:rPr>
      </w:pPr>
      <w:r>
        <w:rPr>
          <w:b w:val="0"/>
        </w:rPr>
        <w:t xml:space="preserve">Таблица 2. Трудоемкость дисциплины (модуля) общая трудоемкость: 5 з.е. / 180 ч. </w:t>
      </w:r>
    </w:p>
    <w:tbl>
      <w:tblPr>
        <w:tblW w:w="9488" w:type="dxa"/>
        <w:tblInd w:w="288" w:type="dxa"/>
        <w:tblLook w:val="01E0" w:firstRow="1" w:lastRow="1" w:firstColumn="1" w:lastColumn="1" w:noHBand="0" w:noVBand="0"/>
      </w:tblPr>
      <w:tblGrid>
        <w:gridCol w:w="5094"/>
        <w:gridCol w:w="1276"/>
        <w:gridCol w:w="3118"/>
      </w:tblGrid>
      <w:tr w:rsidR="001B1757">
        <w:trPr>
          <w:trHeight w:val="746"/>
        </w:trPr>
        <w:tc>
          <w:tcPr>
            <w:tcW w:w="5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  <w:p w:rsidR="001B1757" w:rsidRDefault="005267B0">
            <w:pPr>
              <w:spacing w:before="0" w:line="276" w:lineRule="auto"/>
              <w:jc w:val="center"/>
            </w:pPr>
            <w:r>
              <w:t>Виды у</w:t>
            </w:r>
            <w:r>
              <w:t>чебной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Всего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Распределение по семестрам в часах</w:t>
            </w:r>
          </w:p>
        </w:tc>
      </w:tr>
      <w:tr w:rsidR="001B1757">
        <w:tc>
          <w:tcPr>
            <w:tcW w:w="5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lang w:val="en-US"/>
              </w:rPr>
              <w:t>VIII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rPr>
                <w:i/>
              </w:rPr>
              <w:t>Трудоемкость дисциплины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180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0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 xml:space="preserve">контактная работа: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  <w:rPr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  <w:rPr>
                <w:highlight w:val="yellow"/>
              </w:rPr>
            </w:pP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firstLine="59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firstLine="590"/>
              <w:jc w:val="both"/>
            </w:pPr>
            <w:r>
              <w:t>занятия семинарского типа (</w:t>
            </w:r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firstLine="590"/>
              <w:jc w:val="both"/>
            </w:pPr>
            <w:r>
              <w:t xml:space="preserve">иная контактная работа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0,3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0,3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firstLine="590"/>
              <w:jc w:val="both"/>
            </w:pPr>
            <w:r>
              <w:t xml:space="preserve">контроль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lang w:val="en-US"/>
              </w:rPr>
              <w:t>35</w:t>
            </w:r>
            <w:r>
              <w:t>,7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lang w:val="en-US"/>
              </w:rPr>
              <w:t>35</w:t>
            </w:r>
            <w:r>
              <w:t>,7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самостоятельная работа (</w:t>
            </w:r>
            <w:proofErr w:type="gramStart"/>
            <w:r>
              <w:t>СР</w:t>
            </w:r>
            <w:proofErr w:type="gramEnd"/>
            <w:r>
              <w:t xml:space="preserve">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</w:tr>
      <w:tr w:rsidR="001B1757">
        <w:trPr>
          <w:trHeight w:val="352"/>
        </w:trPr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Вид промежуточного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экзамен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экзамен</w:t>
            </w:r>
          </w:p>
        </w:tc>
      </w:tr>
    </w:tbl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p w:rsidR="001B1757" w:rsidRDefault="005267B0">
      <w:pPr>
        <w:spacing w:before="0" w:line="276" w:lineRule="auto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:rsidR="001B1757" w:rsidRDefault="005267B0">
      <w:pPr>
        <w:pStyle w:val="3"/>
        <w:spacing w:before="0" w:after="0" w:line="276" w:lineRule="auto"/>
        <w:ind w:firstLine="180"/>
        <w:rPr>
          <w:b w:val="0"/>
          <w:bCs w:val="0"/>
        </w:rPr>
      </w:pPr>
      <w:r>
        <w:rPr>
          <w:b w:val="0"/>
          <w:bCs w:val="0"/>
        </w:rPr>
        <w:t>Таблица 3. Распределение часов по темам и видам учебной работы</w:t>
      </w:r>
    </w:p>
    <w:p w:rsidR="001B1757" w:rsidRDefault="005267B0">
      <w:pPr>
        <w:spacing w:before="0" w:line="276" w:lineRule="auto"/>
        <w:jc w:val="center"/>
        <w:rPr>
          <w:i/>
        </w:rPr>
      </w:pPr>
      <w:r>
        <w:t>Форма обучения - очная</w:t>
      </w:r>
    </w:p>
    <w:p w:rsidR="001B1757" w:rsidRDefault="005267B0">
      <w:pPr>
        <w:spacing w:before="0" w:line="276" w:lineRule="auto"/>
        <w:jc w:val="center"/>
      </w:pPr>
      <w:r>
        <w:t xml:space="preserve">Семестр - </w:t>
      </w:r>
      <w:r>
        <w:rPr>
          <w:lang w:val="en-US"/>
        </w:rPr>
        <w:t>VIII</w:t>
      </w:r>
    </w:p>
    <w:tbl>
      <w:tblPr>
        <w:tblW w:w="9601" w:type="dxa"/>
        <w:jc w:val="center"/>
        <w:tblLook w:val="01E0" w:firstRow="1" w:lastRow="1" w:firstColumn="1" w:lastColumn="1" w:noHBand="0" w:noVBand="0"/>
      </w:tblPr>
      <w:tblGrid>
        <w:gridCol w:w="1248"/>
        <w:gridCol w:w="3450"/>
        <w:gridCol w:w="1067"/>
        <w:gridCol w:w="74"/>
        <w:gridCol w:w="1213"/>
        <w:gridCol w:w="1214"/>
        <w:gridCol w:w="1335"/>
      </w:tblGrid>
      <w:tr w:rsidR="001B1757">
        <w:trPr>
          <w:jc w:val="center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Номер</w:t>
            </w:r>
          </w:p>
          <w:p w:rsidR="001B1757" w:rsidRDefault="005267B0">
            <w:pPr>
              <w:spacing w:before="0" w:line="276" w:lineRule="auto"/>
              <w:jc w:val="center"/>
            </w:pPr>
            <w:r>
              <w:t>раздела</w:t>
            </w:r>
          </w:p>
          <w:p w:rsidR="001B1757" w:rsidRDefault="001B1757">
            <w:pPr>
              <w:spacing w:before="0" w:line="276" w:lineRule="auto"/>
              <w:jc w:val="center"/>
              <w:rPr>
                <w:lang w:val="en-US"/>
              </w:rPr>
            </w:pP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 xml:space="preserve">Наименование </w:t>
            </w:r>
            <w:r>
              <w:t>разделов</w:t>
            </w:r>
          </w:p>
          <w:p w:rsidR="001B1757" w:rsidRDefault="005267B0">
            <w:pPr>
              <w:spacing w:before="0" w:line="276" w:lineRule="auto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Объем в часах</w:t>
            </w:r>
          </w:p>
        </w:tc>
      </w:tr>
      <w:tr w:rsidR="001B1757">
        <w:trPr>
          <w:trHeight w:val="535"/>
          <w:jc w:val="center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</w:pPr>
          </w:p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Всего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Л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 xml:space="preserve">С </w:t>
            </w:r>
          </w:p>
          <w:p w:rsidR="001B1757" w:rsidRDefault="005267B0">
            <w:pPr>
              <w:spacing w:before="0" w:line="276" w:lineRule="auto"/>
              <w:jc w:val="center"/>
            </w:pPr>
            <w:r>
              <w:t>(Практ. занятия)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</w:pPr>
            <w:proofErr w:type="gramStart"/>
            <w:r>
              <w:t>СР</w:t>
            </w:r>
            <w:proofErr w:type="gramEnd"/>
            <w:r>
              <w:t xml:space="preserve"> и иная работа</w:t>
            </w:r>
          </w:p>
        </w:tc>
      </w:tr>
      <w:tr w:rsidR="001B1757">
        <w:trPr>
          <w:jc w:val="center"/>
        </w:trPr>
        <w:tc>
          <w:tcPr>
            <w:tcW w:w="9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rPr>
                <w:lang w:val="en-US"/>
              </w:rPr>
            </w:pPr>
            <w:r>
              <w:rPr>
                <w:b/>
                <w:i/>
              </w:rPr>
              <w:t>Модуль 1. Основы кинематики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1.1.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>Кинематика точки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1.2.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rPr>
                <w:highlight w:val="green"/>
                <w:lang w:val="en-US"/>
              </w:rPr>
            </w:pPr>
            <w:r>
              <w:t>Основы движения твёрдого тела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1.3.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t>Контрольное тестирование №1 (</w:t>
            </w:r>
            <w:r>
              <w:rPr>
                <w:lang w:val="en-US"/>
              </w:rPr>
              <w:t>4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балла)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по модулю 1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B1757">
        <w:trPr>
          <w:jc w:val="center"/>
        </w:trPr>
        <w:tc>
          <w:tcPr>
            <w:tcW w:w="9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b/>
                <w:bCs/>
                <w:i/>
              </w:rPr>
              <w:lastRenderedPageBreak/>
              <w:t>Модуль 2. Движение твердого тела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2.1.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Движение твёрдого тела с одной неподвижной точкой. Свободное твёрдое тело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2.2.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Сложное движение точки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2.3.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Сложное движение твёрдого тела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2.4.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t>Контрольное тестирование №2 (40 баллов)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trHeight w:val="301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по модулю 2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4</w:t>
            </w:r>
          </w:p>
        </w:tc>
      </w:tr>
      <w:tr w:rsidR="001B1757">
        <w:trPr>
          <w:jc w:val="center"/>
        </w:trPr>
        <w:tc>
          <w:tcPr>
            <w:tcW w:w="9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b/>
                <w:bCs/>
                <w:i/>
              </w:rPr>
              <w:t>Модуль 3. Динамика материальной точки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3.1.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rPr>
                <w:bCs/>
              </w:rPr>
              <w:t>Динамика материальной точки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3.2.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rPr>
                <w:bCs/>
              </w:rPr>
              <w:t>Общие теоремы динамики материальной точки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3.3.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 xml:space="preserve">Контрольное тестирование №1 </w:t>
            </w:r>
            <w:r>
              <w:t>(37 баллов)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trHeight w:val="295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по модулю 3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</w:tr>
      <w:tr w:rsidR="001B1757">
        <w:trPr>
          <w:jc w:val="center"/>
        </w:trPr>
        <w:tc>
          <w:tcPr>
            <w:tcW w:w="96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rPr>
                <w:b/>
                <w:bCs/>
                <w:i/>
              </w:rPr>
              <w:t>Модуль 4. Основы аналитической механики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4.1.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Несвободное движение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4.2.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Динамика материальной системы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4.3.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rPr>
                <w:bCs/>
              </w:rPr>
              <w:t>Аналитическая механика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1B1757">
        <w:trPr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4.4.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r>
              <w:t xml:space="preserve">Контрольное тестирование №2 (42 </w:t>
            </w:r>
            <w:r>
              <w:t>балла)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B1757">
        <w:trPr>
          <w:jc w:val="center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по модулю 4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</w:t>
            </w:r>
          </w:p>
        </w:tc>
      </w:tr>
      <w:tr w:rsidR="001B1757">
        <w:trPr>
          <w:jc w:val="center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  <w:rPr>
                <w:b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b/>
                <w:bCs/>
                <w:i/>
              </w:rPr>
            </w:pPr>
            <w:proofErr w:type="gramStart"/>
            <w:r>
              <w:rPr>
                <w:b/>
                <w:bCs/>
                <w:i/>
              </w:rPr>
              <w:t>Итого по курсу (без иная контактная работа и контроль</w:t>
            </w:r>
            <w:proofErr w:type="gramEnd"/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>
              <w:rPr>
                <w:b/>
                <w:i/>
                <w:lang w:val="en-US"/>
              </w:rPr>
              <w:t>4</w:t>
            </w:r>
            <w:r>
              <w:rPr>
                <w:b/>
                <w:i/>
              </w:rPr>
              <w:t>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30 </w:t>
            </w:r>
          </w:p>
          <w:p w:rsidR="001B1757" w:rsidRDefault="005267B0">
            <w:pPr>
              <w:spacing w:before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</w:rPr>
              <w:t>КСР 2часа)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</w:t>
            </w:r>
          </w:p>
        </w:tc>
      </w:tr>
    </w:tbl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p w:rsidR="001B1757" w:rsidRDefault="005267B0">
      <w:pPr>
        <w:pStyle w:val="ae"/>
        <w:tabs>
          <w:tab w:val="left" w:pos="0"/>
        </w:tabs>
        <w:ind w:firstLine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Содержание лекций</w:t>
      </w:r>
    </w:p>
    <w:tbl>
      <w:tblPr>
        <w:tblW w:w="9684" w:type="dxa"/>
        <w:jc w:val="center"/>
        <w:tblLook w:val="0000" w:firstRow="0" w:lastRow="0" w:firstColumn="0" w:lastColumn="0" w:noHBand="0" w:noVBand="0"/>
      </w:tblPr>
      <w:tblGrid>
        <w:gridCol w:w="1647"/>
        <w:gridCol w:w="7593"/>
        <w:gridCol w:w="222"/>
        <w:gridCol w:w="222"/>
      </w:tblGrid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e"/>
              <w:tabs>
                <w:tab w:val="left" w:pos="0"/>
              </w:tabs>
              <w:spacing w:line="360" w:lineRule="auto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Порядковый номер лекции</w:t>
            </w:r>
          </w:p>
        </w:tc>
        <w:tc>
          <w:tcPr>
            <w:tcW w:w="8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e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Содержание лекции</w:t>
            </w:r>
          </w:p>
        </w:tc>
      </w:tr>
      <w:tr w:rsidR="001B1757">
        <w:trPr>
          <w:trHeight w:val="306"/>
          <w:jc w:val="center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line="360" w:lineRule="auto"/>
              <w:jc w:val="center"/>
            </w:pPr>
            <w:r>
              <w:t>Модуль 1 (23 балла).</w:t>
            </w:r>
          </w:p>
        </w:tc>
      </w:tr>
      <w:tr w:rsidR="001B1757">
        <w:trPr>
          <w:trHeight w:val="306"/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ae"/>
              <w:numPr>
                <w:ilvl w:val="0"/>
                <w:numId w:val="14"/>
              </w:numPr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</w:pPr>
            <w:r>
              <w:rPr>
                <w:b/>
              </w:rPr>
              <w:t xml:space="preserve">Кинематика точки. </w:t>
            </w:r>
            <w:r>
              <w:rPr>
                <w:bCs/>
              </w:rPr>
              <w:t xml:space="preserve">Основные </w:t>
            </w:r>
            <w:r>
              <w:rPr>
                <w:bCs/>
              </w:rPr>
              <w:t>определения. Способы задания движения. Закон движения.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highlight w:val="green"/>
              </w:rPr>
            </w:pPr>
            <w:r>
              <w:rPr>
                <w:b/>
              </w:rPr>
              <w:t xml:space="preserve">Кинематика точки. </w:t>
            </w:r>
            <w:r>
              <w:rPr>
                <w:bCs/>
              </w:rPr>
              <w:t>Скорость точки.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</w:pPr>
            <w:r>
              <w:rPr>
                <w:b/>
              </w:rPr>
              <w:t xml:space="preserve">Кинематика точки.  </w:t>
            </w:r>
            <w:r>
              <w:rPr>
                <w:bCs/>
              </w:rPr>
              <w:t>Ускорение точки.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</w:pPr>
            <w:r>
              <w:rPr>
                <w:b/>
              </w:rPr>
              <w:t xml:space="preserve">Кинематика точки.  </w:t>
            </w:r>
            <w:r>
              <w:t>Криволинейные координаты.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e"/>
              <w:tabs>
                <w:tab w:val="left" w:pos="486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Основные движения твёрдого тела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>Задание движения твёрдого тела.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pStyle w:val="ae"/>
              <w:tabs>
                <w:tab w:val="left" w:pos="486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Основные движения твёрдого тела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 xml:space="preserve">Простейшие движения твёрдого тела. Поступательное движение. </w:t>
            </w:r>
            <w:r>
              <w:lastRenderedPageBreak/>
              <w:t>Вращение вокруг неподвижной оси. Угловая скорость. Угловое ускорение.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line="360" w:lineRule="auto"/>
              <w:jc w:val="center"/>
            </w:pPr>
            <w:r>
              <w:lastRenderedPageBreak/>
              <w:t>Модуль 2 (24 балла).</w:t>
            </w:r>
          </w:p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Движение твёрдого тела с одной неподвижной точкой. Свободное твёрдое</w:t>
            </w:r>
            <w:r>
              <w:rPr>
                <w:b/>
                <w:bCs/>
              </w:rPr>
              <w:t xml:space="preserve"> тело.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 xml:space="preserve">Задание движения. Углы Эйлера. Распределение скоростей точек твёрдого тела, имеющего одну неподвижную точку. 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Движение твёрдого тела с одной неподвижной точкой. Свободное твёрдое тело.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>Мгновенная ось вращения. Мгновенная угловая скорость. Ускорен</w:t>
            </w:r>
            <w:r>
              <w:t>ия точек тела, имеющего одну неподвижную точку.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Движение твёрдого тела с одной неподвижной точкой. Свободное твёрдое тело.   </w:t>
            </w:r>
            <w:r>
              <w:t>Движение свободного твёрдого тела.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Сложное движение точки. </w:t>
            </w:r>
            <w:r>
              <w:t xml:space="preserve">Основные определения. Абсолютная и относительная производные вектора. 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Сложное движение точки.  </w:t>
            </w:r>
            <w:r>
              <w:t xml:space="preserve">Теорема о сложении скоростей. Теорема о сложении ускорений (теорема Кориолиса). 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numPr>
                <w:ilvl w:val="0"/>
                <w:numId w:val="14"/>
              </w:numPr>
              <w:tabs>
                <w:tab w:val="left" w:pos="2268"/>
              </w:tabs>
              <w:spacing w:before="0"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Сложное движение твёрдого тела.  </w:t>
            </w:r>
            <w:r>
              <w:t>Постановка задачи. Сложение поступательн</w:t>
            </w:r>
            <w:r>
              <w:t xml:space="preserve">ых движений. Сложение вращений вокруг пересекающихся осей. Кинематические уравнения Эйлера.  </w:t>
            </w:r>
          </w:p>
        </w:tc>
        <w:tc>
          <w:tcPr>
            <w:tcW w:w="14" w:type="dxa"/>
          </w:tcPr>
          <w:p w:rsidR="001B1757" w:rsidRDefault="001B1757"/>
        </w:tc>
      </w:tr>
      <w:tr w:rsidR="001B1757">
        <w:trPr>
          <w:trHeight w:val="306"/>
          <w:jc w:val="center"/>
        </w:trPr>
        <w:tc>
          <w:tcPr>
            <w:tcW w:w="9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line="360" w:lineRule="auto"/>
              <w:jc w:val="center"/>
            </w:pPr>
            <w:r>
              <w:t xml:space="preserve">Модуль </w:t>
            </w:r>
            <w:r>
              <w:rPr>
                <w:bCs/>
              </w:rPr>
              <w:t>3 (27 баллов)</w:t>
            </w:r>
            <w:r>
              <w:t>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trHeight w:val="306"/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e"/>
              <w:spacing w:line="360" w:lineRule="auto"/>
              <w:ind w:left="2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Динамика материальной точки.</w:t>
            </w:r>
          </w:p>
          <w:p w:rsidR="001B1757" w:rsidRDefault="005267B0">
            <w:pPr>
              <w:jc w:val="both"/>
            </w:pPr>
            <w:r>
              <w:t xml:space="preserve">Предмет и задачи динамики. Инерциальные системы отсчёта. Основное уравнение динамики точки. Законы </w:t>
            </w:r>
            <w:r>
              <w:t>Ньютона. Дифференциальные уравнения движения материальной точки.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Динамика материальной точки.</w:t>
            </w:r>
          </w:p>
          <w:p w:rsidR="001B1757" w:rsidRDefault="005267B0">
            <w:pPr>
              <w:rPr>
                <w:highlight w:val="green"/>
              </w:rPr>
            </w:pPr>
            <w:r>
              <w:t>Первая задача динамики. Вторая задача динамики. Прямолинейное движение материальной точки.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теоремы динамики материальной точки.</w:t>
            </w:r>
          </w:p>
          <w:p w:rsidR="001B1757" w:rsidRDefault="005267B0">
            <w:pPr>
              <w:jc w:val="both"/>
            </w:pPr>
            <w:r>
              <w:t xml:space="preserve">Теорема об </w:t>
            </w:r>
            <w:r>
              <w:t>изменении количества движения материальной точки. Теорема об изменении момента количества движения материальной точки.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теоремы динамики материальной точки.</w:t>
            </w:r>
          </w:p>
          <w:p w:rsidR="001B1757" w:rsidRDefault="005267B0">
            <w:pPr>
              <w:jc w:val="both"/>
            </w:pPr>
            <w:r>
              <w:t>Работа силы. Мощность. Теорема об изменении кинетической энергии.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Общие теоремы </w:t>
            </w:r>
            <w:r>
              <w:rPr>
                <w:b/>
                <w:bCs/>
              </w:rPr>
              <w:t>динамики материальной точки.</w:t>
            </w:r>
          </w:p>
          <w:p w:rsidR="001B1757" w:rsidRDefault="005267B0">
            <w:pPr>
              <w:jc w:val="both"/>
            </w:pPr>
            <w:r>
              <w:t>Силовое поле. Потенциальная энергия. Интеграл энергии. Понятие о рассеивании полной механической энергии.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9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line="360" w:lineRule="auto"/>
              <w:jc w:val="center"/>
            </w:pPr>
            <w:r>
              <w:t xml:space="preserve">Модуль </w:t>
            </w:r>
            <w:r>
              <w:rPr>
                <w:bCs/>
              </w:rPr>
              <w:t>4 (26 баллов)</w:t>
            </w:r>
            <w:r>
              <w:t>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Несвободное движение.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 xml:space="preserve">Определение несвободного движения. Связи. Принцип освобождаемости. </w:t>
            </w:r>
            <w:r>
              <w:t>Уравнения связей. Классификация связей. Движение точки по гладкой неподвижной поверхности. Движение точки по гладкой неподвижной кривой.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Несвободное движение.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 xml:space="preserve">Естественные уравнения движения. Математический маятник. Теорема </w:t>
            </w:r>
            <w:r>
              <w:lastRenderedPageBreak/>
              <w:t>об изменении кинетической</w:t>
            </w:r>
            <w:r>
              <w:t xml:space="preserve"> энергии для несвободного движения. Метод кинетостатики для точки (принцип Даламбера).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Динамика материальной системы.  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 xml:space="preserve">Центр масс. Внешние и внутренние силы. Дифференциальные уравнения движения системы материальных точек. Количество движения материальной системы. Теорема об изменении количества движения материальной системы. Теорема о движении центра масс. 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Динамика </w:t>
            </w:r>
            <w:r>
              <w:rPr>
                <w:b/>
                <w:bCs/>
              </w:rPr>
              <w:t xml:space="preserve">материальной системы. 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>Момент количе</w:t>
            </w:r>
            <w:proofErr w:type="gramStart"/>
            <w:r>
              <w:t>ств дв</w:t>
            </w:r>
            <w:proofErr w:type="gramEnd"/>
            <w:r>
              <w:t>ижения материальной системы. Момент инерции. Теорема об изменении момента количе</w:t>
            </w:r>
            <w:proofErr w:type="gramStart"/>
            <w:r>
              <w:t>ств дв</w:t>
            </w:r>
            <w:proofErr w:type="gramEnd"/>
            <w:r>
              <w:t>ижения материальной системы. Дифференциальное уравнение вращения твёрдого тела вокруг неподвижной оси. Момент количе</w:t>
            </w:r>
            <w:proofErr w:type="gramStart"/>
            <w:r>
              <w:t>ств дв</w:t>
            </w:r>
            <w:proofErr w:type="gramEnd"/>
            <w:r>
              <w:t>ижени</w:t>
            </w:r>
            <w:r>
              <w:t xml:space="preserve">я системы, участвующей в сложном движении. Кинетическая энергия материальной системы. Работа сил, приложенных к материальной системе. Теорема об изменении кинетической энергии материальной системы. Закон сохранения полной механической энергии материальной </w:t>
            </w:r>
            <w:r>
              <w:t>системы.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>Общее уравнение динамики. Уравнения Лагранжа второго рода. Особенности применения уравнений Лагранжа второго рода к системам с неидеальными и неудерживающими связями. Выражение кинетической энергии через обобщённые</w:t>
            </w:r>
            <w:r>
              <w:t xml:space="preserve"> скорости и координаты. Обобщённый интеграл энергии.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jc w:val="both"/>
              <w:rPr>
                <w:b/>
              </w:rPr>
            </w:pPr>
            <w:r>
              <w:t xml:space="preserve">Виртуальные перемещения голономных систем. Идеальные связи. Принцип виртуальных перемещений. Обобщенные координаты и обобщенные силы. Условия равновесия в обобщенных </w:t>
            </w:r>
            <w:r>
              <w:t>координатах.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  <w:tr w:rsidR="001B1757">
        <w:trPr>
          <w:trHeight w:val="357"/>
          <w:jc w:val="center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283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jc w:val="both"/>
            </w:pPr>
            <w:r>
              <w:t>Циклические координаты. Уравнения Рауса для систем с циклическими координатами. Уравнения Гамильтона. Принцип Гамильтона.  Принцип Даламбера-Лагранжа для систем с идеальными связями.</w:t>
            </w:r>
          </w:p>
        </w:tc>
        <w:tc>
          <w:tcPr>
            <w:tcW w:w="7" w:type="dxa"/>
          </w:tcPr>
          <w:p w:rsidR="001B1757" w:rsidRDefault="001B1757"/>
        </w:tc>
        <w:tc>
          <w:tcPr>
            <w:tcW w:w="14" w:type="dxa"/>
          </w:tcPr>
          <w:p w:rsidR="001B1757" w:rsidRDefault="001B1757"/>
        </w:tc>
      </w:tr>
    </w:tbl>
    <w:p w:rsidR="001B1757" w:rsidRDefault="001B1757">
      <w:pPr>
        <w:pStyle w:val="ae"/>
        <w:tabs>
          <w:tab w:val="left" w:pos="0"/>
        </w:tabs>
        <w:ind w:firstLine="426"/>
        <w:outlineLvl w:val="0"/>
        <w:rPr>
          <w:bCs/>
        </w:rPr>
      </w:pPr>
    </w:p>
    <w:p w:rsidR="001B1757" w:rsidRDefault="005267B0">
      <w:pPr>
        <w:spacing w:before="0" w:line="276" w:lineRule="auto"/>
        <w:ind w:firstLine="539"/>
        <w:jc w:val="both"/>
        <w:rPr>
          <w:b/>
          <w:bCs/>
        </w:rPr>
      </w:pPr>
      <w:r>
        <w:rPr>
          <w:b/>
          <w:bCs/>
        </w:rPr>
        <w:t xml:space="preserve">Темы практических </w:t>
      </w:r>
      <w:r>
        <w:rPr>
          <w:b/>
          <w:bCs/>
        </w:rPr>
        <w:t>занятий</w:t>
      </w:r>
    </w:p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tbl>
      <w:tblPr>
        <w:tblW w:w="9742" w:type="dxa"/>
        <w:jc w:val="center"/>
        <w:tblLook w:val="0000" w:firstRow="0" w:lastRow="0" w:firstColumn="0" w:lastColumn="0" w:noHBand="0" w:noVBand="0"/>
      </w:tblPr>
      <w:tblGrid>
        <w:gridCol w:w="704"/>
        <w:gridCol w:w="6860"/>
        <w:gridCol w:w="2178"/>
      </w:tblGrid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pStyle w:val="25"/>
              <w:spacing w:line="360" w:lineRule="auto"/>
              <w:ind w:left="426" w:hanging="392"/>
              <w:jc w:val="center"/>
              <w:rPr>
                <w:b/>
                <w:bCs/>
              </w:rPr>
            </w:pPr>
          </w:p>
          <w:p w:rsidR="001B1757" w:rsidRDefault="005267B0">
            <w:pPr>
              <w:pStyle w:val="25"/>
              <w:spacing w:line="360" w:lineRule="auto"/>
              <w:ind w:left="426"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Динамика материальной точки.</w:t>
            </w:r>
          </w:p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Cs/>
              </w:rPr>
              <w:t>Первая задача динамики.</w:t>
            </w:r>
            <w:r>
              <w:rPr>
                <w:b/>
                <w:bCs/>
              </w:rPr>
              <w:t xml:space="preserve"> </w:t>
            </w:r>
            <w:r>
              <w:t>Дифференциальные уравнения движения материальной точки.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 xml:space="preserve">Дискуссия, задача (упражнение), </w:t>
            </w:r>
          </w:p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>формирование  умений и 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426"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Динамика материальной точки.</w:t>
            </w:r>
          </w:p>
          <w:p w:rsidR="001B1757" w:rsidRDefault="005267B0">
            <w:pPr>
              <w:rPr>
                <w:highlight w:val="green"/>
              </w:rPr>
            </w:pPr>
            <w:r>
              <w:t>Вторая задача динамики.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 xml:space="preserve">Упражнение, </w:t>
            </w:r>
            <w:r>
              <w:t>формирование умений и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426"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теоремы динамики материальной точки.</w:t>
            </w:r>
          </w:p>
          <w:p w:rsidR="001B1757" w:rsidRDefault="005267B0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Теорема об изменении количества движения материальной точки. Теорема об изменении момента количества движения материальной точки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формирование умений и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5"/>
              <w:spacing w:line="360" w:lineRule="auto"/>
              <w:ind w:left="426"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Общие теоремы динамики материальной точки.</w:t>
            </w:r>
          </w:p>
          <w:p w:rsidR="001B1757" w:rsidRDefault="005267B0">
            <w:pPr>
              <w:pStyle w:val="ae"/>
              <w:tabs>
                <w:tab w:val="left" w:pos="42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Теорема об изменении кинетической энергии. Потенциальная энергия. Полная механическая энергия.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творческая деятельность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Несвободное движение. </w:t>
            </w:r>
          </w:p>
          <w:p w:rsidR="001B1757" w:rsidRDefault="001B1757">
            <w:pPr>
              <w:rPr>
                <w:bCs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 xml:space="preserve">Упражнение, творческая деятельность 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Динамика материальной системы.   </w:t>
            </w:r>
          </w:p>
          <w:p w:rsidR="001B1757" w:rsidRDefault="005267B0">
            <w:pPr>
              <w:rPr>
                <w:bCs/>
              </w:rPr>
            </w:pPr>
            <w:r>
              <w:rPr>
                <w:bCs/>
              </w:rPr>
              <w:t xml:space="preserve">Дифференциальные уравнения движения системы материальных точек. Теорема об изменении количества движения материальной системы. Теорема о движении центра масс.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творческая деятельность,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Динамика материальной системы.  </w:t>
            </w:r>
          </w:p>
          <w:p w:rsidR="001B1757" w:rsidRDefault="005267B0">
            <w:pPr>
              <w:rPr>
                <w:bCs/>
              </w:rPr>
            </w:pPr>
            <w:r>
              <w:rPr>
                <w:bCs/>
              </w:rPr>
              <w:t>Теорема об изменении момента количе</w:t>
            </w:r>
            <w:proofErr w:type="gramStart"/>
            <w:r>
              <w:rPr>
                <w:bCs/>
              </w:rPr>
              <w:t>ств дв</w:t>
            </w:r>
            <w:proofErr w:type="gramEnd"/>
            <w:r>
              <w:rPr>
                <w:bCs/>
              </w:rPr>
              <w:t>ижения материальной системы. Дифференциальное уравнение вращения твёрдого тела вокруг неподвижной оси. Теорема об изменении кинетической энергии материальной системы. Закон сохранени</w:t>
            </w:r>
            <w:r>
              <w:rPr>
                <w:bCs/>
              </w:rPr>
              <w:t>я полной механической энергии материальной системы.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формирование умений и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rPr>
                <w:bCs/>
              </w:rPr>
            </w:pPr>
            <w:r>
              <w:rPr>
                <w:bCs/>
              </w:rPr>
              <w:t xml:space="preserve">Общее уравнение динамики. Уравнения Лагранжа второго рода.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формирование умений и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rPr>
                <w:bCs/>
              </w:rPr>
            </w:pPr>
            <w:r>
              <w:rPr>
                <w:bCs/>
              </w:rPr>
              <w:t>Принцип виртуальных перемещений. Обобщенные координаты и обобщенные силы. Условия равновесия в обобщенных координатах.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формирование умений и навыков</w:t>
            </w:r>
          </w:p>
        </w:tc>
      </w:tr>
      <w:tr w:rsidR="001B175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24"/>
              <w:ind w:hanging="39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Аналитическая механика.  </w:t>
            </w:r>
          </w:p>
          <w:p w:rsidR="001B1757" w:rsidRDefault="005267B0">
            <w:pPr>
              <w:rPr>
                <w:bCs/>
              </w:rPr>
            </w:pPr>
            <w:r>
              <w:rPr>
                <w:bCs/>
              </w:rPr>
              <w:t>Уравнения Рауса для систем с циклическими координатами. Уравнен</w:t>
            </w:r>
            <w:r>
              <w:rPr>
                <w:bCs/>
              </w:rPr>
              <w:t>ия Гамильтона. Принцип Гамильтона.  Принцип Даламбера-Лагранжа для систем с идеальными связями.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r>
              <w:t>Упражнение, формирование умений и навыков</w:t>
            </w:r>
          </w:p>
        </w:tc>
      </w:tr>
    </w:tbl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p w:rsidR="001B1757" w:rsidRDefault="005267B0">
      <w:pPr>
        <w:spacing w:before="0"/>
        <w:jc w:val="center"/>
        <w:rPr>
          <w:b/>
          <w:bCs/>
        </w:rPr>
      </w:pPr>
      <w:r>
        <w:rPr>
          <w:b/>
          <w:bCs/>
        </w:rPr>
        <w:t>Задания для практических занятий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 xml:space="preserve">Тема 1. Кинематика точки (1 час) </w:t>
      </w:r>
    </w:p>
    <w:p w:rsidR="001B1757" w:rsidRDefault="001B1757">
      <w:pPr>
        <w:pStyle w:val="afa"/>
        <w:jc w:val="left"/>
        <w:rPr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Движение точки в плоскости </w:t>
      </w:r>
      <w:r>
        <w:rPr>
          <w:b w:val="0"/>
          <w:bCs w:val="0"/>
          <w:sz w:val="24"/>
          <w:lang w:val="en-US"/>
        </w:rPr>
        <w:t>XOY</w:t>
      </w:r>
      <w:r>
        <w:rPr>
          <w:b w:val="0"/>
          <w:bCs w:val="0"/>
          <w:sz w:val="24"/>
        </w:rPr>
        <w:t xml:space="preserve"> задано при помощи уравнений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at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nor/>
              </m:rPr>
              <w:rPr>
                <w:rFonts w:ascii="Cambria Math" w:hAnsi="Cambria Math"/>
              </w:rPr>
              <m:t>bt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c</m:t>
        </m:r>
      </m:oMath>
      <w:r>
        <w:rPr>
          <w:b w:val="0"/>
          <w:bCs w:val="0"/>
          <w:sz w:val="24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&gt;0, </m:t>
            </m:r>
            <m:r>
              <m:rPr>
                <m:sty m:val="bi"/>
              </m:rPr>
              <w:rPr>
                <w:rFonts w:ascii="Cambria Math" w:hAnsi="Cambria Math"/>
              </w:rPr>
              <m:t>b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&gt;0, </m:t>
            </m:r>
            <m:r>
              <m:rPr>
                <m:sty m:val="bi"/>
              </m:rPr>
              <w:rPr>
                <w:rFonts w:ascii="Cambria Math" w:hAnsi="Cambria Math"/>
              </w:rPr>
              <m:t>c</m:t>
            </m:r>
            <m:r>
              <m:rPr>
                <m:sty m:val="bi"/>
              </m:rPr>
              <w:rPr>
                <w:rFonts w:ascii="Cambria Math" w:hAnsi="Cambria Math"/>
              </w:rPr>
              <m:t>&gt;0</m:t>
            </m:r>
          </m:e>
        </m:d>
      </m:oMath>
      <w:r>
        <w:rPr>
          <w:b w:val="0"/>
          <w:bCs w:val="0"/>
          <w:sz w:val="24"/>
        </w:rPr>
        <w:t xml:space="preserve"> и движение начинается в момент </w:t>
      </w:r>
      <m:oMath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>. Найти уравнение траектории в координатной форме.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Движение точки в плоскости </w:t>
      </w:r>
      <w:r>
        <w:rPr>
          <w:b w:val="0"/>
          <w:bCs w:val="0"/>
          <w:sz w:val="24"/>
          <w:lang w:val="en-US"/>
        </w:rPr>
        <w:t>XOY</w:t>
      </w:r>
      <w:r>
        <w:rPr>
          <w:b w:val="0"/>
          <w:bCs w:val="0"/>
          <w:sz w:val="24"/>
        </w:rPr>
        <w:t xml:space="preserve"> задано уравнениями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lit/>
            <m:nor/>
          </m:rPr>
          <w:rPr>
            <w:rFonts w:ascii="Cambria Math" w:hAnsi="Cambria Math"/>
          </w:rPr>
          <m:t>cos</m:t>
        </m:r>
        <m:r>
          <m:rPr>
            <m:sty m:val="bi"/>
          </m:rPr>
          <w:rPr>
            <w:rFonts w:ascii="Cambria Math" w:hAnsi="Cambria Math"/>
          </w:rPr>
          <m:t>ω</m:t>
        </m:r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lit/>
            <m:nor/>
          </m:rPr>
          <w:rPr>
            <w:rFonts w:ascii="Cambria Math" w:hAnsi="Cambria Math"/>
          </w:rPr>
          <m:t>sin</m:t>
        </m:r>
        <m:r>
          <m:rPr>
            <m:sty m:val="bi"/>
          </m:rPr>
          <w:rPr>
            <w:rFonts w:ascii="Cambria Math" w:hAnsi="Cambria Math"/>
          </w:rPr>
          <m:t>ω</m:t>
        </m:r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>. Найти уравнение траектории</w:t>
      </w:r>
      <w:r>
        <w:rPr>
          <w:b w:val="0"/>
          <w:bCs w:val="0"/>
          <w:sz w:val="24"/>
        </w:rPr>
        <w:t xml:space="preserve"> в координатной форме.</w:t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Движение тяжёлой точки (например, артиллерийского снаряда) у поверхности Земли в предположении, что сопротивление воздуха пропорционально скорости точки, будет описываться уравнениями </w:t>
      </w:r>
    </w:p>
    <w:p w:rsidR="001B1757" w:rsidRPr="00BA221C" w:rsidRDefault="005267B0">
      <w:pPr>
        <w:pStyle w:val="afa"/>
        <w:tabs>
          <w:tab w:val="clear" w:pos="993"/>
        </w:tabs>
        <w:rPr>
          <w:b w:val="0"/>
          <w:bCs w:val="0"/>
          <w:sz w:val="24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υ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cos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lit/>
                  <m:nor/>
                </m:rPr>
                <w:rPr>
                  <w:rFonts w:ascii="Cambria Math" w:hAnsi="Cambria Math"/>
                  <w:lang w:val="en-US"/>
                </w:rPr>
                <m:t>kg</m:t>
              </m:r>
            </m:den>
          </m:f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lang w:val="en-US"/>
                    </w:rPr>
                    <m:t>kgt</m:t>
                  </m:r>
                </m:sup>
              </m:sSup>
            </m:e>
          </m:d>
        </m:oMath>
      </m:oMathPara>
    </w:p>
    <w:p w:rsidR="001B1757" w:rsidRPr="00BA221C" w:rsidRDefault="005267B0">
      <w:pPr>
        <w:pStyle w:val="afa"/>
        <w:tabs>
          <w:tab w:val="clear" w:pos="993"/>
        </w:tabs>
        <w:rPr>
          <w:b w:val="0"/>
          <w:bCs w:val="0"/>
          <w:sz w:val="24"/>
          <w:lang w:val="en-US"/>
        </w:rPr>
      </w:pPr>
      <m:oMath>
        <m:r>
          <m:rPr>
            <m:sty m:val="bi"/>
          </m:rPr>
          <w:rPr>
            <w:rFonts w:ascii="Cambria Math" w:hAnsi="Cambria Math"/>
          </w:rPr>
          <w:lastRenderedPageBreak/>
          <m:t>y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1</m:t>
            </m:r>
          </m:num>
          <m:den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kg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υ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sin</m:t>
            </m:r>
            <m:r>
              <m:rPr>
                <m:sty m:val="bi"/>
              </m:rPr>
              <w:rPr>
                <w:rFonts w:ascii="Cambria Math" w:hAnsi="Cambria Math"/>
              </w:rPr>
              <m:t>α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k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1-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-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  <w:lang w:val="en-US"/>
                  </w:rPr>
                  <m:t>k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  <w:lang w:val="en-US"/>
                  </w:rPr>
                  <m:t>gt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den>
        </m:f>
      </m:oMath>
      <w:r w:rsidRPr="00BA221C">
        <w:rPr>
          <w:b w:val="0"/>
          <w:bCs w:val="0"/>
          <w:sz w:val="24"/>
          <w:lang w:val="en-US"/>
        </w:rPr>
        <w:t>,</w:t>
      </w:r>
    </w:p>
    <w:p w:rsidR="001B1757" w:rsidRDefault="005267B0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α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k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g</m:t>
        </m:r>
      </m:oMath>
      <w:r>
        <w:rPr>
          <w:b w:val="0"/>
          <w:bCs w:val="0"/>
          <w:sz w:val="24"/>
        </w:rPr>
        <w:t xml:space="preserve"> – постоянные величины.</w:t>
      </w:r>
    </w:p>
    <w:p w:rsidR="001B1757" w:rsidRDefault="005267B0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 xml:space="preserve">Найти модуль и направление скорости в начальный момент времени. Найти также наибольшую высоту </w:t>
      </w:r>
      <w:r>
        <w:rPr>
          <w:b w:val="0"/>
          <w:bCs w:val="0"/>
          <w:sz w:val="24"/>
          <w:lang w:val="en-US"/>
        </w:rPr>
        <w:t>h</w:t>
      </w:r>
      <w:r>
        <w:rPr>
          <w:b w:val="0"/>
          <w:bCs w:val="0"/>
          <w:sz w:val="24"/>
        </w:rPr>
        <w:t xml:space="preserve"> подъёма точки над уровнем её начального положения, дальность </w:t>
      </w:r>
      <w:r>
        <w:rPr>
          <w:b w:val="0"/>
          <w:bCs w:val="0"/>
          <w:sz w:val="24"/>
          <w:lang w:val="en-US"/>
        </w:rPr>
        <w:t>L</w:t>
      </w:r>
      <w:r>
        <w:rPr>
          <w:b w:val="0"/>
          <w:bCs w:val="0"/>
          <w:sz w:val="24"/>
        </w:rPr>
        <w:t xml:space="preserve"> по горизонтали от начального положения точки до её наивысшего положения.</w:t>
      </w:r>
    </w:p>
    <w:p w:rsidR="001B1757" w:rsidRDefault="001B1757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Снаряд движется в вертикальной плоскости, согласно уравнениям</w:t>
      </w:r>
    </w:p>
    <w:p w:rsidR="001B1757" w:rsidRDefault="005267B0">
      <w:pPr>
        <w:pStyle w:val="afa"/>
        <w:tabs>
          <w:tab w:val="clear" w:pos="993"/>
        </w:tabs>
        <w:rPr>
          <w:b w:val="0"/>
          <w:bCs w:val="0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υ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t</m:t>
          </m:r>
          <m:r>
            <m:rPr>
              <m:lit/>
              <m:nor/>
            </m:rPr>
            <w:rPr>
              <w:rFonts w:ascii="Cambria Math" w:hAnsi="Cambria Math"/>
            </w:rPr>
            <m:t>cos</m:t>
          </m:r>
          <m:r>
            <m:rPr>
              <m:sty m:val="bi"/>
            </m:rPr>
            <w:rPr>
              <w:rFonts w:ascii="Cambria Math" w:hAnsi="Cambria Math"/>
            </w:rPr>
            <m:t>α</m:t>
          </m:r>
        </m:oMath>
      </m:oMathPara>
    </w:p>
    <w:p w:rsidR="001B1757" w:rsidRDefault="005267B0">
      <w:pPr>
        <w:pStyle w:val="afa"/>
        <w:tabs>
          <w:tab w:val="clear" w:pos="993"/>
        </w:tabs>
        <w:rPr>
          <w:b w:val="0"/>
          <w:bCs w:val="0"/>
          <w:sz w:val="24"/>
        </w:rPr>
      </w:pP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>t</m:t>
        </m:r>
        <m:r>
          <m:rPr>
            <m:lit/>
            <m:nor/>
          </m:rPr>
          <w:rPr>
            <w:rFonts w:ascii="Cambria Math" w:hAnsi="Cambria Math"/>
          </w:rPr>
          <m:t>sin</m:t>
        </m:r>
        <m:r>
          <m:rPr>
            <m:sty m:val="bi"/>
          </m:rPr>
          <w:rPr>
            <w:rFonts w:ascii="Cambria Math" w:hAnsi="Cambria Math"/>
          </w:rPr>
          <m:t>α</m:t>
        </m:r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gt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 w:val="0"/>
          <w:bCs w:val="0"/>
          <w:sz w:val="24"/>
        </w:rPr>
        <w:t>.</w:t>
      </w:r>
    </w:p>
    <w:p w:rsidR="001B1757" w:rsidRDefault="005267B0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Определить скорость и ускорение снаряда в начальный момент времени, высоту траектории</w:t>
      </w:r>
      <w:r>
        <w:rPr>
          <w:b w:val="0"/>
          <w:bCs w:val="0"/>
          <w:sz w:val="24"/>
        </w:rPr>
        <w:t>, дальность полёта, а также радиус кривизны в начальной и наивысшей точках траектории.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Точка движется так, что её радиус-вектор образует со скоростью постоянный угол. Определить уравнение траектории в полярных координатах, если угол, образуемый скоростью </w:t>
      </w:r>
      <w:r>
        <w:rPr>
          <w:b w:val="0"/>
          <w:bCs w:val="0"/>
          <w:sz w:val="24"/>
        </w:rPr>
        <w:t xml:space="preserve">с </w:t>
      </w:r>
      <w:proofErr w:type="gramStart"/>
      <w:r>
        <w:rPr>
          <w:b w:val="0"/>
          <w:bCs w:val="0"/>
          <w:sz w:val="24"/>
        </w:rPr>
        <w:t>радиусом-вектором</w:t>
      </w:r>
      <w:proofErr w:type="gramEnd"/>
      <w:r>
        <w:rPr>
          <w:b w:val="0"/>
          <w:bCs w:val="0"/>
          <w:sz w:val="24"/>
        </w:rPr>
        <w:t xml:space="preserve">, постоянен и равен </w:t>
      </w:r>
      <m:oMath>
        <m:r>
          <m:rPr>
            <m:sty m:val="bi"/>
          </m:rPr>
          <w:rPr>
            <w:rFonts w:ascii="Cambria Math" w:hAnsi="Cambria Math"/>
          </w:rPr>
          <m:t>α</m:t>
        </m:r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7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Движение точки задано в полярных координатах уравнениями </w:t>
      </w: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nor/>
              </m:rPr>
              <w:rPr>
                <w:rFonts w:ascii="Cambria Math" w:hAnsi="Cambria Math"/>
              </w:rPr>
              <m:t>ae</m:t>
            </m:r>
          </m:e>
          <m:sup>
            <m:r>
              <m:rPr>
                <m:lit/>
                <m:nor/>
              </m:rPr>
              <w:rPr>
                <w:rFonts w:ascii="Cambria Math" w:hAnsi="Cambria Math"/>
              </w:rPr>
              <m:t>kt</m:t>
            </m:r>
          </m:sup>
        </m:sSup>
      </m:oMath>
      <w:r>
        <w:rPr>
          <w:b w:val="0"/>
          <w:bCs w:val="0"/>
          <w:sz w:val="24"/>
        </w:rPr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kt</m:t>
        </m:r>
      </m:oMath>
      <w:r>
        <w:rPr>
          <w:b w:val="0"/>
          <w:bCs w:val="0"/>
          <w:sz w:val="24"/>
        </w:rPr>
        <w:t xml:space="preserve">, где </w:t>
      </w:r>
      <w:r>
        <w:rPr>
          <w:b w:val="0"/>
          <w:bCs w:val="0"/>
          <w:i/>
          <w:iCs/>
          <w:sz w:val="24"/>
          <w:lang w:val="en-US"/>
        </w:rPr>
        <w:t>a</w:t>
      </w:r>
      <w:r>
        <w:rPr>
          <w:b w:val="0"/>
          <w:bCs w:val="0"/>
          <w:sz w:val="24"/>
        </w:rPr>
        <w:t xml:space="preserve"> и </w:t>
      </w:r>
      <w:r>
        <w:rPr>
          <w:b w:val="0"/>
          <w:bCs w:val="0"/>
          <w:i/>
          <w:iCs/>
          <w:sz w:val="24"/>
          <w:lang w:val="en-US"/>
        </w:rPr>
        <w:t>k</w:t>
      </w:r>
      <w:r>
        <w:rPr>
          <w:b w:val="0"/>
          <w:bCs w:val="0"/>
          <w:sz w:val="24"/>
        </w:rPr>
        <w:t xml:space="preserve"> – заданные постоянные величины. Найти уравнение траектории, скорость, ускорение и радиус кривизны траектории точки как функции е</w:t>
      </w:r>
      <w:r>
        <w:rPr>
          <w:b w:val="0"/>
          <w:bCs w:val="0"/>
          <w:sz w:val="24"/>
        </w:rPr>
        <w:t xml:space="preserve">ё радиус-вектора </w:t>
      </w:r>
      <w:r>
        <w:rPr>
          <w:b w:val="0"/>
          <w:bCs w:val="0"/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.  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2. Криволинейные координаты (1 час)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numPr>
          <w:ilvl w:val="1"/>
          <w:numId w:val="18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Найти скорость и ускорение точки в цилиндрической системе координат </w:t>
      </w:r>
      <m:oMath>
        <m:r>
          <m:rPr>
            <m:sty m:val="bi"/>
          </m:rPr>
          <w:rPr>
            <w:rFonts w:ascii="Cambria Math" w:hAnsi="Cambria Math"/>
          </w:rPr>
          <m:t>ρ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ϕ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z</m:t>
        </m:r>
      </m:oMath>
      <w:r>
        <w:rPr>
          <w:b w:val="0"/>
          <w:bCs w:val="0"/>
          <w:sz w:val="24"/>
        </w:rPr>
        <w:t>. Изобразите координатные линии и координатные оси.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8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Найти  скорость и  ускорение точки в сферической системе координат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ϕ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θ</m:t>
        </m:r>
      </m:oMath>
      <w:r>
        <w:rPr>
          <w:b w:val="0"/>
          <w:bCs w:val="0"/>
          <w:sz w:val="24"/>
        </w:rPr>
        <w:t>. Изобразите координатные линии и координатные оси.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8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Найти скорость и ускорение точки, движущейся равномерно по винтовой линии. Уравнения движения её в цилиндрической системе коор</w:t>
      </w:r>
      <w:r>
        <w:rPr>
          <w:b w:val="0"/>
          <w:bCs w:val="0"/>
          <w:sz w:val="24"/>
        </w:rPr>
        <w:t>динат имеют вид</w:t>
      </w:r>
    </w:p>
    <w:p w:rsidR="001B1757" w:rsidRDefault="005267B0">
      <w:pPr>
        <w:pStyle w:val="afa"/>
        <w:tabs>
          <w:tab w:val="clear" w:pos="993"/>
          <w:tab w:val="left" w:pos="1080"/>
        </w:tabs>
        <w:ind w:left="720"/>
        <w:rPr>
          <w:b w:val="0"/>
          <w:bCs w:val="0"/>
          <w:sz w:val="24"/>
        </w:rPr>
      </w:pPr>
      <m:oMath>
        <m:r>
          <m:rPr>
            <m:sty m:val="bi"/>
          </m:rPr>
          <w:rPr>
            <w:rFonts w:ascii="Cambria Math" w:hAnsi="Cambria Math"/>
          </w:rPr>
          <m:t>ρ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kt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ut</m:t>
        </m:r>
      </m:oMath>
      <w:r>
        <w:rPr>
          <w:b w:val="0"/>
          <w:bCs w:val="0"/>
          <w:sz w:val="24"/>
        </w:rPr>
        <w:t>.</w:t>
      </w:r>
    </w:p>
    <w:p w:rsidR="001B1757" w:rsidRDefault="005267B0">
      <w:pPr>
        <w:pStyle w:val="afa"/>
        <w:tabs>
          <w:tab w:val="clear" w:pos="993"/>
          <w:tab w:val="left" w:pos="1080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Определить касательную и нормальную составляющие ускорения и радиус кривизны винтовой линии.</w:t>
      </w:r>
    </w:p>
    <w:p w:rsidR="001B1757" w:rsidRDefault="001B1757">
      <w:pPr>
        <w:pStyle w:val="afa"/>
        <w:tabs>
          <w:tab w:val="clear" w:pos="993"/>
          <w:tab w:val="left" w:pos="1080"/>
        </w:tabs>
        <w:ind w:left="108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8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Точка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движется по линии пересечения сферы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b w:val="0"/>
          <w:bCs w:val="0"/>
          <w:sz w:val="24"/>
        </w:rPr>
        <w:t xml:space="preserve"> и цилиндра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b w:val="0"/>
          <w:bCs w:val="0"/>
          <w:sz w:val="24"/>
        </w:rPr>
        <w:t xml:space="preserve">. Уравнения движения точки в </w:t>
      </w:r>
      <w:r>
        <w:rPr>
          <w:b w:val="0"/>
          <w:bCs w:val="0"/>
          <w:sz w:val="24"/>
        </w:rPr>
        <w:t>сферических координатах имеют вид</w:t>
      </w:r>
    </w:p>
    <w:p w:rsidR="001B1757" w:rsidRDefault="005267B0">
      <w:pPr>
        <w:pStyle w:val="afa"/>
        <w:tabs>
          <w:tab w:val="clear" w:pos="993"/>
          <w:tab w:val="left" w:pos="1080"/>
          <w:tab w:val="left" w:pos="1440"/>
        </w:tabs>
        <w:ind w:left="1080"/>
        <w:rPr>
          <w:b w:val="0"/>
          <w:bCs w:val="0"/>
          <w:sz w:val="24"/>
        </w:rPr>
      </w:pP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lit/>
                <m:nor/>
              </m:rPr>
              <w:rPr>
                <w:rFonts w:ascii="Cambria Math" w:hAnsi="Cambria Math"/>
              </w:rPr>
              <m:t>kt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θ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lit/>
                <m:nor/>
              </m:rPr>
              <w:rPr>
                <w:rFonts w:ascii="Cambria Math" w:hAnsi="Cambria Math"/>
              </w:rPr>
              <m:t>kt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 w:val="0"/>
          <w:bCs w:val="0"/>
          <w:sz w:val="24"/>
        </w:rPr>
        <w:t>.</w:t>
      </w:r>
    </w:p>
    <w:p w:rsidR="001B1757" w:rsidRDefault="005267B0">
      <w:pPr>
        <w:pStyle w:val="afa"/>
        <w:tabs>
          <w:tab w:val="clear" w:pos="993"/>
          <w:tab w:val="left" w:pos="1080"/>
          <w:tab w:val="left" w:pos="1440"/>
        </w:tabs>
        <w:ind w:left="108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Найти проекции и модуль ускорения точки в сферических координатах.</w:t>
      </w:r>
    </w:p>
    <w:p w:rsidR="001B1757" w:rsidRDefault="001B1757">
      <w:pPr>
        <w:pStyle w:val="afa"/>
        <w:tabs>
          <w:tab w:val="clear" w:pos="993"/>
          <w:tab w:val="left" w:pos="1440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1"/>
          <w:numId w:val="18"/>
        </w:numPr>
        <w:tabs>
          <w:tab w:val="left" w:pos="1440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Точка движется в тороидальной системе координат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ψ</m:t>
        </m:r>
      </m:oMath>
      <w:r>
        <w:rPr>
          <w:b w:val="0"/>
          <w:bCs w:val="0"/>
          <w:sz w:val="24"/>
        </w:rPr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ϕ</m:t>
        </m:r>
      </m:oMath>
      <w:r>
        <w:rPr>
          <w:b w:val="0"/>
          <w:bCs w:val="0"/>
          <w:sz w:val="24"/>
        </w:rPr>
        <w:t>. Связь между декартовыми координатами и тороидальными координатами зада</w:t>
      </w:r>
      <w:r>
        <w:rPr>
          <w:b w:val="0"/>
          <w:bCs w:val="0"/>
          <w:sz w:val="24"/>
        </w:rPr>
        <w:t>ётся формулами</w:t>
      </w:r>
    </w:p>
    <w:p w:rsidR="001B1757" w:rsidRPr="00BA221C" w:rsidRDefault="005267B0">
      <w:pPr>
        <w:pStyle w:val="afa"/>
        <w:tabs>
          <w:tab w:val="clear" w:pos="993"/>
          <w:tab w:val="left" w:pos="1440"/>
        </w:tabs>
        <w:rPr>
          <w:b w:val="0"/>
          <w:bCs w:val="0"/>
          <w:sz w:val="24"/>
          <w:lang w:val="en-US"/>
        </w:rPr>
      </w:pP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cos</m:t>
            </m:r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  <m:r>
          <m:rPr>
            <m:lit/>
            <m:nor/>
          </m:rPr>
          <w:rPr>
            <w:rFonts w:ascii="Cambria Math" w:hAnsi="Cambria Math"/>
            <w:lang w:val="en-US"/>
          </w:rPr>
          <m:t>cos</m:t>
        </m:r>
        <m:r>
          <m:rPr>
            <m:sty m:val="bi"/>
          </m:rPr>
          <w:rPr>
            <w:rFonts w:ascii="Cambria Math" w:hAnsi="Cambria Math"/>
          </w:rPr>
          <m:t>ψ</m:t>
        </m:r>
      </m:oMath>
      <w:proofErr w:type="gramStart"/>
      <w:r w:rsidRPr="00BA221C">
        <w:rPr>
          <w:b w:val="0"/>
          <w:bCs w:val="0"/>
          <w:sz w:val="24"/>
          <w:lang w:val="en-US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cos</m:t>
            </m:r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  <m:r>
          <m:rPr>
            <m:lit/>
            <m:nor/>
          </m:rPr>
          <w:rPr>
            <w:rFonts w:ascii="Cambria Math" w:hAnsi="Cambria Math"/>
            <w:lang w:val="en-US"/>
          </w:rPr>
          <m:t>sin</m:t>
        </m:r>
        <m:r>
          <m:rPr>
            <m:sty m:val="bi"/>
          </m:rPr>
          <w:rPr>
            <w:rFonts w:ascii="Cambria Math" w:hAnsi="Cambria Math"/>
          </w:rPr>
          <m:t>ψ</m:t>
        </m:r>
      </m:oMath>
      <w:r w:rsidRPr="00BA221C">
        <w:rPr>
          <w:b w:val="0"/>
          <w:bCs w:val="0"/>
          <w:sz w:val="24"/>
          <w:lang w:val="en-US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lit/>
            <m:nor/>
          </m:rPr>
          <w:rPr>
            <w:rFonts w:ascii="Cambria Math" w:hAnsi="Cambria Math"/>
            <w:lang w:val="en-US"/>
          </w:rPr>
          <m:t>sin</m:t>
        </m:r>
        <m:r>
          <m:rPr>
            <m:sty m:val="bi"/>
          </m:rPr>
          <w:rPr>
            <w:rFonts w:ascii="Cambria Math" w:hAnsi="Cambria Math"/>
          </w:rPr>
          <m:t>ϕ</m:t>
        </m:r>
      </m:oMath>
      <w:r w:rsidRPr="00BA221C">
        <w:rPr>
          <w:b w:val="0"/>
          <w:bCs w:val="0"/>
          <w:sz w:val="24"/>
          <w:lang w:val="en-US"/>
        </w:rPr>
        <w:t>.</w:t>
      </w:r>
      <w:proofErr w:type="gramEnd"/>
    </w:p>
    <w:p w:rsidR="001B1757" w:rsidRDefault="005267B0">
      <w:pPr>
        <w:pStyle w:val="afa"/>
        <w:tabs>
          <w:tab w:val="clear" w:pos="993"/>
          <w:tab w:val="left" w:pos="1440"/>
        </w:tabs>
        <w:ind w:left="108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Найти проекции скорости и ускорения точки на оси этой системы координат.</w:t>
      </w:r>
    </w:p>
    <w:p w:rsidR="001B1757" w:rsidRDefault="001B1757">
      <w:pPr>
        <w:pStyle w:val="afa"/>
        <w:tabs>
          <w:tab w:val="clear" w:pos="993"/>
          <w:tab w:val="left" w:pos="1440"/>
        </w:tabs>
        <w:ind w:left="1080"/>
        <w:jc w:val="left"/>
        <w:rPr>
          <w:b w:val="0"/>
          <w:bCs w:val="0"/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3. Основные движения твёрдого тела. Вращение твёрдого тела вокруг неподвижной оси (2 часа)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3.1. Стрелка г</w:t>
      </w:r>
      <w:r>
        <w:rPr>
          <w:b w:val="0"/>
          <w:bCs w:val="0"/>
          <w:sz w:val="24"/>
        </w:rPr>
        <w:t xml:space="preserve">альванометра длиной </w:t>
      </w:r>
      <w:r>
        <w:rPr>
          <w:b w:val="0"/>
          <w:bCs w:val="0"/>
          <w:i/>
          <w:iCs/>
          <w:sz w:val="24"/>
          <w:lang w:val="en-US"/>
        </w:rPr>
        <w:t>l</w:t>
      </w:r>
      <w:r>
        <w:rPr>
          <w:b w:val="0"/>
          <w:bCs w:val="0"/>
          <w:sz w:val="24"/>
        </w:rPr>
        <w:t xml:space="preserve"> движется по закону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lit/>
            <m:nor/>
          </m:rPr>
          <w:rPr>
            <w:rFonts w:ascii="Cambria Math" w:hAnsi="Cambria Math"/>
          </w:rPr>
          <m:t>sin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den>
        </m:f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 xml:space="preserve">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 – угол максимального отклонения стрелки от положения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, а </w:t>
      </w:r>
      <w:r>
        <w:rPr>
          <w:b w:val="0"/>
          <w:bCs w:val="0"/>
          <w:i/>
          <w:iCs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– период колебаний. Найти модуль и направление ускорения конца стрелки гальванометра в момент времени </w:t>
      </w:r>
      <m:oMath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3.2. Стрелка гальванометра длины 3 см колеблется вокруг неподвижной оси по закону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lit/>
            <m:nor/>
          </m:rPr>
          <w:rPr>
            <w:rFonts w:ascii="Cambria Math" w:hAnsi="Cambria Math"/>
          </w:rPr>
          <m:t>sin</m:t>
        </m:r>
        <w:proofErr w:type="gramStart"/>
        <m:r>
          <m:rPr>
            <m:lit/>
            <m:nor/>
          </m:rPr>
          <w:rPr>
            <w:rFonts w:ascii="Cambria Math" w:hAnsi="Cambria Math"/>
          </w:rPr>
          <m:t>к</m:t>
        </m:r>
        <w:proofErr w:type="gramEnd"/>
        <m:r>
          <m:rPr>
            <m:lit/>
            <m:nor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>. Определить ускорение конца стрелки в её среднем и крайних положениях, а также моменты времени, при которых угловая скорость и угловое ускорение обращаются в нуль</w:t>
      </w:r>
      <w:r>
        <w:rPr>
          <w:b w:val="0"/>
          <w:bCs w:val="0"/>
          <w:sz w:val="24"/>
        </w:rPr>
        <w:t xml:space="preserve">, если период колебаний равен 0,4 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 xml:space="preserve">, а угловая амплитуда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lit/>
                <m:nor/>
              </m:rPr>
              <w:rPr>
                <w:rFonts w:ascii="Cambria Math" w:hAnsi="Cambria Math"/>
              </w:rPr>
              <m:t>30</m:t>
            </m:r>
          </m:den>
        </m:f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3.3. Вращение тела в течение первых 20 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 xml:space="preserve"> происходит согласно </w:t>
      </w:r>
      <w:proofErr w:type="gramStart"/>
      <w:r>
        <w:rPr>
          <w:b w:val="0"/>
          <w:bCs w:val="0"/>
          <w:sz w:val="24"/>
        </w:rPr>
        <w:t>уравнению</w:t>
      </w:r>
      <w:proofErr w:type="gramEnd"/>
      <w:r>
        <w:rPr>
          <w:b w:val="0"/>
          <w:bCs w:val="0"/>
          <w:sz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 xml:space="preserve">=0,8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  <w:r>
        <w:rPr>
          <w:b w:val="0"/>
          <w:bCs w:val="0"/>
          <w:sz w:val="24"/>
        </w:rPr>
        <w:t xml:space="preserve">. Определить угловую скорость тела в конце 20-й секунды; угловое ускорение в начале движения, в конце 10-й и 20-й секунд. Сколько всего оборотов делает тело за 20 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 xml:space="preserve">? 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3.4. Колесо  начинает  вращаться  из  состояния  покоя  равноускоренно;  через  10 мин  </w:t>
      </w:r>
      <w:r>
        <w:rPr>
          <w:b w:val="0"/>
          <w:bCs w:val="0"/>
          <w:sz w:val="24"/>
        </w:rPr>
        <w:t xml:space="preserve">после  начала  движения   оно  имеет  угловую  скорость,  равную  </w:t>
      </w:r>
      <m:oMath>
        <m:r>
          <m:rPr>
            <m:sty m:val="bi"/>
          </m:rPr>
          <w:rPr>
            <w:rFonts w:ascii="Cambria Math" w:hAnsi="Cambria Math"/>
          </w:rPr>
          <m:t>4</m:t>
        </m:r>
        <m:r>
          <m:rPr>
            <m:sty m:val="bi"/>
          </m:rPr>
          <w:rPr>
            <w:rFonts w:ascii="Cambria Math" w:hAnsi="Cambria Math"/>
          </w:rPr>
          <m:t>π</m:t>
        </m:r>
      </m:oMath>
      <w:r>
        <w:rPr>
          <w:b w:val="0"/>
          <w:bCs w:val="0"/>
          <w:sz w:val="24"/>
        </w:rPr>
        <w:t xml:space="preserve"> рад/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>. Сколько оборотов сделало колесо за эти 10 мин?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  <w:tab w:val="left" w:pos="711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3.5. Точка тела движется по окружности радиусом 10 см с постоянным тангенциальным ускорением. Найти нормальное ускорение точки чере</w:t>
      </w:r>
      <w:r>
        <w:rPr>
          <w:b w:val="0"/>
          <w:bCs w:val="0"/>
          <w:sz w:val="24"/>
        </w:rPr>
        <w:t>з 20 с после начала движения, если известно, что к концу пятого оборота после начала движения линейная скорость точки равна 10 см/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>.</w:t>
      </w:r>
    </w:p>
    <w:p w:rsidR="001B1757" w:rsidRDefault="005267B0">
      <w:pPr>
        <w:pStyle w:val="afa"/>
        <w:tabs>
          <w:tab w:val="clear" w:pos="993"/>
          <w:tab w:val="left" w:pos="1440"/>
        </w:tabs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</w:p>
    <w:p w:rsidR="001B1757" w:rsidRDefault="001B1757">
      <w:pPr>
        <w:pStyle w:val="afa"/>
        <w:tabs>
          <w:tab w:val="clear" w:pos="993"/>
          <w:tab w:val="left" w:pos="1440"/>
        </w:tabs>
        <w:jc w:val="left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  <w:tab w:val="left" w:pos="1440"/>
        </w:tabs>
        <w:ind w:left="0"/>
        <w:jc w:val="left"/>
        <w:rPr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4. Движение твёрдого тела с одной неподвижной точкой (2 часа)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4.1. Тело движется вокруг неподвижной точки. В неко</w:t>
      </w:r>
      <w:r>
        <w:rPr>
          <w:b w:val="0"/>
          <w:bCs w:val="0"/>
          <w:sz w:val="24"/>
        </w:rPr>
        <w:t xml:space="preserve">торый момент угловая скорость его изображается вектором, проекции которого на координатные оси равны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>
        <w:rPr>
          <w:b w:val="0"/>
          <w:bCs w:val="0"/>
          <w:sz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rad>
      </m:oMath>
      <w:r>
        <w:rPr>
          <w:b w:val="0"/>
          <w:bCs w:val="0"/>
          <w:sz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e>
        </m:rad>
      </m:oMath>
      <w:r>
        <w:rPr>
          <w:b w:val="0"/>
          <w:bCs w:val="0"/>
          <w:sz w:val="24"/>
        </w:rPr>
        <w:t xml:space="preserve">. Найти в этот момент скорость точки тела, определяемой координатами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lit/>
                <m:nor/>
              </m:rPr>
              <w:rPr>
                <w:rFonts w:ascii="Cambria Math" w:hAnsi="Cambria Math"/>
              </w:rPr>
              <m:t>12</m:t>
            </m:r>
          </m:e>
        </m:rad>
      </m:oMath>
      <w:r>
        <w:rPr>
          <w:b w:val="0"/>
          <w:bCs w:val="0"/>
          <w:sz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lit/>
                <m:nor/>
              </m:rPr>
              <w:rPr>
                <w:rFonts w:ascii="Cambria Math" w:hAnsi="Cambria Math"/>
              </w:rPr>
              <m:t>20</m:t>
            </m:r>
          </m:e>
        </m:rad>
      </m:oMath>
      <w:r>
        <w:rPr>
          <w:b w:val="0"/>
          <w:bCs w:val="0"/>
          <w:sz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lit/>
                <m:nor/>
              </m:rPr>
              <w:rPr>
                <w:rFonts w:ascii="Cambria Math" w:hAnsi="Cambria Math"/>
              </w:rPr>
              <m:t>28</m:t>
            </m:r>
          </m:e>
        </m:rad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4.2. </w:t>
      </w:r>
      <w:proofErr w:type="gramStart"/>
      <w:r>
        <w:rPr>
          <w:b w:val="0"/>
          <w:bCs w:val="0"/>
          <w:sz w:val="24"/>
        </w:rPr>
        <w:t>Найти уравнения мгновенной оси и величину угловой скорости те</w:t>
      </w:r>
      <w:r>
        <w:rPr>
          <w:b w:val="0"/>
          <w:bCs w:val="0"/>
          <w:sz w:val="24"/>
        </w:rPr>
        <w:t xml:space="preserve">ла, если известно, что проекции скорости точки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0, 0, 2</m:t>
            </m:r>
          </m:e>
        </m:d>
      </m:oMath>
      <w:r>
        <w:rPr>
          <w:b w:val="0"/>
          <w:bCs w:val="0"/>
          <w:sz w:val="24"/>
        </w:rPr>
        <w:t xml:space="preserve"> на координатные оси, связанные с телом, равны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</w:rPr>
          <m:t>=1</m:t>
        </m:r>
      </m:oMath>
      <w:r>
        <w:rPr>
          <w:b w:val="0"/>
          <w:bCs w:val="0"/>
          <w:sz w:val="24"/>
        </w:rPr>
        <w:t xml:space="preserve"> м/с,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</w:rPr>
          <m:t>=2</m:t>
        </m:r>
      </m:oMath>
      <w:r>
        <w:rPr>
          <w:b w:val="0"/>
          <w:bCs w:val="0"/>
          <w:sz w:val="24"/>
        </w:rPr>
        <w:t xml:space="preserve"> м/с,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sub>
        </m:sSub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, а направление скорости точки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0, 1, 2</m:t>
            </m:r>
          </m:e>
        </m:d>
      </m:oMath>
      <w:r>
        <w:rPr>
          <w:b w:val="0"/>
          <w:bCs w:val="0"/>
          <w:sz w:val="24"/>
        </w:rPr>
        <w:t xml:space="preserve"> определяется косинусами углов, образованных с осями координат: </w:t>
      </w:r>
      <m:oMath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, 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b w:val="0"/>
          <w:bCs w:val="0"/>
          <w:sz w:val="24"/>
        </w:rPr>
        <w:t>.</w:t>
      </w:r>
      <w:proofErr w:type="gramEnd"/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4.3. Конус, вершина</w:t>
      </w:r>
      <w:proofErr w:type="gramStart"/>
      <w:r>
        <w:rPr>
          <w:b w:val="0"/>
          <w:bCs w:val="0"/>
          <w:sz w:val="24"/>
        </w:rPr>
        <w:t xml:space="preserve"> О</w:t>
      </w:r>
      <w:proofErr w:type="gramEnd"/>
      <w:r>
        <w:rPr>
          <w:b w:val="0"/>
          <w:bCs w:val="0"/>
          <w:sz w:val="24"/>
        </w:rPr>
        <w:t xml:space="preserve"> которого неподвижна, катится по плоскости без скольжения. Высота конуса СО = 18 см, а угол при вершине АОВ = 90</w:t>
      </w:r>
      <w:r>
        <w:rPr>
          <w:b w:val="0"/>
          <w:bCs w:val="0"/>
          <w:sz w:val="24"/>
          <w:vertAlign w:val="superscript"/>
        </w:rPr>
        <w:t>0</w:t>
      </w:r>
      <w:r>
        <w:rPr>
          <w:b w:val="0"/>
          <w:bCs w:val="0"/>
          <w:sz w:val="24"/>
        </w:rPr>
        <w:t>. Точка</w:t>
      </w:r>
      <w:proofErr w:type="gramStart"/>
      <w:r>
        <w:rPr>
          <w:b w:val="0"/>
          <w:bCs w:val="0"/>
          <w:sz w:val="24"/>
        </w:rPr>
        <w:t xml:space="preserve"> С</w:t>
      </w:r>
      <w:proofErr w:type="gramEnd"/>
      <w:r>
        <w:rPr>
          <w:b w:val="0"/>
          <w:bCs w:val="0"/>
          <w:sz w:val="24"/>
        </w:rPr>
        <w:t>, центр основания конуса, движется равномерно и возвращается в первоначальное положение через 1 с. Определить</w:t>
      </w:r>
      <w:r>
        <w:rPr>
          <w:b w:val="0"/>
          <w:bCs w:val="0"/>
          <w:sz w:val="24"/>
        </w:rPr>
        <w:t xml:space="preserve"> скорость конца В диаметра АВ, угловое ускорение конуса и ускорение точек А и В (рис.).</w: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  <w:r>
        <w:rPr>
          <w:noProof/>
        </w:rPr>
        <mc:AlternateContent>
          <mc:Choice Requires="wpg">
            <w:drawing>
              <wp:inline distT="0" distB="0" distL="114300" distR="114300" wp14:anchorId="07934A00" wp14:editId="388A95C7">
                <wp:extent cx="6172835" cy="2471420"/>
                <wp:effectExtent l="0" t="0" r="0" b="0"/>
                <wp:docPr id="1" name="Полотно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470680"/>
                          <a:chOff x="0" y="0"/>
                          <a:chExt cx="0" cy="0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6172200" cy="247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3" name="Группа 3"/>
                        <wpg:cNvGrpSpPr/>
                        <wpg:grpSpPr>
                          <a:xfrm>
                            <a:off x="1143000" y="89640"/>
                            <a:ext cx="4011840" cy="2271240"/>
                            <a:chOff x="0" y="0"/>
                            <a:chExt cx="0" cy="0"/>
                          </a:xfrm>
                        </wpg:grpSpPr>
                        <wps:wsp>
                          <wps:cNvPr id="4" name="Поле 4"/>
                          <wps:cNvSpPr txBox="1"/>
                          <wps:spPr>
                            <a:xfrm>
                              <a:off x="1162080" y="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5" name="Поле 5"/>
                          <wps:cNvSpPr txBox="1"/>
                          <wps:spPr>
                            <a:xfrm>
                              <a:off x="2714760" y="145728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6" name="Поле 6"/>
                          <wps:cNvSpPr txBox="1"/>
                          <wps:spPr>
                            <a:xfrm>
                              <a:off x="2190600" y="57132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7" name="Поле 7"/>
                          <wps:cNvSpPr txBox="1"/>
                          <wps:spPr>
                            <a:xfrm>
                              <a:off x="1143000" y="146664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8" name="Прямая соединительная линия 8"/>
                          <wps:cNvCnPr/>
                          <wps:spPr>
                            <a:xfrm>
                              <a:off x="1476360" y="209520"/>
                              <a:ext cx="1440" cy="13759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" name="Прямая соединительная линия 9"/>
                          <wps:cNvCnPr/>
                          <wps:spPr>
                            <a:xfrm>
                              <a:off x="2171880" y="896040"/>
                              <a:ext cx="0" cy="13755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" name="Овал 10"/>
                          <wps:cNvSpPr/>
                          <wps:spPr>
                            <a:xfrm rot="18900000">
                              <a:off x="1481400" y="187200"/>
                              <a:ext cx="299160" cy="1947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1495440" y="199800"/>
                              <a:ext cx="1371600" cy="13716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" name="Овал 12"/>
                          <wps:cNvSpPr/>
                          <wps:spPr>
                            <a:xfrm>
                              <a:off x="2147400" y="847800"/>
                              <a:ext cx="60840" cy="60840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3" name="Прямая соединительная линия 13"/>
                          <wps:cNvCnPr/>
                          <wps:spPr>
                            <a:xfrm>
                              <a:off x="0" y="1238040"/>
                              <a:ext cx="457200" cy="914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2152440"/>
                              <a:ext cx="354348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>
                              <a:off x="457200" y="1238040"/>
                              <a:ext cx="10260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>
                              <a:off x="2705040" y="1238040"/>
                              <a:ext cx="13068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7" name="Прямая соединительная линия 17"/>
                          <wps:cNvCnPr/>
                          <wps:spPr>
                            <a:xfrm>
                              <a:off x="3543480" y="1228680"/>
                              <a:ext cx="457200" cy="914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Полотно 796" editas="canvas" style="margin-left:0pt;margin-top:-194.65pt;width:486pt;height:194.6pt" coordorigin="0,-3893" coordsize="9720,3892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style="position:absolute;left:0;top:-3892;width:9719;height:3890;mso-position-vertical:top" type="shapetype_75">
                  <w10:wrap type="none"/>
                  <v:fill o:detectmouseclick="t" on="false"/>
                  <v:stroke color="#3465a4" joinstyle="round" endcap="flat"/>
                </v:shape>
                <v:group id="shape_0" alt="Group 4" editas="canvas" style="left:1800;top:-3893;width:6317;height:3719">
                  <v:shapetype id="_x0000_t202" coordsize="21600,21600" o:spt="202" path="m,l,21600l21600,21600l21600,xe">
                    <v:stroke joinstyle="miter"/>
                    <v:path gradientshapeok="t" o:connecttype="rect"/>
                  </v:shapetype>
                  <v:shape id="shape_0" ID="Rectangle 5" fillcolor="white" stroked="f" style="position:absolute;left:3630;top:-3751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6" fillcolor="white" stroked="f" style="position:absolute;left:6075;top:-1456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7" fillcolor="white" stroked="f" style="position:absolute;left:5250;top:-2851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8" fillcolor="white" stroked="f" style="position:absolute;left:3600;top:-1441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O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line id="shape_0" from="4125,-3421" to="4126,-1255" ID="Line 9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5220,-2340" to="5220,-175" ID="Line 10" stroked="t" style="position:absolute;mso-position-vertical:top">
                    <v:stroke color="black" joinstyle="round" endcap="flat"/>
                    <v:fill o:detectmouseclick="t" on="false"/>
                  </v:line>
                  <v:oval id="shape_0" ID="Oval 11" fillcolor="white" stroked="t" style="position:absolute;left:5148;top:-3738;width:470;height:3066;rotation:315;mso-position-vertical:top">
                    <w10:wrap type="none"/>
                    <v:fill o:detectmouseclick="t" type="solid" color2="black"/>
                    <v:stroke color="black" joinstyle="round" endcap="flat"/>
                  </v:oval>
                  <v:line id="shape_0" from="4155,-3436" to="6314,-1277" ID="Line 12" stroked="t" style="position:absolute;mso-position-vertical:top">
                    <v:stroke color="black" joinstyle="round" endcap="flat"/>
                    <v:fill o:detectmouseclick="t" on="false"/>
                  </v:line>
                  <v:oval id="shape_0" ID="Oval 13" fillcolor="#333333" stroked="t" style="position:absolute;left:5182;top:-2416;width:95;height:95;mso-position-vertical:top">
                    <w10:wrap type="none"/>
                    <v:fill o:detectmouseclick="t" type="solid" color2="#cccccc"/>
                    <v:stroke color="black" joinstyle="round" endcap="flat"/>
                  </v:oval>
                  <v:line id="shape_0" from="1800,-1801" to="2519,-362" ID="Line 14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1800,-361" to="7379,-361" ID="Line 15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2520,-1801" to="4135,-1801" ID="Line 16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6060,-1801" to="8117,-1801" ID="Line 17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7380,-1816" to="8099,-377" ID="Line 18" stroked="t" style="position:absolute;mso-position-vertical:top">
                    <v:stroke color="black" joinstyle="round" endcap="flat"/>
                    <v:fill o:detectmouseclick="t" on="false"/>
                  </v:line>
                </v:group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4.4. Найти скорость и ускорение точки</w:t>
      </w:r>
      <w:proofErr w:type="gramStart"/>
      <w:r>
        <w:rPr>
          <w:b w:val="0"/>
          <w:bCs w:val="0"/>
          <w:sz w:val="24"/>
        </w:rPr>
        <w:t xml:space="preserve"> В</w:t>
      </w:r>
      <w:proofErr w:type="gramEnd"/>
      <w:r>
        <w:rPr>
          <w:b w:val="0"/>
          <w:bCs w:val="0"/>
          <w:sz w:val="24"/>
        </w:rPr>
        <w:t xml:space="preserve"> конического катка, равномерно катящегося без скольжения по горизонтальной конической кольцевой опоре. </w:t>
      </w:r>
      <w:proofErr w:type="gramStart"/>
      <w:r>
        <w:rPr>
          <w:b w:val="0"/>
          <w:bCs w:val="0"/>
          <w:sz w:val="24"/>
        </w:rPr>
        <w:t xml:space="preserve">Диаметр катка ВС = 30 см, ОА = 20 см, скорость центра катка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px</m:t>
        </m:r>
      </m:oMath>
      <w:r>
        <w:rPr>
          <w:b w:val="0"/>
          <w:bCs w:val="0"/>
          <w:sz w:val="24"/>
        </w:rPr>
        <w:t xml:space="preserve"> см/с направлена перпендикулярно плоскости черт</w:t>
      </w:r>
      <w:r>
        <w:rPr>
          <w:b w:val="0"/>
          <w:bCs w:val="0"/>
          <w:sz w:val="24"/>
        </w:rPr>
        <w:t>ежа на читателя (рис.).</w:t>
      </w:r>
      <w:proofErr w:type="gramEnd"/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  <w:r>
        <w:rPr>
          <w:noProof/>
        </w:rPr>
        <mc:AlternateContent>
          <mc:Choice Requires="wpg">
            <w:drawing>
              <wp:inline distT="0" distB="0" distL="114300" distR="114300" wp14:anchorId="37A0BA7A" wp14:editId="2C1EA33A">
                <wp:extent cx="6172835" cy="1591945"/>
                <wp:effectExtent l="0" t="0" r="0" b="0"/>
                <wp:docPr id="18" name="Полотно 7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1591200"/>
                          <a:chOff x="0" y="0"/>
                          <a:chExt cx="0" cy="0"/>
                        </a:xfrm>
                      </wpg:grpSpPr>
                      <wps:wsp>
                        <wps:cNvPr id="19" name="Прямоугольник 19"/>
                        <wps:cNvSpPr/>
                        <wps:spPr>
                          <a:xfrm>
                            <a:off x="0" y="0"/>
                            <a:ext cx="6172200" cy="159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20" name="Группа 20"/>
                        <wpg:cNvGrpSpPr/>
                        <wpg:grpSpPr>
                          <a:xfrm>
                            <a:off x="1371600" y="114480"/>
                            <a:ext cx="4095720" cy="1477080"/>
                            <a:chOff x="0" y="0"/>
                            <a:chExt cx="0" cy="0"/>
                          </a:xfrm>
                        </wpg:grpSpPr>
                        <wps:wsp>
                          <wps:cNvPr id="21" name="Поле 21"/>
                          <wps:cNvSpPr txBox="1"/>
                          <wps:spPr>
                            <a:xfrm>
                              <a:off x="3124080" y="1134000"/>
                              <a:ext cx="3240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2" name="Поле 22"/>
                          <wps:cNvSpPr txBox="1"/>
                          <wps:spPr>
                            <a:xfrm>
                              <a:off x="1019160" y="685800"/>
                              <a:ext cx="34308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3" name="Поле 23"/>
                          <wps:cNvSpPr txBox="1"/>
                          <wps:spPr>
                            <a:xfrm>
                              <a:off x="1019160" y="399960"/>
                              <a:ext cx="34308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4" name="Поле 24"/>
                          <wps:cNvSpPr txBox="1"/>
                          <wps:spPr>
                            <a:xfrm>
                              <a:off x="1790640" y="371160"/>
                              <a:ext cx="399960" cy="257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5" name="Поле 25"/>
                          <wps:cNvSpPr txBox="1"/>
                          <wps:spPr>
                            <a:xfrm>
                              <a:off x="3772080" y="533160"/>
                              <a:ext cx="3240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6" name="Прямоугольник 26"/>
                          <wps:cNvSpPr/>
                          <wps:spPr>
                            <a:xfrm>
                              <a:off x="1866960" y="609480"/>
                              <a:ext cx="266760" cy="18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27" name="Поле 27"/>
                          <wps:cNvSpPr txBox="1"/>
                          <wps:spPr>
                            <a:xfrm>
                              <a:off x="3419640" y="952200"/>
                              <a:ext cx="44784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8" name="Поле 28"/>
                          <wps:cNvSpPr txBox="1"/>
                          <wps:spPr>
                            <a:xfrm>
                              <a:off x="3419640" y="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29" name="Прямая соединительная линия 29"/>
                          <wps:cNvCnPr/>
                          <wps:spPr>
                            <a:xfrm>
                              <a:off x="457200" y="190440"/>
                              <a:ext cx="0" cy="10288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0" name="Прямая соединительная линия 30"/>
                          <wps:cNvCnPr/>
                          <wps:spPr>
                            <a:xfrm>
                              <a:off x="3543480" y="191520"/>
                              <a:ext cx="720" cy="10288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1" name="Прямая соединительная линия 31"/>
                          <wps:cNvCnPr/>
                          <wps:spPr>
                            <a:xfrm>
                              <a:off x="628560" y="1152360"/>
                              <a:ext cx="272556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2" name="Прямая соединительная линия 32"/>
                          <wps:cNvCnPr/>
                          <wps:spPr>
                            <a:xfrm>
                              <a:off x="457200" y="190440"/>
                              <a:ext cx="3086280" cy="10288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3" name="Прямая соединительная линия 33"/>
                          <wps:cNvCnPr/>
                          <wps:spPr>
                            <a:xfrm>
                              <a:off x="457200" y="190440"/>
                              <a:ext cx="3086280" cy="10288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" name="Прямая соединительная линия 34"/>
                          <wps:cNvCnPr/>
                          <wps:spPr>
                            <a:xfrm>
                              <a:off x="638280" y="247320"/>
                              <a:ext cx="720" cy="914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5" name="Прямая соединительная линия 35"/>
                          <wps:cNvCnPr/>
                          <wps:spPr>
                            <a:xfrm>
                              <a:off x="3371040" y="247320"/>
                              <a:ext cx="720" cy="914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6" name="Прямая соединительная линия 36"/>
                          <wps:cNvCnPr/>
                          <wps:spPr>
                            <a:xfrm>
                              <a:off x="0" y="1218960"/>
                              <a:ext cx="457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7" name="Прямая соединительная линия 37"/>
                          <wps:cNvCnPr/>
                          <wps:spPr>
                            <a:xfrm>
                              <a:off x="3543480" y="1218240"/>
                              <a:ext cx="457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8" name="Прямая соединительная линия 38"/>
                          <wps:cNvCnPr/>
                          <wps:spPr>
                            <a:xfrm>
                              <a:off x="638280" y="676800"/>
                              <a:ext cx="1231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9" name="Прямая соединительная линия 39"/>
                          <wps:cNvCnPr/>
                          <wps:spPr>
                            <a:xfrm>
                              <a:off x="638280" y="733320"/>
                              <a:ext cx="1231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0" name="Полилиния 40"/>
                          <wps:cNvSpPr/>
                          <wps:spPr>
                            <a:xfrm>
                              <a:off x="5163120" y="124635240"/>
                              <a:ext cx="86760" cy="429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r" b="b"/>
                              <a:pathLst>
                                <a:path w="241" h="1192">
                                  <a:moveTo>
                                    <a:pt x="240" y="0"/>
                                  </a:moveTo>
                                  <a:cubicBezTo>
                                    <a:pt x="120" y="258"/>
                                    <a:pt x="0" y="516"/>
                                    <a:pt x="0" y="715"/>
                                  </a:cubicBezTo>
                                  <a:cubicBezTo>
                                    <a:pt x="0" y="913"/>
                                    <a:pt x="120" y="1052"/>
                                    <a:pt x="240" y="1191"/>
                                  </a:cubicBezTo>
                                </a:path>
                              </a:pathLst>
                            </a:cu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41" name="Прямоугольник 41"/>
                          <wps:cNvSpPr/>
                          <wps:spPr>
                            <a:xfrm>
                              <a:off x="380880" y="628560"/>
                              <a:ext cx="79200" cy="158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42" name="Прямая соединительная линия 42"/>
                          <wps:cNvCnPr/>
                          <wps:spPr>
                            <a:xfrm>
                              <a:off x="190440" y="704520"/>
                              <a:ext cx="187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3" name="Прямоугольник 43"/>
                          <wps:cNvSpPr/>
                          <wps:spPr>
                            <a:xfrm>
                              <a:off x="3549600" y="618840"/>
                              <a:ext cx="79200" cy="158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44" name="Прямая соединительная линия 44"/>
                          <wps:cNvCnPr/>
                          <wps:spPr>
                            <a:xfrm>
                              <a:off x="3638520" y="704520"/>
                              <a:ext cx="187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" name="Прямая соединительная линия 45"/>
                          <wps:cNvCnPr/>
                          <wps:spPr>
                            <a:xfrm>
                              <a:off x="2131200" y="676800"/>
                              <a:ext cx="1231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" name="Прямая соединительная линия 46"/>
                          <wps:cNvCnPr/>
                          <wps:spPr>
                            <a:xfrm>
                              <a:off x="2131200" y="733320"/>
                              <a:ext cx="12312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Полотно 780" editas="canvas" style="margin-left:0pt;margin-top:-125.35pt;width:486pt;height:125.3pt" coordorigin="0,-2507" coordsize="9720,2506">
                <v:shape id="shape_0" stroked="f" style="position:absolute;left:0;top:-2507;width:9719;height:2504;mso-position-vertical:top" type="shapetype_75">
                  <w10:wrap type="none"/>
                  <v:fill o:detectmouseclick="t" on="false"/>
                  <v:stroke color="#3465a4" joinstyle="round" endcap="flat"/>
                </v:shape>
                <v:group id="shape_0" alt="Group 21" editas="canvas" style="left:2160;top:-2327;width:6450;height:2326">
                  <v:shape id="shape_0" ID="Rectangle 22" fillcolor="white" stroked="f" style="position:absolute;left:7080;top:-541;width:50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K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23" fillcolor="white" stroked="f" style="position:absolute;left:3765;top:-1247;width:53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α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24" fillcolor="white" stroked="f" style="position:absolute;left:3765;top:-1697;width:53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α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25" fillcolor="white" stroked="f" style="position:absolute;left:4980;top:-1742;width:629;height:404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O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26" fillcolor="white" stroked="f" style="position:absolute;left:8100;top:-1487;width:50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rect id="shape_0" ID="Rectangle 27" fillcolor="white" stroked="t" style="position:absolute;left:5100;top:-1367;width:419;height:294;mso-position-vertical:top">
                    <w10:wrap type="none"/>
                    <v:fill o:detectmouseclick="t" type="solid" color2="black"/>
                    <v:stroke color="black" joinstyle="round" endcap="flat"/>
                  </v:rect>
                  <v:shape id="shape_0" ID="Rectangle 28" fillcolor="white" stroked="f" style="position:absolute;left:7545;top:-827;width:704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29" fillcolor="white" stroked="f" style="position:absolute;left:7545;top:-2327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line id="shape_0" from="2880,-2027" to="2880,-408" ID="Line 30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7740,-2025" to="7740,-406" ID="Line 31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3150,-512" to="7441,-512" ID="Line 32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2880,-2027" to="7739,-408" ID="Line 33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2880,-2027" to="7739,-408" ID="Line 34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3165,-1937" to="3165,-498" ID="Line 35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7469,-1937" to="7469,-498" ID="Line 36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2160,-407" to="2879,-407" ID="Line 37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7740,-408" to="8459,-408" ID="Line 38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3165,-1261" to="5103,-1261" ID="Line 39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3165,-1172" to="5103,-1172" ID="Line 40" stroked="t" style="position:absolute;mso-position-vertical:top">
                    <v:stroke color="black" joinstyle="round" endcap="flat"/>
                    <v:fill o:detectmouseclick="t" on="false"/>
                  </v:line>
                  <v:shape id="shape_0" ID="Freeform 41" stroked="t" style="position:absolute;left:4200;top:-1562;width:135;height:674;mso-position-vertical:top">
                    <v:stroke color="black" joinstyle="round" endcap="flat"/>
                    <v:fill o:detectmouseclick="t" on="false"/>
                  </v:shape>
                  <v:rect id="shape_0" ID="Rectangle 42" fillcolor="white" stroked="t" style="position:absolute;left:2760;top:-1337;width:124;height:248;mso-position-vertical:top">
                    <w10:wrap type="none"/>
                    <v:fill o:detectmouseclick="t" type="solid" color2="black"/>
                    <v:stroke color="black" joinstyle="round" endcap="flat"/>
                  </v:rect>
                  <v:line id="shape_0" from="2460,-1217" to="2754,-1217" ID="Line 43" stroked="t" style="position:absolute;mso-position-vertical:top">
                    <v:stroke color="black" joinstyle="round" endcap="flat"/>
                    <v:fill o:detectmouseclick="t" on="false"/>
                  </v:line>
                  <v:rect id="shape_0" ID="Rectangle 44" fillcolor="white" stroked="t" style="position:absolute;left:7750;top:-1352;width:124;height:248;mso-position-vertical:top">
                    <w10:wrap type="none"/>
                    <v:fill o:detectmouseclick="t" type="solid" color2="black"/>
                    <v:stroke color="black" joinstyle="round" endcap="flat"/>
                  </v:rect>
                  <v:line id="shape_0" from="7890,-1217" to="8184,-1217" ID="Line 45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5516,-1261" to="7454,-1261" ID="Line 46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5516,-1172" to="7454,-1172" ID="Line 47" stroked="t" style="position:absolute;mso-position-vertical:top">
                    <v:stroke color="black" joinstyle="round" endcap="flat"/>
                    <v:fill o:detectmouseclick="t" on="false"/>
                  </v:line>
                </v:group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4.5. Коническая шестерня </w:t>
      </w:r>
      <w:r>
        <w:rPr>
          <w:b w:val="0"/>
          <w:bCs w:val="0"/>
          <w:sz w:val="24"/>
          <w:lang w:val="en-US"/>
        </w:rPr>
        <w:t>I</w:t>
      </w:r>
      <w:r>
        <w:rPr>
          <w:b w:val="0"/>
          <w:bCs w:val="0"/>
          <w:sz w:val="24"/>
        </w:rPr>
        <w:t xml:space="preserve"> обкатывает неподвижную коническую шестерню </w:t>
      </w:r>
      <w:r>
        <w:rPr>
          <w:b w:val="0"/>
          <w:bCs w:val="0"/>
          <w:sz w:val="24"/>
          <w:lang w:val="en-US"/>
        </w:rPr>
        <w:t>II</w:t>
      </w:r>
      <w:r>
        <w:rPr>
          <w:b w:val="0"/>
          <w:bCs w:val="0"/>
          <w:sz w:val="24"/>
        </w:rPr>
        <w:t xml:space="preserve">. Определить угловую скорость шестерни </w:t>
      </w:r>
      <w:r>
        <w:rPr>
          <w:b w:val="0"/>
          <w:bCs w:val="0"/>
          <w:sz w:val="24"/>
          <w:lang w:val="en-US"/>
        </w:rPr>
        <w:t>I</w:t>
      </w:r>
      <w:r>
        <w:rPr>
          <w:b w:val="0"/>
          <w:bCs w:val="0"/>
          <w:sz w:val="24"/>
        </w:rPr>
        <w:t xml:space="preserve"> и неподвижный и подвижный аксоиды, если &lt;</w:t>
      </w:r>
      <w:r>
        <w:rPr>
          <w:b w:val="0"/>
          <w:bCs w:val="0"/>
          <w:sz w:val="24"/>
          <w:lang w:val="en-US"/>
        </w:rPr>
        <w:t>AOD</w:t>
      </w:r>
      <w:r>
        <w:rPr>
          <w:b w:val="0"/>
          <w:bCs w:val="0"/>
          <w:sz w:val="24"/>
        </w:rPr>
        <w:t xml:space="preserve"> = β, &lt;COD = α, </w:t>
      </w:r>
      <w:r>
        <w:rPr>
          <w:b w:val="0"/>
          <w:bCs w:val="0"/>
          <w:sz w:val="24"/>
          <w:lang w:val="en-US"/>
        </w:rPr>
        <w:t>OC</w:t>
      </w:r>
      <w:r>
        <w:rPr>
          <w:b w:val="0"/>
          <w:bCs w:val="0"/>
          <w:sz w:val="24"/>
        </w:rPr>
        <w:t xml:space="preserve"> = </w:t>
      </w:r>
      <w:r>
        <w:rPr>
          <w:b w:val="0"/>
          <w:bCs w:val="0"/>
          <w:sz w:val="24"/>
          <w:lang w:val="en-US"/>
        </w:rPr>
        <w:t>h</w:t>
      </w:r>
      <w:r>
        <w:rPr>
          <w:b w:val="0"/>
          <w:bCs w:val="0"/>
          <w:sz w:val="24"/>
        </w:rPr>
        <w:t>, а скорость центра</w:t>
      </w:r>
      <w:proofErr w:type="gramStart"/>
      <w:r>
        <w:rPr>
          <w:b w:val="0"/>
          <w:bCs w:val="0"/>
          <w:sz w:val="24"/>
        </w:rPr>
        <w:t xml:space="preserve"> С</w:t>
      </w:r>
      <w:proofErr w:type="gramEnd"/>
      <w:r>
        <w:rPr>
          <w:b w:val="0"/>
          <w:bCs w:val="0"/>
          <w:sz w:val="24"/>
        </w:rPr>
        <w:t xml:space="preserve"> шестерни </w:t>
      </w:r>
      <w:r>
        <w:rPr>
          <w:b w:val="0"/>
          <w:bCs w:val="0"/>
          <w:sz w:val="24"/>
          <w:lang w:val="en-US"/>
        </w:rPr>
        <w:t>I</w:t>
      </w:r>
      <w:r>
        <w:rPr>
          <w:b w:val="0"/>
          <w:bCs w:val="0"/>
          <w:sz w:val="24"/>
        </w:rPr>
        <w:t xml:space="preserve"> равна </w:t>
      </w:r>
      <m:oMath>
        <m:r>
          <m:rPr>
            <m:sty m:val="bi"/>
          </m:rPr>
          <w:rPr>
            <w:rFonts w:ascii="Cambria Math" w:hAnsi="Cambria Math"/>
          </w:rPr>
          <m:t>υ</m:t>
        </m:r>
      </m:oMath>
      <w:r>
        <w:rPr>
          <w:b w:val="0"/>
          <w:bCs w:val="0"/>
          <w:sz w:val="24"/>
        </w:rPr>
        <w:t xml:space="preserve"> (рис.).</w: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114300" distR="114300" wp14:anchorId="2E68B7CC" wp14:editId="025FCAC8">
                <wp:extent cx="6172835" cy="2419985"/>
                <wp:effectExtent l="0" t="0" r="0" b="0"/>
                <wp:docPr id="47" name="Полотно 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419200"/>
                          <a:chOff x="0" y="0"/>
                          <a:chExt cx="0" cy="0"/>
                        </a:xfrm>
                      </wpg:grpSpPr>
                      <wps:wsp>
                        <wps:cNvPr id="48" name="Прямоугольник 48"/>
                        <wps:cNvSpPr/>
                        <wps:spPr>
                          <a:xfrm>
                            <a:off x="0" y="0"/>
                            <a:ext cx="6172200" cy="24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49" name="Группа 49"/>
                        <wpg:cNvGrpSpPr/>
                        <wpg:grpSpPr>
                          <a:xfrm>
                            <a:off x="1714680" y="114480"/>
                            <a:ext cx="2390760" cy="2304360"/>
                            <a:chOff x="0" y="0"/>
                            <a:chExt cx="0" cy="0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0"/>
                              <a:ext cx="2390760" cy="2304360"/>
                              <a:chOff x="0" y="0"/>
                              <a:chExt cx="0" cy="0"/>
                            </a:xfrm>
                          </wpg:grpSpPr>
                          <wps:wsp>
                            <wps:cNvPr id="51" name="Овал 51"/>
                            <wps:cNvSpPr/>
                            <wps:spPr>
                              <a:xfrm>
                                <a:off x="1341000" y="2143080"/>
                                <a:ext cx="50040" cy="500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g:grpSp>
                            <wpg:cNvPr id="52" name="Группа 52"/>
                            <wpg:cNvGrpSpPr/>
                            <wpg:grpSpPr>
                              <a:xfrm>
                                <a:off x="0" y="0"/>
                                <a:ext cx="2390760" cy="2304360"/>
                                <a:chOff x="0" y="0"/>
                                <a:chExt cx="0" cy="0"/>
                              </a:xfrm>
                            </wpg:grpSpPr>
                            <wpg:grpSp>
                              <wpg:cNvPr id="53" name="Группа 53"/>
                              <wpg:cNvGrpSpPr/>
                              <wpg:grpSpPr>
                                <a:xfrm>
                                  <a:off x="0" y="0"/>
                                  <a:ext cx="2390760" cy="23043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54" name="Поле 54"/>
                                <wps:cNvSpPr txBox="1"/>
                                <wps:spPr>
                                  <a:xfrm>
                                    <a:off x="1933560" y="790560"/>
                                    <a:ext cx="457200" cy="343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55" name="Поле 55"/>
                                <wps:cNvSpPr txBox="1"/>
                                <wps:spPr>
                                  <a:xfrm>
                                    <a:off x="1361160" y="551520"/>
                                    <a:ext cx="448200" cy="2577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56" name="Поле 56"/>
                                <wps:cNvSpPr txBox="1"/>
                                <wps:spPr>
                                  <a:xfrm>
                                    <a:off x="952200" y="1961280"/>
                                    <a:ext cx="343080" cy="343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57" name="Поле 57"/>
                                <wps:cNvSpPr txBox="1"/>
                                <wps:spPr>
                                  <a:xfrm>
                                    <a:off x="1247760" y="114120"/>
                                    <a:ext cx="428760" cy="2858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58" name="Поле 58"/>
                                <wps:cNvSpPr txBox="1"/>
                                <wps:spPr>
                                  <a:xfrm>
                                    <a:off x="0" y="514080"/>
                                    <a:ext cx="457200" cy="343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II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59" name="Поле 59"/>
                                <wps:cNvSpPr txBox="1"/>
                                <wps:spPr>
                                  <a:xfrm>
                                    <a:off x="1904760" y="1238040"/>
                                    <a:ext cx="457200" cy="3430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1B1757" w:rsidRDefault="005267B0">
                                      <w:pPr>
                                        <w:overflowPunct w:val="0"/>
                                        <w:spacing w:before="0"/>
                                        <w:jc w:val="center"/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sz w:val="28"/>
                                          <w:szCs w:val="20"/>
                                        </w:rPr>
                                        <w:t>I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  <wps:wsp>
                                <wps:cNvPr id="60" name="Прямая соединительная линия 60"/>
                                <wps:cNvCnPr/>
                                <wps:spPr>
                                  <a:xfrm>
                                    <a:off x="324360" y="514080"/>
                                    <a:ext cx="228600" cy="3430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1" name="Овал 61"/>
                                <wps:cNvSpPr/>
                                <wps:spPr>
                                  <a:xfrm>
                                    <a:off x="314280" y="371160"/>
                                    <a:ext cx="1952640" cy="228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62" name="Полилиния 62"/>
                                <wps:cNvSpPr/>
                                <wps:spPr>
                                  <a:xfrm>
                                    <a:off x="4763520" y="127309320"/>
                                    <a:ext cx="1523160" cy="9036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r" b="b"/>
                                    <a:pathLst>
                                      <a:path w="4231" h="251">
                                        <a:moveTo>
                                          <a:pt x="0" y="0"/>
                                        </a:moveTo>
                                        <a:cubicBezTo>
                                          <a:pt x="786" y="125"/>
                                          <a:pt x="1573" y="250"/>
                                          <a:pt x="2278" y="250"/>
                                        </a:cubicBezTo>
                                        <a:cubicBezTo>
                                          <a:pt x="2983" y="250"/>
                                          <a:pt x="3606" y="125"/>
                                          <a:pt x="4230" y="0"/>
                                        </a:cubicBezTo>
                                      </a:path>
                                    </a:pathLst>
                                  </a:cu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63" name="Овал 63"/>
                                <wps:cNvSpPr/>
                                <wps:spPr>
                                  <a:xfrm rot="19860000">
                                    <a:off x="1695240" y="587880"/>
                                    <a:ext cx="228600" cy="7714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64" name="Прямая соединительная линия 64"/>
                                <wps:cNvCnPr/>
                                <wps:spPr>
                                  <a:xfrm>
                                    <a:off x="1352520" y="1885680"/>
                                    <a:ext cx="10080" cy="26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5" name="Прямая соединительная линия 65"/>
                                <wps:cNvCnPr/>
                                <wps:spPr>
                                  <a:xfrm>
                                    <a:off x="733320" y="1228680"/>
                                    <a:ext cx="228600" cy="3430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6" name="Прямая соединительная линия 66"/>
                                <wps:cNvCnPr/>
                                <wps:spPr>
                                  <a:xfrm>
                                    <a:off x="1123920" y="1828800"/>
                                    <a:ext cx="228600" cy="34308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7" name="Прямая соединительная линия 67"/>
                                <wps:cNvCnPr/>
                                <wps:spPr>
                                  <a:xfrm>
                                    <a:off x="1363680" y="1812240"/>
                                    <a:ext cx="205920" cy="35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8" name="Прямая соединительная линия 68"/>
                                <wps:cNvCnPr/>
                                <wps:spPr>
                                  <a:xfrm>
                                    <a:off x="1687680" y="1203120"/>
                                    <a:ext cx="205920" cy="35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69" name="Прямая соединительная линия 69"/>
                                <wps:cNvCnPr/>
                                <wps:spPr>
                                  <a:xfrm>
                                    <a:off x="1371600" y="580680"/>
                                    <a:ext cx="343080" cy="16002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0" name="Прямая соединительная линия 70"/>
                                <wps:cNvCnPr/>
                                <wps:spPr>
                                  <a:xfrm>
                                    <a:off x="1371600" y="1704960"/>
                                    <a:ext cx="343080" cy="4572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1" name="Прямая соединительная линия 71"/>
                                <wps:cNvCnPr/>
                                <wps:spPr>
                                  <a:xfrm>
                                    <a:off x="1771560" y="1247760"/>
                                    <a:ext cx="327600" cy="4179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2" name="Полилиния 72"/>
                                <wps:cNvSpPr/>
                                <wps:spPr>
                                  <a:xfrm>
                                    <a:off x="5849280" y="127395000"/>
                                    <a:ext cx="342000" cy="42120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r" b="b"/>
                                    <a:pathLst>
                                      <a:path w="950" h="1170">
                                        <a:moveTo>
                                          <a:pt x="0" y="0"/>
                                        </a:moveTo>
                                        <a:cubicBezTo>
                                          <a:pt x="79" y="195"/>
                                          <a:pt x="159" y="390"/>
                                          <a:pt x="316" y="585"/>
                                        </a:cubicBezTo>
                                        <a:cubicBezTo>
                                          <a:pt x="475" y="779"/>
                                          <a:pt x="712" y="974"/>
                                          <a:pt x="949" y="1169"/>
                                        </a:cubicBezTo>
                                      </a:path>
                                    </a:pathLst>
                                  </a:cu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73" name="Прямая соединительная линия 73"/>
                                <wps:cNvCnPr/>
                                <wps:spPr>
                                  <a:xfrm>
                                    <a:off x="1332720" y="1076040"/>
                                    <a:ext cx="10080" cy="26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4" name="Прямая соединительная линия 74"/>
                                <wps:cNvCnPr/>
                                <wps:spPr>
                                  <a:xfrm>
                                    <a:off x="1342800" y="1476360"/>
                                    <a:ext cx="10080" cy="26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5" name="Прямая соединительная линия 75"/>
                                <wps:cNvCnPr/>
                                <wps:spPr>
                                  <a:xfrm>
                                    <a:off x="1323720" y="657000"/>
                                    <a:ext cx="10080" cy="2667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6" name="Прямая соединительная линия 76"/>
                                <wps:cNvCnPr/>
                                <wps:spPr>
                                  <a:xfrm>
                                    <a:off x="1314360" y="0"/>
                                    <a:ext cx="720" cy="4464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77" name="Овал 77"/>
                                <wps:cNvSpPr/>
                                <wps:spPr>
                                  <a:xfrm>
                                    <a:off x="1902960" y="914400"/>
                                    <a:ext cx="50040" cy="50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78" name="Овал 78"/>
                                <wps:cNvSpPr/>
                                <wps:spPr>
                                  <a:xfrm>
                                    <a:off x="1292760" y="447480"/>
                                    <a:ext cx="50040" cy="500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333333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79" name="Прямая соединительная линия 79"/>
                                <wps:cNvCnPr/>
                                <wps:spPr>
                                  <a:xfrm>
                                    <a:off x="1356840" y="1833120"/>
                                    <a:ext cx="182160" cy="3135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80" name="Прямая соединительная линия 80"/>
                                <wps:cNvCnPr/>
                                <wps:spPr>
                                  <a:xfrm>
                                    <a:off x="1740960" y="974520"/>
                                    <a:ext cx="182160" cy="3135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81" name="Прямая соединительная линия 81"/>
                                <wps:cNvCnPr/>
                                <wps:spPr>
                                  <a:xfrm>
                                    <a:off x="1566360" y="1378440"/>
                                    <a:ext cx="182160" cy="31356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s:wsp>
                              <wps:cNvPr id="82" name="Прямая соединительная линия 82"/>
                              <wps:cNvCnPr/>
                              <wps:spPr>
                                <a:xfrm>
                                  <a:off x="2068560" y="507960"/>
                                  <a:ext cx="205920" cy="35676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grpSp>
                        </wpg:grpSp>
                        <wps:wsp>
                          <wps:cNvPr id="83" name="Овал 83"/>
                          <wps:cNvSpPr/>
                          <wps:spPr>
                            <a:xfrm>
                              <a:off x="1714320" y="571320"/>
                              <a:ext cx="50040" cy="50040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Полотно 752" editas="canvas" style="margin-left:0pt;margin-top:-190.55pt;width:486pt;height:190.5pt" coordorigin="0,-3811" coordsize="9720,3810">
                <v:shape id="shape_0" stroked="f" style="position:absolute;left:0;top:-3811;width:9719;height:3809;mso-position-vertical:top" type="shapetype_75">
                  <w10:wrap type="none"/>
                  <v:fill o:detectmouseclick="t" on="false"/>
                  <v:stroke color="#3465a4" joinstyle="round" endcap="flat"/>
                </v:shape>
                <v:group id="shape_0" alt="Group 50" editas="canvas" style="left:2700;top:-3631;width:3765;height:3628">
                  <v:group id="shape_0" alt="Group 51" editas="canvas" style="left:2700;top:-3631;width:3765;height:3628">
                    <v:oval id="shape_0" ID="Oval 52" fillcolor="#333333" stroked="t" style="position:absolute;left:4812;top:-256;width:78;height:78;mso-position-vertical:top">
                      <w10:wrap type="none"/>
                      <v:fill o:detectmouseclick="t" type="solid" color2="#cccccc"/>
                      <v:stroke color="black" joinstyle="round" endcap="flat"/>
                    </v:oval>
                    <v:group id="shape_0" alt="Group 53" editas="canvas" style="left:2700;top:-3631;width:3765;height:3628">
                      <v:group id="shape_0" alt="Group 54" editas="canvas" style="left:2700;top:-3631;width:3765;height:3628">
                        <v:shape id="shape_0" ID="Rectangle 55" fillcolor="white" stroked="f" style="position:absolute;left:5745;top:-2386;width:719;height:539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C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shape id="shape_0" ID="Rectangle 56" fillcolor="white" stroked="f" style="position:absolute;left:4844;top:-2762;width:705;height:405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D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shape id="shape_0" ID="Rectangle 57" fillcolor="white" stroked="f" style="position:absolute;left:4200;top:-542;width:539;height:539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O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shape id="shape_0" ID="Rectangle 58" fillcolor="white" stroked="f" style="position:absolute;left:4665;top:-3451;width:674;height:449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A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shape id="shape_0" ID="Rectangle 59" fillcolor="white" stroked="f" style="position:absolute;left:2700;top:-2821;width:719;height:539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II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shape id="shape_0" ID="Rectangle 60" fillcolor="white" stroked="f" style="position:absolute;left:5700;top:-1681;width:719;height:539;mso-position-vertical:top" type="shapetype_202">
                          <v:textbox>
                            <w:txbxContent>
                              <w:p>
                                <w:pPr>
                                  <w:overflowPunct w:val="false"/>
                                  <w:spacing w:before="0" w:after="0"/>
                                  <w:jc w:val="center"/>
                                  <w:rPr/>
                                </w:pPr>
                                <w:r>
                                  <w:rPr>
                                    <w:szCs w:val="20"/>
                                    <w:b/>
                                    <w:sz w:val="28"/>
                                    <w:rFonts w:ascii="Calibri" w:hAnsi="Calibri" w:eastAsia="Calibri"/>
                                  </w:rPr>
                                  <w:t>I</w:t>
                                </w:r>
                              </w:p>
                            </w:txbxContent>
                          </v:textbox>
                          <w10:wrap type="square"/>
                          <v:fill o:detectmouseclick="t" type="solid" color2="black"/>
                          <v:stroke color="#3465a4" joinstyle="round" endcap="flat"/>
                        </v:shape>
                        <v:line id="shape_0" from="3211,-2821" to="3570,-2282" ID="Line 61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oval id="shape_0" ID="Oval 62" fillcolor="white" stroked="t" style="position:absolute;left:3195;top:-3046;width:3074;height:359;mso-position-vertical:top">
                          <w10:wrap type="none"/>
                          <v:fill o:detectmouseclick="t" type="solid" color2="black"/>
                          <v:stroke color="black" joinstyle="round" endcap="flat"/>
                        </v:oval>
                        <v:shape id="shape_0" ID="Freeform 63" stroked="t" style="position:absolute;left:3571;top:-2266;width:2397;height:141;mso-position-vertical:top">
                          <v:stroke color="black" joinstyle="round" endcap="flat"/>
                          <v:fill o:detectmouseclick="t" on="false"/>
                        </v:shape>
                        <v:oval id="shape_0" ID="Oval 64" fillcolor="white" stroked="t" style="position:absolute;left:5641;top:-2694;width:359;height:1214;rotation:331;mso-position-vertical:top">
                          <w10:wrap type="none"/>
                          <v:fill o:detectmouseclick="t" type="solid" color2="black"/>
                          <v:stroke color="black" joinstyle="round" endcap="flat"/>
                        </v:oval>
                        <v:line id="shape_0" from="4830,-661" to="4845,-242" ID="Line 65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3855,-1696" to="4214,-1157" ID="Line 66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470,-751" to="4829,-212" ID="Line 67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848,-777" to="5171,-216" ID="Line 68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5358,-1736" to="5681,-1175" ID="Line 69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860,-2716" to="5399,-197" ID="Line 70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860,-946" to="5399,-227" ID="Line 71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5490,-1666" to="6005,-1009" ID="Line 72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shape id="shape_0" ID="Freeform 73" stroked="t" style="position:absolute;left:5280;top:-2131;width:538;height:662;mso-position-vertical:top">
                          <v:stroke color="black" joinstyle="round" endcap="flat"/>
                          <v:fill o:detectmouseclick="t" on="false"/>
                        </v:shape>
                        <v:line id="shape_0" from="4799,-1936" to="4814,-1517" ID="Line 74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815,-1306" to="4830,-887" ID="Line 75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785,-2596" to="4800,-2177" ID="Line 76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4770,-3631" to="4770,-2929" ID="Line 77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oval id="shape_0" ID="Oval 78" fillcolor="#333333" stroked="t" style="position:absolute;left:5697;top:-2191;width:78;height:78;mso-position-vertical:top">
                          <w10:wrap type="none"/>
                          <v:fill o:detectmouseclick="t" type="solid" color2="#cccccc"/>
                          <v:stroke color="black" joinstyle="round" endcap="flat"/>
                        </v:oval>
                        <v:oval id="shape_0" ID="Oval 79" fillcolor="#333333" stroked="t" style="position:absolute;left:4736;top:-2926;width:78;height:78;mso-position-vertical:top">
                          <w10:wrap type="none"/>
                          <v:fill o:detectmouseclick="t" type="solid" color2="#cccccc"/>
                          <v:stroke color="black" joinstyle="round" endcap="flat"/>
                        </v:oval>
                        <v:line id="shape_0" from="4837,-744" to="5123,-251" ID="Line 80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5442,-2096" to="5728,-1603" ID="Line 81" stroked="t" style="position:absolute;mso-position-vertical:top">
                          <v:stroke color="black" joinstyle="round" endcap="flat"/>
                          <v:fill o:detectmouseclick="t" on="false"/>
                        </v:line>
                        <v:line id="shape_0" from="5167,-1460" to="5453,-967" ID="Line 82" stroked="t" style="position:absolute;mso-position-vertical:top">
                          <v:stroke color="black" joinstyle="round" endcap="flat"/>
                          <v:fill o:detectmouseclick="t" on="false"/>
                        </v:line>
                      </v:group>
                      <v:line id="shape_0" from="5958,-2831" to="6281,-2270" ID="Line 83" stroked="t" style="position:absolute;mso-position-vertical:top">
                        <v:stroke color="black" joinstyle="round" endcap="flat"/>
                        <v:fill o:detectmouseclick="t" on="false"/>
                      </v:line>
                    </v:group>
                  </v:group>
                  <v:oval id="shape_0" ID="Oval 84" fillcolor="#333333" stroked="t" style="position:absolute;left:5400;top:-2731;width:78;height:78;mso-position-vertical:top">
                    <w10:wrap type="none"/>
                    <v:fill o:detectmouseclick="t" type="solid" color2="#cccccc"/>
                    <v:stroke color="black" joinstyle="round" endcap="flat"/>
                  </v:oval>
                </v:group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5. Сложное движение точки (2 часа)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5.1. Прямоугольный треугольник </w:t>
      </w:r>
      <w:r>
        <w:rPr>
          <w:b w:val="0"/>
          <w:bCs w:val="0"/>
          <w:sz w:val="24"/>
          <w:lang w:val="en-US"/>
        </w:rPr>
        <w:t>ABC</w:t>
      </w:r>
      <w:r>
        <w:rPr>
          <w:b w:val="0"/>
          <w:bCs w:val="0"/>
          <w:sz w:val="24"/>
        </w:rPr>
        <w:t xml:space="preserve"> вращается вокруг оси </w:t>
      </w:r>
      <w:r>
        <w:rPr>
          <w:b w:val="0"/>
          <w:bCs w:val="0"/>
          <w:i/>
          <w:iCs/>
          <w:sz w:val="24"/>
          <w:lang w:val="en-US"/>
        </w:rPr>
        <w:t>z</w:t>
      </w:r>
      <w:r>
        <w:rPr>
          <w:b w:val="0"/>
          <w:bCs w:val="0"/>
          <w:sz w:val="24"/>
        </w:rPr>
        <w:t xml:space="preserve"> с постоянной угловой скоростью </w:t>
      </w:r>
      <m:oMath>
        <m:r>
          <m:rPr>
            <m:sty m:val="bi"/>
          </m:rPr>
          <w:rPr>
            <w:rFonts w:ascii="Cambria Math" w:hAnsi="Cambria Math"/>
          </w:rPr>
          <m:t>ω</m:t>
        </m:r>
      </m:oMath>
      <w:r>
        <w:rPr>
          <w:b w:val="0"/>
          <w:bCs w:val="0"/>
          <w:sz w:val="24"/>
        </w:rPr>
        <w:t>=2 рад/</w:t>
      </w:r>
      <w:proofErr w:type="gramStart"/>
      <w:r>
        <w:rPr>
          <w:b w:val="0"/>
          <w:bCs w:val="0"/>
          <w:sz w:val="24"/>
        </w:rPr>
        <w:t>с</w:t>
      </w:r>
      <w:proofErr w:type="gramEnd"/>
      <w:r>
        <w:rPr>
          <w:b w:val="0"/>
          <w:bCs w:val="0"/>
          <w:sz w:val="24"/>
        </w:rPr>
        <w:t xml:space="preserve">. По гипотенузе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 движется точка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по закону </w:t>
      </w:r>
      <m:oMath>
        <m:r>
          <m:rPr>
            <m:sty m:val="bi"/>
          </m:rPr>
          <w:rPr>
            <w:rFonts w:ascii="Cambria Math" w:hAnsi="Cambria Math"/>
          </w:rPr>
          <m:t>s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AM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20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b w:val="0"/>
          <w:bCs w:val="0"/>
          <w:sz w:val="24"/>
        </w:rPr>
        <w:t xml:space="preserve"> (</w:t>
      </w:r>
      <w:r>
        <w:rPr>
          <w:b w:val="0"/>
          <w:bCs w:val="0"/>
          <w:sz w:val="24"/>
          <w:lang w:val="en-US"/>
        </w:rPr>
        <w:t>s</w:t>
      </w:r>
      <w:r>
        <w:rPr>
          <w:b w:val="0"/>
          <w:bCs w:val="0"/>
          <w:sz w:val="24"/>
        </w:rPr>
        <w:t xml:space="preserve"> выражено в сантиметрах,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– в секундах). Определить абсолютную скорость точки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в момент, когда она находится в середине гипотенузы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, если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=40 см и </w:t>
      </w:r>
      <m:oMath>
        <m:r>
          <m:rPr>
            <m:sty m:val="bi"/>
          </m:rPr>
          <w:rPr>
            <w:rFonts w:ascii="Cambria Math" w:hAnsi="Cambria Math"/>
          </w:rPr>
          <m:t>α</m:t>
        </m:r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nor/>
              </m:rPr>
              <w:rPr>
                <w:rFonts w:ascii="Cambria Math" w:hAnsi="Cambria Math"/>
              </w:rPr>
              <m:t>30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p>
        </m:sSup>
      </m:oMath>
      <w:r>
        <w:rPr>
          <w:b w:val="0"/>
          <w:bCs w:val="0"/>
          <w:sz w:val="24"/>
        </w:rPr>
        <w:t xml:space="preserve"> (рис.).</w: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35" behindDoc="0" locked="0" layoutInCell="1" allowOverlap="1" wp14:anchorId="2FF2FA94" wp14:editId="1783C1C8">
                <wp:simplePos x="0" y="0"/>
                <wp:positionH relativeFrom="column">
                  <wp:posOffset>2495550</wp:posOffset>
                </wp:positionH>
                <wp:positionV relativeFrom="paragraph">
                  <wp:posOffset>635</wp:posOffset>
                </wp:positionV>
                <wp:extent cx="1600835" cy="2391410"/>
                <wp:effectExtent l="47625" t="2540" r="0" b="6985"/>
                <wp:wrapNone/>
                <wp:docPr id="84" name="Группа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2390760"/>
                          <a:chOff x="0" y="0"/>
                          <a:chExt cx="0" cy="0"/>
                        </a:xfrm>
                      </wpg:grpSpPr>
                      <wps:wsp>
                        <wps:cNvPr id="85" name="Прямоугольник 85"/>
                        <wps:cNvSpPr/>
                        <wps:spPr>
                          <a:xfrm>
                            <a:off x="838080" y="1512000"/>
                            <a:ext cx="210240" cy="326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g:grpSp>
                        <wpg:cNvPr id="86" name="Группа 86"/>
                        <wpg:cNvGrpSpPr/>
                        <wpg:grpSpPr>
                          <a:xfrm>
                            <a:off x="0" y="0"/>
                            <a:ext cx="1600200" cy="2390760"/>
                            <a:chOff x="0" y="0"/>
                            <a:chExt cx="0" cy="0"/>
                          </a:xfrm>
                        </wpg:grpSpPr>
                        <wps:wsp>
                          <wps:cNvPr id="87" name="Прямоугольник 87"/>
                          <wps:cNvSpPr/>
                          <wps:spPr>
                            <a:xfrm>
                              <a:off x="1378440" y="111708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88" name="Прямоугольник 88"/>
                          <wps:cNvSpPr/>
                          <wps:spPr>
                            <a:xfrm>
                              <a:off x="690120" y="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89" name="Прямоугольник 89"/>
                          <wps:cNvSpPr/>
                          <wps:spPr>
                            <a:xfrm>
                              <a:off x="946080" y="122940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90" name="Прямоугольник 90"/>
                          <wps:cNvSpPr/>
                          <wps:spPr>
                            <a:xfrm>
                              <a:off x="644400" y="58680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91" name="Прямоугольник 91"/>
                          <wps:cNvSpPr/>
                          <wps:spPr>
                            <a:xfrm>
                              <a:off x="650160" y="206424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92" name="Прямоугольник 92"/>
                          <wps:cNvSpPr/>
                          <wps:spPr>
                            <a:xfrm>
                              <a:off x="1389960" y="451440"/>
                              <a:ext cx="210240" cy="3265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93" name="Прямая соединительная линия 93"/>
                          <wps:cNvCnPr/>
                          <wps:spPr>
                            <a:xfrm flipV="1">
                              <a:off x="92880" y="338400"/>
                              <a:ext cx="0" cy="12603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4" name="Прямая соединительная линия 94"/>
                          <wps:cNvCnPr/>
                          <wps:spPr>
                            <a:xfrm>
                              <a:off x="31680" y="1605240"/>
                              <a:ext cx="1263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5" name="Прямая соединительная линия 95"/>
                          <wps:cNvCnPr/>
                          <wps:spPr>
                            <a:xfrm>
                              <a:off x="79920" y="1470600"/>
                              <a:ext cx="0" cy="1303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6" name="Прямая соединительная линия 96"/>
                          <wps:cNvCnPr/>
                          <wps:spPr>
                            <a:xfrm>
                              <a:off x="105480" y="1470600"/>
                              <a:ext cx="0" cy="1303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7" name="Прямая соединительная линия 97"/>
                          <wps:cNvCnPr/>
                          <wps:spPr>
                            <a:xfrm>
                              <a:off x="488880" y="471960"/>
                              <a:ext cx="36360" cy="414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8" name="Прямая соединительная линия 98"/>
                          <wps:cNvCnPr/>
                          <wps:spPr>
                            <a:xfrm>
                              <a:off x="440640" y="414720"/>
                              <a:ext cx="36360" cy="406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9" name="Прямая соединительная линия 99"/>
                          <wps:cNvCnPr/>
                          <wps:spPr>
                            <a:xfrm flipH="1">
                              <a:off x="356760" y="492840"/>
                              <a:ext cx="158760" cy="4032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0" name="Прямая соединительная линия 100"/>
                          <wps:cNvCnPr/>
                          <wps:spPr>
                            <a:xfrm>
                              <a:off x="92880" y="204480"/>
                              <a:ext cx="0" cy="824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1" name="Прямая соединительная линия 101"/>
                          <wps:cNvCnPr/>
                          <wps:spPr>
                            <a:xfrm>
                              <a:off x="92880" y="64080"/>
                              <a:ext cx="0" cy="820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2" name="Полилиния 102"/>
                          <wps:cNvSpPr/>
                          <wps:spPr>
                            <a:xfrm>
                              <a:off x="673200" y="383400"/>
                              <a:ext cx="272880" cy="157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0" h="210">
                                  <a:moveTo>
                                    <a:pt x="0" y="0"/>
                                  </a:moveTo>
                                  <a:cubicBezTo>
                                    <a:pt x="45" y="75"/>
                                    <a:pt x="90" y="150"/>
                                    <a:pt x="180" y="180"/>
                                  </a:cubicBezTo>
                                  <a:cubicBezTo>
                                    <a:pt x="270" y="210"/>
                                    <a:pt x="450" y="210"/>
                                    <a:pt x="540" y="180"/>
                                  </a:cubicBezTo>
                                  <a:cubicBezTo>
                                    <a:pt x="630" y="150"/>
                                    <a:pt x="675" y="75"/>
                                    <a:pt x="72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3" name="Прямая соединительная линия 103"/>
                          <wps:cNvCnPr/>
                          <wps:spPr>
                            <a:xfrm flipH="1" flipV="1">
                              <a:off x="0" y="190440"/>
                              <a:ext cx="36720" cy="792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stealth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4" name="Прямая соединительная линия 104"/>
                          <wps:cNvCnPr/>
                          <wps:spPr>
                            <a:xfrm>
                              <a:off x="92880" y="419760"/>
                              <a:ext cx="3484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5" name="Прямая соединительная линия 105"/>
                          <wps:cNvCnPr/>
                          <wps:spPr>
                            <a:xfrm flipV="1">
                              <a:off x="92880" y="423000"/>
                              <a:ext cx="348480" cy="8445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6" name="Овал 106"/>
                          <wps:cNvSpPr/>
                          <wps:spPr>
                            <a:xfrm>
                              <a:off x="1128240" y="1395720"/>
                              <a:ext cx="29880" cy="59040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7" name="Полилиния 107"/>
                          <wps:cNvSpPr/>
                          <wps:spPr>
                            <a:xfrm>
                              <a:off x="813960" y="1797840"/>
                              <a:ext cx="139680" cy="71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0" h="210">
                                  <a:moveTo>
                                    <a:pt x="0" y="30"/>
                                  </a:moveTo>
                                  <a:cubicBezTo>
                                    <a:pt x="135" y="15"/>
                                    <a:pt x="270" y="0"/>
                                    <a:pt x="360" y="30"/>
                                  </a:cubicBezTo>
                                  <a:cubicBezTo>
                                    <a:pt x="450" y="60"/>
                                    <a:pt x="495" y="135"/>
                                    <a:pt x="540" y="21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8" name="Прямая соединительная линия 108"/>
                          <wps:cNvCnPr/>
                          <wps:spPr>
                            <a:xfrm>
                              <a:off x="289440" y="810360"/>
                              <a:ext cx="36360" cy="417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9" name="Прямая соединительная линия 109"/>
                          <wps:cNvCnPr/>
                          <wps:spPr>
                            <a:xfrm>
                              <a:off x="337320" y="867960"/>
                              <a:ext cx="36360" cy="414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10" name="Прямая соединительная линия 110"/>
                          <wps:cNvCnPr/>
                          <wps:spPr>
                            <a:xfrm flipH="1">
                              <a:off x="193680" y="854640"/>
                              <a:ext cx="69120" cy="168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690" editas="canvas" style="margin-left:196.5pt;margin-top:0pt;width:126pt;height:188.25pt" coordorigin="3930,0" coordsize="2520,3765">
                <v:rect id="shape_0" ID="Rectangle 762" fillcolor="white" stroked="f" style="position:absolute;left:5250;top:2381;width:330;height:51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group id="shape_0" alt="Group 763" editas="canvas" style="left:3930;top:0;width:2520;height:3765">
                  <v:rect id="shape_0" ID="Rectangle 764" fillcolor="white" stroked="f" style="position:absolute;left:6101;top:1759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s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65" fillcolor="white" stroked="f" style="position:absolute;left:5017;top:0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z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66" fillcolor="white" stroked="f" style="position:absolute;left:5420;top:1936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67" fillcolor="white" stroked="f" style="position:absolute;left:4945;top:924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68" fillcolor="white" stroked="f" style="position:absolute;left:4954;top:3251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69" fillcolor="white" stroked="f" style="position:absolute;left:6119;top:711;width:330;height:51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076,533" to="4076,2517" ID="Line 770" stroked="t" style="position:absolute;flip:y">
                    <v:stroke color="black" weight="9360" joinstyle="round" endcap="flat"/>
                    <v:fill o:detectmouseclick="t" on="false"/>
                  </v:line>
                  <v:line id="shape_0" from="3980,2528" to="4178,2528" ID="Line 771" stroked="t" style="position:absolute">
                    <v:stroke color="black" weight="9360" joinstyle="round" endcap="flat"/>
                    <v:fill o:detectmouseclick="t" on="false"/>
                  </v:line>
                  <v:line id="shape_0" from="4056,2316" to="4056,2520" ID="Line 772" stroked="t" style="position:absolute">
                    <v:stroke color="black" weight="9360" joinstyle="round" endcap="flat"/>
                    <v:fill o:detectmouseclick="t" on="false"/>
                  </v:line>
                  <v:line id="shape_0" from="4096,2316" to="4096,2520" ID="Line 773" stroked="t" style="position:absolute">
                    <v:stroke color="black" weight="9360" joinstyle="round" endcap="flat"/>
                    <v:fill o:detectmouseclick="t" on="false"/>
                  </v:line>
                  <v:line id="shape_0" from="4700,743" to="4756,807" ID="Line 774" stroked="t" style="position:absolute">
                    <v:stroke color="black" weight="9360" joinstyle="round" endcap="flat"/>
                    <v:fill o:detectmouseclick="t" on="false"/>
                  </v:line>
                  <v:line id="shape_0" from="4624,653" to="4680,716" ID="Line 775" stroked="t" style="position:absolute">
                    <v:stroke color="black" weight="9360" joinstyle="round" endcap="flat"/>
                    <v:fill o:detectmouseclick="t" on="false"/>
                  </v:line>
                  <v:line id="shape_0" from="4492,776" to="4741,1410" ID="Line 776" stroked="t" style="position:absolute;flip:x">
                    <v:stroke color="black" weight="9360" startarrow="block" endarrow="block" startarrowwidth="medium" startarrowlength="medium" endarrowwidth="medium" endarrowlength="medium" joinstyle="round" endcap="flat"/>
                    <v:fill o:detectmouseclick="t" on="false"/>
                  </v:line>
                  <v:line id="shape_0" from="4076,322" to="4076,451" ID="Line 777" stroked="t" style="position:absolute">
                    <v:stroke color="black" weight="9360" joinstyle="round" endcap="flat"/>
                    <v:fill o:detectmouseclick="t" on="false"/>
                  </v:line>
                  <v:line id="shape_0" from="4076,101" to="4076,229" ID="Line 778" stroked="t" style="position:absolute">
                    <v:stroke color="black" weight="9360" joinstyle="round" endcap="flat"/>
                    <v:fill o:detectmouseclick="t" on="false"/>
                  </v:line>
                  <v:line id="shape_0" from="3930,300" to="3987,424" ID="Line 780" stroked="t" style="position:absolute;flip:xy">
                    <v:stroke color="black" weight="9360" endarrow="classic" endarrowwidth="medium" endarrowlength="medium" joinstyle="round" endcap="flat"/>
                    <v:fill o:detectmouseclick="t" on="false"/>
                  </v:line>
                  <v:line id="shape_0" from="4076,661" to="4624,661" ID="Line 781" stroked="t" style="position:absolute">
                    <v:stroke color="black" weight="9360" joinstyle="round" endcap="flat"/>
                    <v:fill o:detectmouseclick="t" on="false"/>
                  </v:line>
                  <v:line id="shape_0" from="4076,666" to="4624,1995" ID="Line 782" stroked="t" style="position:absolute;flip:y">
                    <v:stroke color="black" weight="9360" joinstyle="round" endcap="flat"/>
                    <v:fill o:detectmouseclick="t" on="false"/>
                  </v:line>
                  <v:oval id="shape_0" ID="Oval 783" fillcolor="#333333" stroked="t" style="position:absolute;left:5707;top:2198;width:46;height:92">
                    <w10:wrap type="none"/>
                    <v:fill o:detectmouseclick="t" type="solid" color2="#cccccc"/>
                    <v:stroke color="black" weight="9360" joinstyle="round" endcap="flat"/>
                  </v:oval>
                  <v:line id="shape_0" from="4386,1276" to="4442,1341" ID="Line 785" stroked="t" style="position:absolute">
                    <v:stroke color="black" weight="9360" joinstyle="round" endcap="flat"/>
                    <v:fill o:detectmouseclick="t" on="false"/>
                  </v:line>
                  <v:line id="shape_0" from="4461,1367" to="4517,1431" ID="Line 786" stroked="t" style="position:absolute">
                    <v:stroke color="black" weight="9360" joinstyle="round" endcap="flat"/>
                    <v:fill o:detectmouseclick="t" on="false"/>
                  </v:line>
                  <v:line id="shape_0" from="4235,1346" to="4343,1610" ID="Line 787" stroked="t" style="position:absolute;flip:x">
                    <v:stroke color="black" weight="9360" endarrow="block" endarrowwidth="medium" endarrowlength="medium" joinstyle="round" endcap="flat"/>
                    <v:fill o:detectmouseclick="t" on="false"/>
                  </v:line>
                </v:group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5.2. Полуцилиндр радиусом </w:t>
      </w:r>
      <w:r>
        <w:rPr>
          <w:b w:val="0"/>
          <w:bCs w:val="0"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 = 10 см движется поступательно и прямолинейно по неподвижной горизонтальной плоскости со скоростью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rPr>
          <w:b w:val="0"/>
          <w:bCs w:val="0"/>
          <w:sz w:val="24"/>
        </w:rPr>
        <w:t xml:space="preserve">=30 см/с и толкает опирающийся на него стержень </w:t>
      </w:r>
      <w:r>
        <w:rPr>
          <w:b w:val="0"/>
          <w:bCs w:val="0"/>
          <w:sz w:val="24"/>
          <w:lang w:val="en-US"/>
        </w:rPr>
        <w:t>CD</w:t>
      </w:r>
      <w:r>
        <w:rPr>
          <w:b w:val="0"/>
          <w:bCs w:val="0"/>
          <w:sz w:val="24"/>
        </w:rPr>
        <w:t>, который перемещается в вертикальных направляющих. Найти скорость точки</w:t>
      </w:r>
      <w:proofErr w:type="gramStart"/>
      <w:r>
        <w:rPr>
          <w:b w:val="0"/>
          <w:bCs w:val="0"/>
          <w:sz w:val="24"/>
        </w:rPr>
        <w:t xml:space="preserve"> С</w:t>
      </w:r>
      <w:proofErr w:type="gramEnd"/>
      <w:r>
        <w:rPr>
          <w:b w:val="0"/>
          <w:bCs w:val="0"/>
          <w:sz w:val="24"/>
        </w:rPr>
        <w:t xml:space="preserve"> с</w:t>
      </w:r>
      <w:r>
        <w:rPr>
          <w:b w:val="0"/>
          <w:bCs w:val="0"/>
          <w:sz w:val="24"/>
        </w:rPr>
        <w:t xml:space="preserve">тержня относительно полуцилиндра и расстояние </w:t>
      </w:r>
      <w:r>
        <w:rPr>
          <w:b w:val="0"/>
          <w:bCs w:val="0"/>
          <w:sz w:val="24"/>
          <w:lang w:val="en-US"/>
        </w:rPr>
        <w:t>CE</w:t>
      </w:r>
      <w:r>
        <w:rPr>
          <w:b w:val="0"/>
          <w:bCs w:val="0"/>
          <w:sz w:val="24"/>
        </w:rPr>
        <w:t xml:space="preserve"> от этой точки до диаметра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 в момент, когда скорость стержня </w:t>
      </w:r>
      <w:r>
        <w:rPr>
          <w:b w:val="0"/>
          <w:bCs w:val="0"/>
          <w:sz w:val="24"/>
          <w:lang w:val="en-US"/>
        </w:rPr>
        <w:t>CD</w:t>
      </w:r>
      <w:r>
        <w:rPr>
          <w:b w:val="0"/>
          <w:bCs w:val="0"/>
          <w:sz w:val="24"/>
        </w:rPr>
        <w:t xml:space="preserve"> будет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>
        <w:rPr>
          <w:b w:val="0"/>
          <w:bCs w:val="0"/>
          <w:sz w:val="24"/>
        </w:rPr>
        <w:t>=40 см/с (рис.).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114300" distR="114300" wp14:anchorId="34ADE11C" wp14:editId="0DA1C5A4">
                <wp:extent cx="6172835" cy="2429510"/>
                <wp:effectExtent l="0" t="0" r="0" b="0"/>
                <wp:docPr id="111" name="Полотно 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428920"/>
                          <a:chOff x="0" y="0"/>
                          <a:chExt cx="0" cy="0"/>
                        </a:xfrm>
                      </wpg:grpSpPr>
                      <wps:wsp>
                        <wps:cNvPr id="112" name="Прямоугольник 112"/>
                        <wps:cNvSpPr/>
                        <wps:spPr>
                          <a:xfrm>
                            <a:off x="0" y="0"/>
                            <a:ext cx="6172200" cy="242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113" name="Группа 113"/>
                        <wpg:cNvGrpSpPr/>
                        <wpg:grpSpPr>
                          <a:xfrm>
                            <a:off x="1600200" y="0"/>
                            <a:ext cx="2971800" cy="2428920"/>
                            <a:chOff x="0" y="0"/>
                            <a:chExt cx="0" cy="0"/>
                          </a:xfrm>
                        </wpg:grpSpPr>
                        <wps:wsp>
                          <wps:cNvPr id="114" name="Прямая соединительная линия 114"/>
                          <wps:cNvCnPr/>
                          <wps:spPr>
                            <a:xfrm flipV="1">
                              <a:off x="2003400" y="1018080"/>
                              <a:ext cx="146160" cy="388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g:grpSp>
                          <wpg:cNvPr id="115" name="Группа 115"/>
                          <wpg:cNvGrpSpPr/>
                          <wpg:grpSpPr>
                            <a:xfrm>
                              <a:off x="0" y="0"/>
                              <a:ext cx="2971800" cy="2428920"/>
                              <a:chOff x="0" y="0"/>
                              <a:chExt cx="0" cy="0"/>
                            </a:xfrm>
                          </wpg:grpSpPr>
                          <wps:wsp>
                            <wps:cNvPr id="116" name="Поле 116"/>
                            <wps:cNvSpPr txBox="1"/>
                            <wps:spPr>
                              <a:xfrm>
                                <a:off x="2143080" y="0"/>
                                <a:ext cx="34308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17" name="Поле 117"/>
                            <wps:cNvSpPr txBox="1"/>
                            <wps:spPr>
                              <a:xfrm>
                                <a:off x="2171880" y="885960"/>
                                <a:ext cx="343080" cy="304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18" name="Поле 118"/>
                            <wps:cNvSpPr txBox="1"/>
                            <wps:spPr>
                              <a:xfrm>
                                <a:off x="409680" y="1343160"/>
                                <a:ext cx="34308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19" name="Поле 119"/>
                            <wps:cNvSpPr txBox="1"/>
                            <wps:spPr>
                              <a:xfrm>
                                <a:off x="2114640" y="133344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20" name="Овал 120"/>
                            <wps:cNvSpPr/>
                            <wps:spPr>
                              <a:xfrm>
                                <a:off x="666720" y="771480"/>
                                <a:ext cx="1566000" cy="1566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121" name="Прямая соединительная линия 121"/>
                            <wps:cNvCnPr/>
                            <wps:spPr>
                              <a:xfrm>
                                <a:off x="0" y="1619280"/>
                                <a:ext cx="29718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2" name="Прямая соединительная линия 122"/>
                            <wps:cNvCnPr/>
                            <wps:spPr>
                              <a:xfrm>
                                <a:off x="285840" y="1571760"/>
                                <a:ext cx="242244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3" name="Прямая соединительная линия 123"/>
                            <wps:cNvCnPr/>
                            <wps:spPr>
                              <a:xfrm>
                                <a:off x="285840" y="1562040"/>
                                <a:ext cx="720" cy="43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4" name="Прямая соединительная линия 124"/>
                            <wps:cNvCnPr/>
                            <wps:spPr>
                              <a:xfrm>
                                <a:off x="2704320" y="1571760"/>
                                <a:ext cx="720" cy="43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5" name="Прямоугольник 125"/>
                            <wps:cNvSpPr/>
                            <wps:spPr>
                              <a:xfrm>
                                <a:off x="324000" y="1628640"/>
                                <a:ext cx="2286000" cy="80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/>
                          </wps:wsp>
                          <wps:wsp>
                            <wps:cNvPr id="126" name="Прямая соединительная линия 126"/>
                            <wps:cNvCnPr/>
                            <wps:spPr>
                              <a:xfrm>
                                <a:off x="1438200" y="762120"/>
                                <a:ext cx="720" cy="810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7" name="Прямая соединительная линия 127"/>
                            <wps:cNvCnPr/>
                            <wps:spPr>
                              <a:xfrm>
                                <a:off x="1438200" y="1076400"/>
                                <a:ext cx="34308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28" name="Поле 128"/>
                            <wps:cNvSpPr txBox="1"/>
                            <wps:spPr>
                              <a:xfrm>
                                <a:off x="1171440" y="168588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29" name="Прямая соединительная линия 129"/>
                            <wps:cNvCnPr/>
                            <wps:spPr>
                              <a:xfrm>
                                <a:off x="2057400" y="162000"/>
                                <a:ext cx="720" cy="8002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0" name="Прямая соединительная линия 130"/>
                            <wps:cNvCnPr/>
                            <wps:spPr>
                              <a:xfrm>
                                <a:off x="2133720" y="162000"/>
                                <a:ext cx="720" cy="8002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1" name="Прямая соединительная линия 131"/>
                            <wps:cNvCnPr/>
                            <wps:spPr>
                              <a:xfrm>
                                <a:off x="2048040" y="162000"/>
                                <a:ext cx="900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2" name="Прямая соединительная линия 132"/>
                            <wps:cNvCnPr/>
                            <wps:spPr>
                              <a:xfrm>
                                <a:off x="2043360" y="1003320"/>
                                <a:ext cx="142920" cy="48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3" name="Прямая соединительная линия 133"/>
                            <wps:cNvCnPr/>
                            <wps:spPr>
                              <a:xfrm>
                                <a:off x="1695600" y="314280"/>
                                <a:ext cx="2286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4" name="Прямая соединительная линия 134"/>
                            <wps:cNvCnPr/>
                            <wps:spPr>
                              <a:xfrm>
                                <a:off x="1695600" y="428760"/>
                                <a:ext cx="2286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5" name="Прямая соединительная линия 135"/>
                            <wps:cNvCnPr/>
                            <wps:spPr>
                              <a:xfrm>
                                <a:off x="2266920" y="428760"/>
                                <a:ext cx="2286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6" name="Прямая соединительная линия 136"/>
                            <wps:cNvCnPr/>
                            <wps:spPr>
                              <a:xfrm>
                                <a:off x="2266920" y="314280"/>
                                <a:ext cx="228600" cy="7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7" name="Прямая соединительная линия 137"/>
                            <wps:cNvCnPr/>
                            <wps:spPr>
                              <a:xfrm>
                                <a:off x="1923480" y="314280"/>
                                <a:ext cx="720" cy="114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8" name="Прямая соединительная линия 138"/>
                            <wps:cNvCnPr/>
                            <wps:spPr>
                              <a:xfrm>
                                <a:off x="2266200" y="314280"/>
                                <a:ext cx="720" cy="114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39" name="Прямая соединительная линия 139"/>
                            <wps:cNvCnPr/>
                            <wps:spPr>
                              <a:xfrm>
                                <a:off x="1447920" y="1085760"/>
                                <a:ext cx="636840" cy="471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40" name="Прямая соединительная линия 140"/>
                            <wps:cNvCnPr/>
                            <wps:spPr>
                              <a:xfrm>
                                <a:off x="2085840" y="1104840"/>
                                <a:ext cx="720" cy="457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41" name="Поле 141"/>
                            <wps:cNvSpPr txBox="1"/>
                            <wps:spPr>
                              <a:xfrm>
                                <a:off x="1847880" y="166680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sz w:val="28"/>
                                      <w:szCs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  <wps:wsp>
                            <wps:cNvPr id="142" name="Полилиния 142"/>
                            <wps:cNvSpPr/>
                            <wps:spPr>
                              <a:xfrm>
                                <a:off x="5763240" y="137630520"/>
                                <a:ext cx="65160" cy="1584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>
                                  <a:path w="181" h="440">
                                    <a:moveTo>
                                      <a:pt x="0" y="0"/>
                                    </a:moveTo>
                                    <a:cubicBezTo>
                                      <a:pt x="64" y="73"/>
                                      <a:pt x="129" y="146"/>
                                      <a:pt x="155" y="220"/>
                                    </a:cubicBezTo>
                                    <a:cubicBezTo>
                                      <a:pt x="180" y="293"/>
                                      <a:pt x="167" y="366"/>
                                      <a:pt x="155" y="439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Полотно 689" editas="canvas" style="margin-left:0pt;margin-top:-191.3pt;width:486pt;height:191.25pt" coordorigin="0,-3826" coordsize="9720,3825">
                <v:shape id="shape_0" stroked="f" style="position:absolute;left:0;top:-3826;width:9719;height:3824;mso-position-vertical:top" type="shapetype_75">
                  <w10:wrap type="none"/>
                  <v:fill o:detectmouseclick="t" on="false"/>
                  <v:stroke color="#3465a4" joinstyle="round" endcap="flat"/>
                </v:shape>
                <v:group id="shape_0" alt="Group 87" editas="canvas" style="left:2520;top:-3826;width:4679;height:3825">
                  <v:line id="shape_0" from="5675,-2223" to="5904,-2163" ID="Line 88" stroked="t" style="position:absolute;flip:y;mso-position-vertical:top">
                    <v:stroke color="black" joinstyle="round" endcap="flat"/>
                    <v:fill o:detectmouseclick="t" on="false"/>
                  </v:line>
                  <v:group id="shape_0" alt="Group 89" editas="canvas" style="left:2520;top:-3826;width:4679;height:3825">
                    <v:shape id="shape_0" ID="Rectangle 90" fillcolor="white" stroked="f" style="position:absolute;left:5895;top:-3826;width:539;height:53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D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shape id="shape_0" ID="Rectangle 91" fillcolor="white" stroked="f" style="position:absolute;left:5940;top:-2431;width:539;height:47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C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shape id="shape_0" ID="Rectangle 92" fillcolor="white" stroked="f" style="position:absolute;left:3165;top:-1711;width:539;height:53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shape id="shape_0" ID="Rectangle 93" fillcolor="white" stroked="f" style="position:absolute;left:5850;top:-1726;width:719;height:53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oval id="shape_0" ID="Oval 94" fillcolor="white" stroked="t" style="position:absolute;left:3570;top:-2611;width:2465;height:2466;mso-position-vertical:top">
                      <w10:wrap type="none"/>
                      <v:fill o:detectmouseclick="t" type="solid" color2="black"/>
                      <v:stroke color="black" joinstyle="round" endcap="flat"/>
                    </v:oval>
                    <v:line id="shape_0" from="2520,-1276" to="7199,-1276" ID="Line 95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2970,-1351" to="6784,-1351" ID="Line 96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2970,-1366" to="2970,-1299" ID="Line 97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6779,-1351" to="6779,-1284" ID="Line 98" stroked="t" style="position:absolute;mso-position-vertical:top">
                      <v:stroke color="black" joinstyle="round" endcap="flat"/>
                      <v:fill o:detectmouseclick="t" on="false"/>
                    </v:line>
                    <v:rect id="shape_0" ID="Rectangle 99" fillcolor="white" stroked="f" style="position:absolute;left:3030;top:-1261;width:3599;height:1259;mso-position-vertical:top">
                      <w10:wrap type="none"/>
                      <v:fill o:detectmouseclick="t" type="solid" color2="black"/>
                      <v:stroke color="#3465a4" joinstyle="round" endcap="flat"/>
                    </v:rect>
                    <v:line id="shape_0" from="4785,-2626" to="4785,-1351" ID="Line 100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4785,-2131" to="5324,-2131" ID="Line 101" stroked="t" style="position:absolute;mso-position-vertical:top">
                      <v:stroke color="black" endarrow="block" endarrowwidth="medium" endarrowlength="medium" joinstyle="round" endcap="flat"/>
                      <v:fill o:detectmouseclick="t" on="false"/>
                    </v:line>
                    <v:shape id="shape_0" ID="Rectangle 102" fillcolor="white" stroked="f" style="position:absolute;left:4365;top:-1171;width:719;height:53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line id="shape_0" from="5760,-3571" to="5760,-2312" ID="Line 103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880,-3571" to="5880,-2312" ID="Line 104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745,-3571" to="5886,-3571" ID="Line 105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738,-2246" to="5962,-2170" ID="Line 106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190,-3331" to="5549,-3331" ID="Line 107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190,-3151" to="5549,-3151" ID="Line 108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6090,-3151" to="6449,-3151" ID="Line 109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6090,-3331" to="6449,-3331" ID="Line 110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549,-3331" to="5549,-3152" ID="Line 111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6089,-3331" to="6089,-3152" ID="Line 112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4800,-2116" to="5802,-1374" ID="Line 113" stroked="t" style="position:absolute;mso-position-vertical:top">
                      <v:stroke color="black" joinstyle="round" endcap="flat"/>
                      <v:fill o:detectmouseclick="t" on="false"/>
                    </v:line>
                    <v:line id="shape_0" from="5805,-2086" to="5805,-1367" ID="Line 114" stroked="t" style="position:absolute;mso-position-vertical:top">
                      <v:stroke color="black" joinstyle="round" endcap="flat"/>
                      <v:fill o:detectmouseclick="t" on="false"/>
                    </v:line>
                    <v:shape id="shape_0" ID="Rectangle 115" fillcolor="white" stroked="f" style="position:absolute;left:5430;top:-1201;width:719;height:539;mso-position-vertical:top" type="shapetype_202">
                      <v:textbox>
                        <w:txbxContent>
                          <w:p>
                            <w:pPr>
                              <w:overflowPunct w:val="fals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b/>
                                <w:sz w:val="28"/>
                                <w:rFonts w:ascii="Calibri" w:hAnsi="Calibri" w:eastAsia="Calibri"/>
                              </w:rPr>
                              <w:t>E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shape>
                    <v:shape id="shape_0" ID="Freeform 116" stroked="t" style="position:absolute;left:5145;top:-1621;width:95;height:248;mso-position-vertical:top">
                      <v:stroke color="black" joinstyle="round" endcap="flat"/>
                      <v:fill o:detectmouseclick="t" on="false"/>
                    </v:shape>
                  </v:group>
                </v:group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5.3. Диск вращается с постоянной угловой скоростью </w:t>
      </w:r>
      <m:oMath>
        <m:r>
          <m:rPr>
            <m:sty m:val="bi"/>
          </m:rPr>
          <w:rPr>
            <w:rFonts w:ascii="Cambria Math" w:hAnsi="Cambria Math"/>
          </w:rPr>
          <m:t>ω</m:t>
        </m:r>
      </m:oMath>
      <w:r>
        <w:rPr>
          <w:b w:val="0"/>
          <w:bCs w:val="0"/>
          <w:sz w:val="24"/>
        </w:rPr>
        <w:t xml:space="preserve">=2 рад/с вокруг оси, перпендикулярной плоскости диска и проходящей через его центр. По прямолинейному пазу </w:t>
      </w:r>
      <w:r>
        <w:rPr>
          <w:b w:val="0"/>
          <w:bCs w:val="0"/>
          <w:sz w:val="24"/>
          <w:lang w:val="en-US"/>
        </w:rPr>
        <w:t>CD</w:t>
      </w:r>
      <w:r>
        <w:rPr>
          <w:b w:val="0"/>
          <w:bCs w:val="0"/>
          <w:sz w:val="24"/>
        </w:rPr>
        <w:t xml:space="preserve"> движется ползун </w:t>
      </w:r>
      <w:r>
        <w:rPr>
          <w:b w:val="0"/>
          <w:bCs w:val="0"/>
          <w:sz w:val="24"/>
          <w:lang w:val="en-US"/>
        </w:rPr>
        <w:t>N</w:t>
      </w:r>
      <w:r>
        <w:rPr>
          <w:b w:val="0"/>
          <w:bCs w:val="0"/>
          <w:sz w:val="24"/>
        </w:rPr>
        <w:t xml:space="preserve"> по закону </w:t>
      </w:r>
      <m:oMath>
        <m:r>
          <m:rPr>
            <m:sty m:val="bi"/>
          </m:rPr>
          <w:rPr>
            <w:rFonts w:ascii="Cambria Math" w:hAnsi="Cambria Math"/>
          </w:rPr>
          <m:t>σ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CN</m:t>
        </m:r>
        <m:r>
          <m:rPr>
            <m:sty m:val="bi"/>
          </m:rP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b w:val="0"/>
          <w:bCs w:val="0"/>
          <w:sz w:val="24"/>
        </w:rPr>
        <w:t xml:space="preserve"> см, расстояние от центра диска до паза </w:t>
      </w:r>
      <w:r>
        <w:rPr>
          <w:b w:val="0"/>
          <w:bCs w:val="0"/>
          <w:sz w:val="24"/>
          <w:lang w:val="en-US"/>
        </w:rPr>
        <w:t>h</w:t>
      </w:r>
      <w:r>
        <w:rPr>
          <w:b w:val="0"/>
          <w:bCs w:val="0"/>
          <w:sz w:val="24"/>
        </w:rPr>
        <w:t xml:space="preserve">=5 см, </w:t>
      </w:r>
      <w:r>
        <w:rPr>
          <w:b w:val="0"/>
          <w:bCs w:val="0"/>
          <w:sz w:val="24"/>
          <w:lang w:val="en-US"/>
        </w:rPr>
        <w:t>CD</w:t>
      </w:r>
      <w:r>
        <w:rPr>
          <w:b w:val="0"/>
          <w:bCs w:val="0"/>
          <w:sz w:val="24"/>
        </w:rPr>
        <w:t xml:space="preserve"> = 24 см. Определить скорость и ускорение ползуна </w:t>
      </w:r>
      <w:r>
        <w:rPr>
          <w:b w:val="0"/>
          <w:bCs w:val="0"/>
          <w:sz w:val="24"/>
          <w:lang w:val="en-US"/>
        </w:rPr>
        <w:t>N</w:t>
      </w:r>
      <w:r>
        <w:rPr>
          <w:b w:val="0"/>
          <w:bCs w:val="0"/>
          <w:sz w:val="24"/>
        </w:rPr>
        <w:t xml:space="preserve"> в моме</w:t>
      </w:r>
      <w:r>
        <w:rPr>
          <w:b w:val="0"/>
          <w:bCs w:val="0"/>
          <w:sz w:val="24"/>
        </w:rPr>
        <w:t xml:space="preserve">нт, когда он достигнет середины паза </w:t>
      </w:r>
      <w:r>
        <w:rPr>
          <w:b w:val="0"/>
          <w:bCs w:val="0"/>
          <w:sz w:val="24"/>
          <w:lang w:val="en-US"/>
        </w:rPr>
        <w:t>E</w:t>
      </w:r>
      <w:r>
        <w:rPr>
          <w:b w:val="0"/>
          <w:bCs w:val="0"/>
          <w:sz w:val="24"/>
        </w:rPr>
        <w:t xml:space="preserve"> (рис.).</w: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  <w:lang w:val="en-US"/>
        </w:rPr>
      </w:pPr>
      <w:r>
        <w:rPr>
          <w:noProof/>
        </w:rPr>
        <mc:AlternateContent>
          <mc:Choice Requires="wpg">
            <w:drawing>
              <wp:inline distT="0" distB="0" distL="114300" distR="114300" wp14:anchorId="1227EF96" wp14:editId="211EFA27">
                <wp:extent cx="6172835" cy="1600835"/>
                <wp:effectExtent l="0" t="0" r="0" b="0"/>
                <wp:docPr id="143" name="Полотно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1600200"/>
                          <a:chOff x="0" y="0"/>
                          <a:chExt cx="0" cy="0"/>
                        </a:xfrm>
                      </wpg:grpSpPr>
                      <wps:wsp>
                        <wps:cNvPr id="144" name="Прямоугольник 144"/>
                        <wps:cNvSpPr/>
                        <wps:spPr>
                          <a:xfrm>
                            <a:off x="0" y="0"/>
                            <a:ext cx="6172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145" name="Группа 145"/>
                        <wpg:cNvGrpSpPr/>
                        <wpg:grpSpPr>
                          <a:xfrm>
                            <a:off x="2543040" y="228600"/>
                            <a:ext cx="1809720" cy="1195560"/>
                            <a:chOff x="0" y="0"/>
                            <a:chExt cx="0" cy="0"/>
                          </a:xfrm>
                        </wpg:grpSpPr>
                        <wps:wsp>
                          <wps:cNvPr id="146" name="Поле 146"/>
                          <wps:cNvSpPr txBox="1"/>
                          <wps:spPr>
                            <a:xfrm>
                              <a:off x="1352520" y="20016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147" name="Поле 147"/>
                          <wps:cNvSpPr txBox="1"/>
                          <wps:spPr>
                            <a:xfrm>
                              <a:off x="0" y="209520"/>
                              <a:ext cx="4572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148" name="Овал 148"/>
                          <wps:cNvSpPr/>
                          <wps:spPr>
                            <a:xfrm>
                              <a:off x="314640" y="0"/>
                              <a:ext cx="1194480" cy="11955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49" name="Прямая соединительная линия 149"/>
                          <wps:cNvCnPr/>
                          <wps:spPr>
                            <a:xfrm>
                              <a:off x="400320" y="295200"/>
                              <a:ext cx="102888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0" name="Прямая соединительная линия 150"/>
                          <wps:cNvCnPr/>
                          <wps:spPr>
                            <a:xfrm>
                              <a:off x="343080" y="409680"/>
                              <a:ext cx="1143000" cy="72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1" name="Овал 151"/>
                          <wps:cNvSpPr/>
                          <wps:spPr>
                            <a:xfrm>
                              <a:off x="921600" y="628560"/>
                              <a:ext cx="50040" cy="50040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52" name="Поле 152"/>
                          <wps:cNvSpPr txBox="1"/>
                          <wps:spPr>
                            <a:xfrm>
                              <a:off x="771840" y="743040"/>
                              <a:ext cx="333360" cy="31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153" name="Полилиния 153"/>
                          <wps:cNvSpPr/>
                          <wps:spPr>
                            <a:xfrm>
                              <a:off x="5791680" y="142962120"/>
                              <a:ext cx="385920" cy="1389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r" b="b"/>
                              <a:pathLst>
                                <a:path w="1072" h="386">
                                  <a:moveTo>
                                    <a:pt x="0" y="385"/>
                                  </a:moveTo>
                                  <a:cubicBezTo>
                                    <a:pt x="67" y="248"/>
                                    <a:pt x="134" y="111"/>
                                    <a:pt x="268" y="55"/>
                                  </a:cubicBezTo>
                                  <a:cubicBezTo>
                                    <a:pt x="402" y="0"/>
                                    <a:pt x="669" y="0"/>
                                    <a:pt x="803" y="55"/>
                                  </a:cubicBezTo>
                                  <a:cubicBezTo>
                                    <a:pt x="937" y="111"/>
                                    <a:pt x="1004" y="248"/>
                                    <a:pt x="1071" y="385"/>
                                  </a:cubicBezTo>
                                </a:path>
                              </a:pathLst>
                            </a:custGeom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54" name="Прямая соединительная линия 154"/>
                          <wps:cNvCnPr/>
                          <wps:spPr>
                            <a:xfrm>
                              <a:off x="1067040" y="590400"/>
                              <a:ext cx="114480" cy="11448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0000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5" name="Прямоугольник 155"/>
                          <wps:cNvSpPr/>
                          <wps:spPr>
                            <a:xfrm>
                              <a:off x="775440" y="295200"/>
                              <a:ext cx="158040" cy="114480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s:wsp>
                          <wps:cNvPr id="156" name="Поле 156"/>
                          <wps:cNvSpPr txBox="1"/>
                          <wps:spPr>
                            <a:xfrm>
                              <a:off x="676440" y="47520"/>
                              <a:ext cx="34308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szCs w:val="2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shape_0" alt="Полотно 658" editas="canvas" style="margin-left:0pt;margin-top:-126.05pt;width:486pt;height:126pt" coordorigin="0,-2521" coordsize="9720,2520">
                <v:shape id="shape_0" stroked="f" style="position:absolute;left:0;top:-2521;width:9719;height:2519;mso-position-vertical:top" type="shapetype_75">
                  <w10:wrap type="none"/>
                  <v:fill o:detectmouseclick="t" on="false"/>
                  <v:stroke color="#3465a4" joinstyle="round" endcap="flat"/>
                </v:shape>
                <v:group id="shape_0" alt="Group 119" editas="canvas" style="left:4005;top:-2161;width:2850;height:1883">
                  <v:shape id="shape_0" ID="Rectangle 120" fillcolor="white" stroked="f" style="position:absolute;left:6135;top:-1846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D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Rectangle 121" fillcolor="white" stroked="f" style="position:absolute;left:4005;top:-1831;width:719;height:53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oval id="shape_0" ID="Oval 122" fillcolor="white" stroked="t" style="position:absolute;left:4500;top:-2161;width:1880;height:1882;mso-position-vertical:top">
                    <w10:wrap type="none"/>
                    <v:fill o:detectmouseclick="t" type="solid" color2="black"/>
                    <v:stroke color="black" joinstyle="round" endcap="flat"/>
                  </v:oval>
                  <v:line id="shape_0" from="4635,-1696" to="6254,-1696" ID="Line 123" stroked="t" style="position:absolute;mso-position-vertical:top">
                    <v:stroke color="black" joinstyle="round" endcap="flat"/>
                    <v:fill o:detectmouseclick="t" on="false"/>
                  </v:line>
                  <v:line id="shape_0" from="4545,-1516" to="6344,-1516" ID="Line 124" stroked="t" style="position:absolute;mso-position-vertical:top">
                    <v:stroke color="black" joinstyle="round" endcap="flat"/>
                    <v:fill o:detectmouseclick="t" on="false"/>
                  </v:line>
                  <v:oval id="shape_0" ID="Oval 125" fillcolor="#333333" stroked="t" style="position:absolute;left:5456;top:-1171;width:78;height:78;mso-position-vertical:top">
                    <w10:wrap type="none"/>
                    <v:fill o:detectmouseclick="t" type="solid" color2="#cccccc"/>
                    <v:stroke color="black" joinstyle="round" endcap="flat"/>
                  </v:oval>
                  <v:shape id="shape_0" ID="Rectangle 126" fillcolor="white" stroked="f" style="position:absolute;left:5220;top:-991;width:524;height:494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sz w:val="28"/>
                              <w:rFonts w:ascii="Calibri" w:hAnsi="Calibri" w:eastAsia="Calibri"/>
                            </w:rPr>
                            <w:t>O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  <v:shape id="shape_0" ID="Freeform 127" stroked="t" style="position:absolute;left:5190;top:-1291;width:606;height:209;mso-position-vertical:top">
                    <v:stroke color="black" joinstyle="round" endcap="flat"/>
                    <v:fill o:detectmouseclick="t" on="false"/>
                  </v:shape>
                  <v:line id="shape_0" from="5685,-1231" to="5864,-1052" ID="Line 128" stroked="t" style="position:absolute;mso-position-vertical:top">
                    <v:stroke color="black" endarrow="block" endarrowwidth="medium" endarrowlength="medium" joinstyle="round" endcap="flat"/>
                    <v:fill o:detectmouseclick="t" on="false"/>
                  </v:line>
                  <v:rect id="shape_0" ID="Rectangle 129" fillcolor="#969696" stroked="t" style="position:absolute;left:5226;top:-1696;width:248;height:179;mso-position-vertical:top">
                    <w10:wrap type="none"/>
                    <v:fill o:detectmouseclick="t" type="solid" color2="#696969"/>
                    <v:stroke color="black" joinstyle="round" endcap="flat"/>
                  </v:rect>
                  <v:shape id="shape_0" ID="Rectangle 130" fillcolor="white" stroked="f" style="position:absolute;left:5070;top:-2086;width:539;height:359;mso-position-vertical:top" type="shapetype_202">
                    <v:textbox>
                      <w:txbxContent>
                        <w:p>
                          <w:pPr>
                            <w:overflowPunct w:val="false"/>
                            <w:spacing w:before="0" w:after="0"/>
                            <w:jc w:val="center"/>
                            <w:rPr/>
                          </w:pPr>
                          <w:r>
                            <w:rPr>
                              <w:szCs w:val="20"/>
                              <w:b/>
                              <w:rFonts w:ascii="Calibri" w:hAnsi="Calibri" w:eastAsia="Calibri"/>
                            </w:rPr>
                            <w:t>N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shape>
                </v:group>
              </v:group>
            </w:pict>
          </mc:Fallback>
        </mc:AlternateConten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5.4. Равнобедренный прямоугольный треугольник </w:t>
      </w:r>
      <w:r>
        <w:rPr>
          <w:b w:val="0"/>
          <w:bCs w:val="0"/>
          <w:sz w:val="24"/>
          <w:lang w:val="en-US"/>
        </w:rPr>
        <w:t>ABC</w:t>
      </w:r>
      <w:r>
        <w:rPr>
          <w:b w:val="0"/>
          <w:bCs w:val="0"/>
          <w:sz w:val="24"/>
        </w:rPr>
        <w:t xml:space="preserve"> вращается вокруг катета </w:t>
      </w:r>
      <w:r>
        <w:rPr>
          <w:b w:val="0"/>
          <w:bCs w:val="0"/>
          <w:sz w:val="24"/>
          <w:lang w:val="en-US"/>
        </w:rPr>
        <w:t>BA</w:t>
      </w:r>
      <w:r>
        <w:rPr>
          <w:b w:val="0"/>
          <w:bCs w:val="0"/>
          <w:sz w:val="24"/>
        </w:rPr>
        <w:t xml:space="preserve"> с постоянным угловым ускорением </w:t>
      </w:r>
      <m:oMath>
        <m:r>
          <m:rPr>
            <m:sty m:val="bi"/>
          </m:rPr>
          <w:rPr>
            <w:rFonts w:ascii="Cambria Math" w:hAnsi="Cambria Math"/>
          </w:rPr>
          <m:t>ε</m:t>
        </m:r>
      </m:oMath>
      <w:r>
        <w:rPr>
          <w:b w:val="0"/>
          <w:bCs w:val="0"/>
          <w:sz w:val="24"/>
        </w:rPr>
        <w:t>=0,5 рад/с</w:t>
      </w:r>
      <w:proofErr w:type="gramStart"/>
      <w:r>
        <w:rPr>
          <w:b w:val="0"/>
          <w:bCs w:val="0"/>
          <w:sz w:val="24"/>
          <w:vertAlign w:val="superscript"/>
        </w:rPr>
        <w:t>2</w:t>
      </w:r>
      <w:proofErr w:type="gramEnd"/>
      <w:r>
        <w:rPr>
          <w:b w:val="0"/>
          <w:bCs w:val="0"/>
          <w:sz w:val="24"/>
        </w:rPr>
        <w:t xml:space="preserve">. Начальная угловая скорость треугольника равна нулю. По гипотенузе треугольника от вершины </w:t>
      </w:r>
      <w:r>
        <w:rPr>
          <w:b w:val="0"/>
          <w:bCs w:val="0"/>
          <w:sz w:val="24"/>
          <w:lang w:val="en-US"/>
        </w:rPr>
        <w:t>B</w:t>
      </w:r>
      <w:r>
        <w:rPr>
          <w:b w:val="0"/>
          <w:bCs w:val="0"/>
          <w:sz w:val="24"/>
        </w:rPr>
        <w:t xml:space="preserve"> к основанию движется точка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по закону </w:t>
      </w:r>
      <m:oMath>
        <m:r>
          <m:rPr>
            <m:sty m:val="bi"/>
          </m:rPr>
          <w:rPr>
            <w:rFonts w:ascii="Cambria Math" w:hAnsi="Cambria Math"/>
          </w:rPr>
          <m:t>σ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BM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20</m:t>
        </m:r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 xml:space="preserve"> см. Определить абсолютное ускорение точки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в момент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= 2 </w:t>
      </w:r>
      <w:r>
        <w:rPr>
          <w:b w:val="0"/>
          <w:bCs w:val="0"/>
          <w:sz w:val="24"/>
          <w:lang w:val="en-US"/>
        </w:rPr>
        <w:t>c</w:t>
      </w:r>
      <w:r>
        <w:rPr>
          <w:b w:val="0"/>
          <w:bCs w:val="0"/>
          <w:sz w:val="24"/>
        </w:rPr>
        <w:t xml:space="preserve"> (рис.).</w:t>
      </w: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36" behindDoc="0" locked="0" layoutInCell="1" allowOverlap="1" wp14:anchorId="3C6F6789" wp14:editId="18E3C38C">
                <wp:simplePos x="0" y="0"/>
                <wp:positionH relativeFrom="column">
                  <wp:posOffset>2286000</wp:posOffset>
                </wp:positionH>
                <wp:positionV relativeFrom="paragraph">
                  <wp:posOffset>76200</wp:posOffset>
                </wp:positionV>
                <wp:extent cx="1610360" cy="2068195"/>
                <wp:effectExtent l="0" t="9525" r="0" b="8890"/>
                <wp:wrapNone/>
                <wp:docPr id="157" name="Группа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560" cy="2067480"/>
                          <a:chOff x="0" y="0"/>
                          <a:chExt cx="0" cy="0"/>
                        </a:xfrm>
                      </wpg:grpSpPr>
                      <wps:wsp>
                        <wps:cNvPr id="158" name="Прямоугольник 158"/>
                        <wps:cNvSpPr/>
                        <wps:spPr>
                          <a:xfrm>
                            <a:off x="885240" y="953640"/>
                            <a:ext cx="230400" cy="300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59" name="Прямоугольник 159"/>
                        <wps:cNvSpPr/>
                        <wps:spPr>
                          <a:xfrm>
                            <a:off x="1366560" y="276120"/>
                            <a:ext cx="230400" cy="301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60" name="Прямоугольник 160"/>
                        <wps:cNvSpPr/>
                        <wps:spPr>
                          <a:xfrm>
                            <a:off x="1378440" y="1724760"/>
                            <a:ext cx="23112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61" name="Прямоугольник 161"/>
                        <wps:cNvSpPr/>
                        <wps:spPr>
                          <a:xfrm>
                            <a:off x="553680" y="1745640"/>
                            <a:ext cx="231120" cy="300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62" name="Прямая соединительная линия 162"/>
                        <wps:cNvCnPr/>
                        <wps:spPr>
                          <a:xfrm flipV="1">
                            <a:off x="385920" y="0"/>
                            <a:ext cx="0" cy="1252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3" name="Прямая соединительная линия 163"/>
                        <wps:cNvCnPr/>
                        <wps:spPr>
                          <a:xfrm>
                            <a:off x="318600" y="1281960"/>
                            <a:ext cx="13896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" name="Прямая соединительная линия 164"/>
                        <wps:cNvCnPr/>
                        <wps:spPr>
                          <a:xfrm>
                            <a:off x="372240" y="1152000"/>
                            <a:ext cx="0" cy="1198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5" name="Прямая соединительная линия 165"/>
                        <wps:cNvCnPr/>
                        <wps:spPr>
                          <a:xfrm>
                            <a:off x="399960" y="1152000"/>
                            <a:ext cx="0" cy="1198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6" name="Прямая соединительная линия 166"/>
                        <wps:cNvCnPr/>
                        <wps:spPr>
                          <a:xfrm>
                            <a:off x="0" y="1040040"/>
                            <a:ext cx="3823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7" name="Прямая соединительная линия 167"/>
                        <wps:cNvCnPr/>
                        <wps:spPr>
                          <a:xfrm flipV="1">
                            <a:off x="3240" y="254520"/>
                            <a:ext cx="383040" cy="779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8" name="Овал 168"/>
                        <wps:cNvSpPr/>
                        <wps:spPr>
                          <a:xfrm>
                            <a:off x="1072440" y="1096560"/>
                            <a:ext cx="32400" cy="54000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9" name="Прямая соединительная линия 169"/>
                        <wps:cNvCnPr/>
                        <wps:spPr>
                          <a:xfrm flipH="1">
                            <a:off x="117360" y="643320"/>
                            <a:ext cx="76320" cy="1555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0" name="Прямая соединительная линия 170"/>
                        <wps:cNvCnPr/>
                        <wps:spPr>
                          <a:xfrm>
                            <a:off x="368280" y="29880"/>
                            <a:ext cx="0" cy="141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1" name="Прямая соединительная линия 171"/>
                        <wps:cNvCnPr/>
                        <wps:spPr>
                          <a:xfrm>
                            <a:off x="403920" y="29880"/>
                            <a:ext cx="0" cy="141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631" editas="canvas" style="margin-left:179.95pt;margin-top:6pt;width:126.75pt;height:162.85pt" coordorigin="3599,120" coordsize="2535,3257">
                <v:rect id="shape_0" ID="Rectangle 789" fillcolor="white" stroked="f" style="position:absolute;left:4994;top:1622;width:362;height:47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790" fillcolor="white" stroked="f" style="position:absolute;left:5752;top:555;width:362;height:47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791" fillcolor="white" stroked="f" style="position:absolute;left:5771;top:2836;width:363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792" fillcolor="white" stroked="f" style="position:absolute;left:4472;top:2869;width:363;height:47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4208,120" to="4208,2091" ID="Line 793" stroked="t" style="position:absolute;flip:y">
                  <v:stroke color="black" weight="9360" joinstyle="round" endcap="flat"/>
                  <v:fill o:detectmouseclick="t" on="false"/>
                </v:line>
                <v:line id="shape_0" from="4102,2139" to="4320,2139" ID="Line 794" stroked="t" style="position:absolute">
                  <v:stroke color="black" weight="9360" joinstyle="round" endcap="flat"/>
                  <v:fill o:detectmouseclick="t" on="false"/>
                </v:line>
                <v:line id="shape_0" from="4186,1934" to="4186,2122" ID="Line 795" stroked="t" style="position:absolute">
                  <v:stroke color="black" weight="9360" joinstyle="round" endcap="flat"/>
                  <v:fill o:detectmouseclick="t" on="false"/>
                </v:line>
                <v:line id="shape_0" from="4230,1934" to="4230,2122" ID="Line 796" stroked="t" style="position:absolute">
                  <v:stroke color="black" weight="9360" joinstyle="round" endcap="flat"/>
                  <v:fill o:detectmouseclick="t" on="false"/>
                </v:line>
                <v:line id="shape_0" from="3600,1758" to="4201,1758" ID="Line 797" stroked="t" style="position:absolute">
                  <v:stroke color="black" weight="9360" joinstyle="round" endcap="flat"/>
                  <v:fill o:detectmouseclick="t" on="false"/>
                </v:line>
                <v:line id="shape_0" from="3605,521" to="4207,1747" ID="Line 798" stroked="t" style="position:absolute;flip:y">
                  <v:stroke color="black" weight="9360" joinstyle="round" endcap="flat"/>
                  <v:fill o:detectmouseclick="t" on="false"/>
                </v:line>
                <v:oval id="shape_0" ID="Oval 799" fillcolor="#333333" stroked="t" style="position:absolute;left:5289;top:1847;width:50;height:84">
                  <w10:wrap type="none"/>
                  <v:fill o:detectmouseclick="t" type="solid" color2="#cccccc"/>
                  <v:stroke color="black" weight="9360" joinstyle="round" endcap="flat"/>
                </v:oval>
                <v:line id="shape_0" from="3785,1133" to="3904,1377" ID="Line 800" stroked="t" style="position:absolute;flip:x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4180,167" to="4180,389" ID="Line 801" stroked="t" style="position:absolute">
                  <v:stroke color="black" weight="9360" joinstyle="round" endcap="flat"/>
                  <v:fill o:detectmouseclick="t" on="false"/>
                </v:line>
                <v:line id="shape_0" from="4236,167" to="4236,389" ID="Line 802" stroked="t" style="position:absolute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5.5. Кривошип </w:t>
      </w:r>
      <w:r>
        <w:rPr>
          <w:b w:val="0"/>
          <w:bCs w:val="0"/>
          <w:sz w:val="24"/>
          <w:lang w:val="en-US"/>
        </w:rPr>
        <w:t>O</w:t>
      </w:r>
      <w:r>
        <w:rPr>
          <w:b w:val="0"/>
          <w:bCs w:val="0"/>
          <w:sz w:val="24"/>
          <w:vertAlign w:val="subscript"/>
        </w:rPr>
        <w:t>1</w:t>
      </w:r>
      <w:r>
        <w:rPr>
          <w:b w:val="0"/>
          <w:bCs w:val="0"/>
          <w:sz w:val="24"/>
          <w:lang w:val="en-US"/>
        </w:rPr>
        <w:t>A</w:t>
      </w:r>
      <w:r>
        <w:rPr>
          <w:b w:val="0"/>
          <w:bCs w:val="0"/>
          <w:sz w:val="24"/>
        </w:rPr>
        <w:t xml:space="preserve"> = 0,5 м шарнирного параллелограмма </w:t>
      </w:r>
      <w:r>
        <w:rPr>
          <w:b w:val="0"/>
          <w:bCs w:val="0"/>
          <w:sz w:val="24"/>
          <w:lang w:val="en-US"/>
        </w:rPr>
        <w:t>O</w:t>
      </w:r>
      <w:r>
        <w:rPr>
          <w:b w:val="0"/>
          <w:bCs w:val="0"/>
          <w:sz w:val="24"/>
          <w:vertAlign w:val="subscript"/>
        </w:rPr>
        <w:t>1</w:t>
      </w:r>
      <w:r>
        <w:rPr>
          <w:b w:val="0"/>
          <w:bCs w:val="0"/>
          <w:sz w:val="24"/>
          <w:lang w:val="en-US"/>
        </w:rPr>
        <w:t>ABO</w:t>
      </w:r>
      <w:r>
        <w:rPr>
          <w:b w:val="0"/>
          <w:bCs w:val="0"/>
          <w:sz w:val="24"/>
          <w:vertAlign w:val="subscript"/>
        </w:rPr>
        <w:t>2</w:t>
      </w:r>
      <w:r>
        <w:rPr>
          <w:b w:val="0"/>
          <w:bCs w:val="0"/>
          <w:sz w:val="24"/>
        </w:rPr>
        <w:t xml:space="preserve"> вращается вокруг неподвижной оси </w:t>
      </w:r>
      <w:r>
        <w:rPr>
          <w:b w:val="0"/>
          <w:bCs w:val="0"/>
          <w:sz w:val="24"/>
          <w:lang w:val="en-US"/>
        </w:rPr>
        <w:t>O</w:t>
      </w:r>
      <w:r>
        <w:rPr>
          <w:b w:val="0"/>
          <w:bCs w:val="0"/>
          <w:sz w:val="24"/>
          <w:vertAlign w:val="subscript"/>
        </w:rPr>
        <w:t>1</w:t>
      </w:r>
      <w:r>
        <w:rPr>
          <w:b w:val="0"/>
          <w:bCs w:val="0"/>
          <w:sz w:val="24"/>
        </w:rPr>
        <w:t xml:space="preserve"> с угловой скоростью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 xml:space="preserve"> рад/с. Вдоль стороны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 этого </w:t>
      </w:r>
      <w:r>
        <w:rPr>
          <w:b w:val="0"/>
          <w:bCs w:val="0"/>
          <w:sz w:val="24"/>
        </w:rPr>
        <w:lastRenderedPageBreak/>
        <w:t xml:space="preserve">параллелограмма перемещается ползун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, по закону </w:t>
      </w:r>
      <m:oMath>
        <m:r>
          <m:rPr>
            <m:lit/>
            <m:nor/>
          </m:rPr>
          <w:rPr>
            <w:rFonts w:ascii="Cambria Math" w:hAnsi="Cambria Math"/>
          </w:rPr>
          <m:t>AM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s</m:t>
        </m:r>
        <m:r>
          <m:rPr>
            <m:sty m:val="bi"/>
          </m:rPr>
          <w:rPr>
            <w:rFonts w:ascii="Cambria Math" w:hAnsi="Cambria Math"/>
          </w:rPr>
          <m:t>=5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b w:val="0"/>
          <w:bCs w:val="0"/>
          <w:sz w:val="24"/>
        </w:rPr>
        <w:t xml:space="preserve"> (</w:t>
      </w:r>
      <w:r>
        <w:rPr>
          <w:b w:val="0"/>
          <w:bCs w:val="0"/>
          <w:sz w:val="24"/>
          <w:lang w:val="en-US"/>
        </w:rPr>
        <w:t>s</w:t>
      </w:r>
      <w:r>
        <w:rPr>
          <w:b w:val="0"/>
          <w:bCs w:val="0"/>
          <w:sz w:val="24"/>
        </w:rPr>
        <w:t xml:space="preserve"> выражено в метрах,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– в секундах). Опр</w:t>
      </w:r>
      <w:r>
        <w:rPr>
          <w:b w:val="0"/>
          <w:bCs w:val="0"/>
          <w:sz w:val="24"/>
        </w:rPr>
        <w:t xml:space="preserve">еделить абсолютное ускорение ползуна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в момент времени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= 2 </w:t>
      </w:r>
      <w:r>
        <w:rPr>
          <w:b w:val="0"/>
          <w:bCs w:val="0"/>
          <w:sz w:val="24"/>
          <w:lang w:val="en-US"/>
        </w:rPr>
        <w:t>c</w:t>
      </w:r>
      <w:r>
        <w:rPr>
          <w:b w:val="0"/>
          <w:bCs w:val="0"/>
          <w:sz w:val="24"/>
        </w:rPr>
        <w:t xml:space="preserve">, если угол </w:t>
      </w:r>
      <m:oMath>
        <m:r>
          <m:rPr>
            <m:sty m:val="bi"/>
          </m:rPr>
          <w:rPr>
            <w:rFonts w:ascii="Cambria Math" w:hAnsi="Cambria Math"/>
          </w:rPr>
          <m:t>ϕ</m:t>
        </m:r>
      </m:oMath>
      <w:r>
        <w:rPr>
          <w:b w:val="0"/>
          <w:bCs w:val="0"/>
          <w:sz w:val="24"/>
        </w:rPr>
        <w:t xml:space="preserve"> (&lt; </w:t>
      </w:r>
      <w:r>
        <w:rPr>
          <w:b w:val="0"/>
          <w:bCs w:val="0"/>
          <w:sz w:val="24"/>
          <w:lang w:val="en-US"/>
        </w:rPr>
        <w:t>AO</w:t>
      </w:r>
      <w:r>
        <w:rPr>
          <w:b w:val="0"/>
          <w:bCs w:val="0"/>
          <w:sz w:val="24"/>
          <w:vertAlign w:val="subscript"/>
        </w:rPr>
        <w:t>1</w:t>
      </w:r>
      <w:r>
        <w:rPr>
          <w:b w:val="0"/>
          <w:bCs w:val="0"/>
          <w:sz w:val="24"/>
          <w:lang w:val="en-US"/>
        </w:rPr>
        <w:t>O</w:t>
      </w:r>
      <w:r>
        <w:rPr>
          <w:b w:val="0"/>
          <w:bCs w:val="0"/>
          <w:sz w:val="24"/>
          <w:vertAlign w:val="subscript"/>
        </w:rPr>
        <w:t>2</w:t>
      </w:r>
      <w:r>
        <w:rPr>
          <w:b w:val="0"/>
          <w:bCs w:val="0"/>
          <w:sz w:val="24"/>
        </w:rPr>
        <w:t>) в этот момент равен 30</w:t>
      </w:r>
      <w:r>
        <w:rPr>
          <w:b w:val="0"/>
          <w:bCs w:val="0"/>
          <w:sz w:val="24"/>
          <w:vertAlign w:val="superscript"/>
        </w:rPr>
        <w:t xml:space="preserve">0 </w:t>
      </w:r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5.6.  Полудиск радиусом </w:t>
      </w:r>
      <w:r>
        <w:rPr>
          <w:b w:val="0"/>
          <w:bCs w:val="0"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 = 40 см вращается с постоянной угловой скоростью </w:t>
      </w:r>
      <m:oMath>
        <m:r>
          <m:rPr>
            <m:sty m:val="bi"/>
          </m:rPr>
          <w:rPr>
            <w:rFonts w:ascii="Cambria Math" w:hAnsi="Cambria Math"/>
          </w:rPr>
          <m:t>ω</m:t>
        </m:r>
      </m:oMath>
      <w:r>
        <w:rPr>
          <w:b w:val="0"/>
          <w:bCs w:val="0"/>
          <w:sz w:val="24"/>
        </w:rPr>
        <w:t xml:space="preserve">=0,5 рад/с вокруг диаметра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. По окружности полудиска движется точка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по закону </w:t>
      </w:r>
      <m:oMath>
        <m:r>
          <m:rPr>
            <m:sty m:val="bi"/>
          </m:rPr>
          <w:rPr>
            <w:rFonts w:ascii="Cambria Math" w:hAnsi="Cambria Math"/>
          </w:rPr>
          <m:t>s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AM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10</m:t>
        </m:r>
        <m:r>
          <m:rPr>
            <m:sty m:val="bi"/>
          </m:rPr>
          <w:rPr>
            <w:rFonts w:ascii="Cambria Math" w:hAnsi="Cambria Math"/>
          </w:rPr>
          <m:t>π</m:t>
        </m:r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t</m:t>
        </m:r>
      </m:oMath>
      <w:r>
        <w:rPr>
          <w:b w:val="0"/>
          <w:bCs w:val="0"/>
          <w:sz w:val="24"/>
        </w:rPr>
        <w:t xml:space="preserve"> (</w:t>
      </w:r>
      <w:r>
        <w:rPr>
          <w:b w:val="0"/>
          <w:bCs w:val="0"/>
          <w:sz w:val="24"/>
          <w:lang w:val="en-US"/>
        </w:rPr>
        <w:t>s</w:t>
      </w:r>
      <w:r>
        <w:rPr>
          <w:b w:val="0"/>
          <w:bCs w:val="0"/>
          <w:sz w:val="24"/>
        </w:rPr>
        <w:t xml:space="preserve"> выражено в сантиметрах,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– в секундах). Определить абсолютное ускорение точки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в момент времени </w:t>
      </w:r>
      <w:r>
        <w:rPr>
          <w:b w:val="0"/>
          <w:bCs w:val="0"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 = 1 </w:t>
      </w:r>
      <w:r>
        <w:rPr>
          <w:b w:val="0"/>
          <w:bCs w:val="0"/>
          <w:sz w:val="24"/>
          <w:lang w:val="en-US"/>
        </w:rPr>
        <w:t>c</w:t>
      </w:r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ind w:left="540" w:hanging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5.7. Трассы двух воздушных лайнеров пересекаются над посёлком </w:t>
      </w:r>
      <w:r>
        <w:rPr>
          <w:b w:val="0"/>
          <w:bCs w:val="0"/>
          <w:sz w:val="24"/>
          <w:lang w:val="en-US"/>
        </w:rPr>
        <w:t>A</w:t>
      </w:r>
      <w:r>
        <w:rPr>
          <w:b w:val="0"/>
          <w:bCs w:val="0"/>
          <w:sz w:val="24"/>
        </w:rPr>
        <w:t>. Первый лайнер</w:t>
      </w:r>
      <w:r>
        <w:rPr>
          <w:b w:val="0"/>
          <w:bCs w:val="0"/>
          <w:sz w:val="24"/>
        </w:rPr>
        <w:t xml:space="preserve"> летит точно на север, второй лайнер – на юго-восток. Скорости обоих лайнеров численно равны. Определить, чему равна и как направлена в этот момент скорость второго лайнера относительно первого.     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 xml:space="preserve">Тема 6. Динамика материальной точки 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Материальная точк</w:t>
      </w:r>
      <w:r>
        <w:rPr>
          <w:b w:val="0"/>
          <w:bCs w:val="0"/>
          <w:sz w:val="24"/>
        </w:rPr>
        <w:t xml:space="preserve">а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движется в плоскости </w:t>
      </w:r>
      <w:r>
        <w:rPr>
          <w:i/>
          <w:iCs/>
          <w:sz w:val="24"/>
          <w:lang w:val="en-US"/>
        </w:rPr>
        <w:t>xy</w:t>
      </w:r>
      <w:r>
        <w:rPr>
          <w:b w:val="0"/>
          <w:bCs w:val="0"/>
          <w:sz w:val="24"/>
        </w:rPr>
        <w:t>. Закон движения задан в виде</w:t>
      </w:r>
    </w:p>
    <w:p w:rsidR="001B1757" w:rsidRPr="00BA221C" w:rsidRDefault="005267B0">
      <w:pPr>
        <w:pStyle w:val="afa"/>
        <w:tabs>
          <w:tab w:val="clear" w:pos="993"/>
        </w:tabs>
        <w:rPr>
          <w:b w:val="0"/>
          <w:bCs w:val="0"/>
          <w:sz w:val="24"/>
          <w:lang w:val="en-US"/>
        </w:rPr>
      </w:pP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lit/>
            <m:nor/>
          </m:rPr>
          <w:rPr>
            <w:rFonts w:ascii="Cambria Math" w:hAnsi="Cambria Math"/>
            <w:lang w:val="en-US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kt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ε</m:t>
            </m:r>
          </m:e>
        </m:d>
      </m:oMath>
      <w:r w:rsidRPr="00BA221C">
        <w:rPr>
          <w:b w:val="0"/>
          <w:bCs w:val="0"/>
          <w:sz w:val="24"/>
          <w:lang w:val="en-US"/>
        </w:rPr>
        <w:t xml:space="preserve">,    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  <w:lang w:val="en-US"/>
          </w:rPr>
          <m:t>=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lit/>
            <m:nor/>
          </m:rPr>
          <w:rPr>
            <w:rFonts w:ascii="Cambria Math" w:hAnsi="Cambria Math"/>
            <w:lang w:val="en-US"/>
          </w:rPr>
          <m:t>sin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lit/>
                <m:nor/>
              </m:rPr>
              <w:rPr>
                <w:rFonts w:ascii="Cambria Math" w:hAnsi="Cambria Math"/>
                <w:lang w:val="en-US"/>
              </w:rPr>
              <m:t>kt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>+</m:t>
        </m:r>
        <m:r>
          <m:rPr>
            <m:sty m:val="bi"/>
          </m:rPr>
          <w:rPr>
            <w:rFonts w:ascii="Cambria Math" w:hAnsi="Cambria Math"/>
          </w:rPr>
          <m:t>c</m:t>
        </m:r>
      </m:oMath>
      <w:r w:rsidRPr="00BA221C">
        <w:rPr>
          <w:b w:val="0"/>
          <w:bCs w:val="0"/>
          <w:sz w:val="24"/>
          <w:lang w:val="en-US"/>
        </w:rPr>
        <w:t>,</w:t>
      </w:r>
    </w:p>
    <w:p w:rsidR="001B1757" w:rsidRDefault="005267B0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где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ε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δ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c</m:t>
        </m:r>
      </m:oMath>
      <w:r>
        <w:rPr>
          <w:b w:val="0"/>
          <w:bCs w:val="0"/>
          <w:sz w:val="24"/>
        </w:rPr>
        <w:t xml:space="preserve"> – любые постоянные параметры. Найти силу, под действием которой происходит это движение.</w:t>
      </w:r>
    </w:p>
    <w:p w:rsidR="001B1757" w:rsidRDefault="001B1757">
      <w:pPr>
        <w:pStyle w:val="afa"/>
        <w:tabs>
          <w:tab w:val="clear" w:pos="993"/>
        </w:tabs>
        <w:jc w:val="left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Материальная точка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движется по окру</w:t>
      </w:r>
      <w:r>
        <w:rPr>
          <w:b w:val="0"/>
          <w:bCs w:val="0"/>
          <w:sz w:val="24"/>
        </w:rPr>
        <w:t xml:space="preserve">жности радиуса </w:t>
      </w:r>
      <w:r>
        <w:rPr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 с постоянной скоростью </w:t>
      </w:r>
      <m:oMath>
        <m:r>
          <m:rPr>
            <m:sty m:val="bi"/>
          </m:rPr>
          <w:rPr>
            <w:rFonts w:ascii="Cambria Math" w:hAnsi="Cambria Math"/>
          </w:rPr>
          <m:t>υ</m:t>
        </m:r>
      </m:oMath>
      <w:r>
        <w:rPr>
          <w:b w:val="0"/>
          <w:bCs w:val="0"/>
          <w:sz w:val="24"/>
        </w:rPr>
        <w:t>. Найти силу, под действием которой происходит такое движение.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Материальная точка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движется по гладкой плоскости. Её полярные координаты </w:t>
      </w:r>
      <w:r>
        <w:rPr>
          <w:b w:val="0"/>
          <w:bCs w:val="0"/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ϕ</m:t>
        </m:r>
      </m:oMath>
      <w:r>
        <w:rPr>
          <w:b w:val="0"/>
          <w:bCs w:val="0"/>
          <w:sz w:val="24"/>
        </w:rPr>
        <w:t xml:space="preserve"> изменяются по закону</w:t>
      </w:r>
    </w:p>
    <w:p w:rsidR="001B1757" w:rsidRDefault="005267B0">
      <w:pPr>
        <w:pStyle w:val="afa"/>
        <w:tabs>
          <w:tab w:val="clear" w:pos="993"/>
        </w:tabs>
        <w:rPr>
          <w:b w:val="0"/>
          <w:bCs w:val="0"/>
          <w:sz w:val="24"/>
        </w:rPr>
      </w:pPr>
      <m:oMath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at</m:t>
        </m:r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b</m:t>
        </m:r>
      </m:oMath>
      <w:r>
        <w:rPr>
          <w:b w:val="0"/>
          <w:bCs w:val="0"/>
          <w:sz w:val="24"/>
        </w:rPr>
        <w:t xml:space="preserve">,    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ct</m:t>
        </m:r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d</m:t>
        </m:r>
      </m:oMath>
      <w:r>
        <w:rPr>
          <w:b w:val="0"/>
          <w:bCs w:val="0"/>
          <w:sz w:val="24"/>
        </w:rPr>
        <w:t>,</w:t>
      </w:r>
    </w:p>
    <w:p w:rsidR="001B1757" w:rsidRDefault="005267B0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где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c</m:t>
        </m:r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d</m:t>
        </m:r>
      </m:oMath>
      <w:r>
        <w:rPr>
          <w:b w:val="0"/>
          <w:bCs w:val="0"/>
          <w:sz w:val="24"/>
        </w:rPr>
        <w:t xml:space="preserve"> – положительные постоянные. Определить силу, под действием которой происходит это движение.</w:t>
      </w:r>
    </w:p>
    <w:p w:rsidR="001B1757" w:rsidRDefault="001B1757">
      <w:pPr>
        <w:pStyle w:val="afa"/>
        <w:tabs>
          <w:tab w:val="clear" w:pos="993"/>
        </w:tabs>
        <w:ind w:left="108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Исследовать движение материальной точки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массы </w:t>
      </w:r>
      <w:r>
        <w:rPr>
          <w:i/>
          <w:iCs/>
          <w:sz w:val="24"/>
          <w:lang w:val="en-US"/>
        </w:rPr>
        <w:t>m</w:t>
      </w:r>
      <w:r>
        <w:rPr>
          <w:i/>
          <w:iCs/>
          <w:sz w:val="24"/>
        </w:rPr>
        <w:t xml:space="preserve"> </w:t>
      </w:r>
      <w:r>
        <w:rPr>
          <w:b w:val="0"/>
          <w:bCs w:val="0"/>
          <w:sz w:val="24"/>
        </w:rPr>
        <w:t>под действием силы тяжести. Сопротивлением атмосферы пренебречь.</w:t>
      </w: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2" behindDoc="0" locked="0" layoutInCell="1" allowOverlap="1" wp14:anchorId="74D17DFD" wp14:editId="23DB5297">
                <wp:simplePos x="0" y="0"/>
                <wp:positionH relativeFrom="column">
                  <wp:posOffset>1257300</wp:posOffset>
                </wp:positionH>
                <wp:positionV relativeFrom="paragraph">
                  <wp:posOffset>36195</wp:posOffset>
                </wp:positionV>
                <wp:extent cx="3610610" cy="1600835"/>
                <wp:effectExtent l="0" t="2540" r="0" b="0"/>
                <wp:wrapNone/>
                <wp:docPr id="172" name="Группа 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0080" cy="1600200"/>
                          <a:chOff x="0" y="0"/>
                          <a:chExt cx="0" cy="0"/>
                        </a:xfrm>
                      </wpg:grpSpPr>
                      <wps:wsp>
                        <wps:cNvPr id="173" name="Прямоугольник 173"/>
                        <wps:cNvSpPr/>
                        <wps:spPr>
                          <a:xfrm>
                            <a:off x="1967760" y="419040"/>
                            <a:ext cx="307440" cy="285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74" name="Прямоугольник 174"/>
                        <wps:cNvSpPr/>
                        <wps:spPr>
                          <a:xfrm>
                            <a:off x="1650960" y="390600"/>
                            <a:ext cx="342360" cy="35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5" name="Прямоугольник 175"/>
                        <wps:cNvSpPr/>
                        <wps:spPr>
                          <a:xfrm>
                            <a:off x="1745640" y="733320"/>
                            <a:ext cx="351720" cy="300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6" name="Прямоугольник 176"/>
                        <wps:cNvSpPr/>
                        <wps:spPr>
                          <a:xfrm>
                            <a:off x="1137960" y="867240"/>
                            <a:ext cx="307440" cy="285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77" name="Прямоугольник 177"/>
                        <wps:cNvSpPr/>
                        <wps:spPr>
                          <a:xfrm>
                            <a:off x="367560" y="1315080"/>
                            <a:ext cx="307800" cy="285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78" name="Прямоугольник 178"/>
                        <wps:cNvSpPr/>
                        <wps:spPr>
                          <a:xfrm>
                            <a:off x="1146240" y="0"/>
                            <a:ext cx="307800" cy="313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79" name="Прямоугольник 179"/>
                        <wps:cNvSpPr/>
                        <wps:spPr>
                          <a:xfrm>
                            <a:off x="3302640" y="1010160"/>
                            <a:ext cx="307440" cy="285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80" name="Прямая соединительная линия 180"/>
                        <wps:cNvCnPr/>
                        <wps:spPr>
                          <a:xfrm flipV="1">
                            <a:off x="465480" y="48960"/>
                            <a:ext cx="0" cy="518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1" name="Прямая соединительная линия 181"/>
                        <wps:cNvCnPr/>
                        <wps:spPr>
                          <a:xfrm>
                            <a:off x="465480" y="567720"/>
                            <a:ext cx="11646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2" name="Прямая соединительная линия 182"/>
                        <wps:cNvCnPr/>
                        <wps:spPr>
                          <a:xfrm flipH="1">
                            <a:off x="0" y="567720"/>
                            <a:ext cx="465480" cy="259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3" name="Полилиния 183"/>
                        <wps:cNvSpPr/>
                        <wps:spPr>
                          <a:xfrm>
                            <a:off x="1403280" y="571680"/>
                            <a:ext cx="1950120" cy="457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0" h="900">
                                <a:moveTo>
                                  <a:pt x="0" y="900"/>
                                </a:moveTo>
                                <a:cubicBezTo>
                                  <a:pt x="435" y="450"/>
                                  <a:pt x="870" y="0"/>
                                  <a:pt x="1260" y="0"/>
                                </a:cubicBezTo>
                                <a:cubicBezTo>
                                  <a:pt x="1650" y="0"/>
                                  <a:pt x="2160" y="750"/>
                                  <a:pt x="2340" y="90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4" name="Прямая соединительная линия 184"/>
                        <wps:cNvCnPr/>
                        <wps:spPr>
                          <a:xfrm flipV="1">
                            <a:off x="465480" y="308520"/>
                            <a:ext cx="349200" cy="259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5" name="Полилиния 185"/>
                        <wps:cNvSpPr/>
                        <wps:spPr>
                          <a:xfrm>
                            <a:off x="1711440" y="800640"/>
                            <a:ext cx="102240" cy="227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" h="360">
                                <a:moveTo>
                                  <a:pt x="0" y="0"/>
                                </a:moveTo>
                                <a:cubicBezTo>
                                  <a:pt x="150" y="60"/>
                                  <a:pt x="300" y="120"/>
                                  <a:pt x="360" y="180"/>
                                </a:cubicBezTo>
                                <a:cubicBezTo>
                                  <a:pt x="420" y="240"/>
                                  <a:pt x="360" y="330"/>
                                  <a:pt x="36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6" name="Овал 186"/>
                        <wps:cNvSpPr/>
                        <wps:spPr>
                          <a:xfrm>
                            <a:off x="2027520" y="638280"/>
                            <a:ext cx="48240" cy="532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616" editas="canvas" style="margin-left:99pt;margin-top:2.85pt;width:284.25pt;height:126pt" coordorigin="1980,57" coordsize="5685,2520">
                <v:rect id="shape_0" ID="Rectangle 132" fillcolor="white" stroked="f" style="position:absolute;left:5079;top:717;width:483;height:44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33" fillcolor="white" stroked="f" style="position:absolute;left:4580;top:672;width:538;height:554">
                  <w10:wrap type="none"/>
                  <v:fill o:detectmouseclick="t" type="solid" color2="black"/>
                  <v:stroke color="#3465a4" joinstyle="round" endcap="flat"/>
                </v:rect>
                <v:rect id="shape_0" ID="Rectangle 134" fillcolor="white" stroked="f" style="position:absolute;left:4729;top:1212;width:553;height:473">
                  <w10:wrap type="none"/>
                  <v:fill o:detectmouseclick="t" type="solid" color2="black"/>
                  <v:stroke color="#3465a4" joinstyle="round" endcap="flat"/>
                </v:rect>
                <v:rect id="shape_0" ID="Rectangle 135" fillcolor="white" stroked="f" style="position:absolute;left:3772;top:1423;width:483;height:44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36" fillcolor="white" stroked="f" style="position:absolute;left:2559;top:2128;width:484;height:44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z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37" fillcolor="white" stroked="f" style="position:absolute;left:3785;top:57;width:484;height:49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38" fillcolor="white" stroked="f" style="position:absolute;left:7181;top:1648;width:483;height:44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713,134" to="2713,950" ID="Line 139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713,951" to="4546,951" ID="Line 140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1980,951" to="2712,1358" ID="Line 141" stroked="t" style="position:absolute;flip:x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713,543" to="3262,950" ID="Line 143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oval id="shape_0" ID="Oval 145" fillcolor="black" stroked="t" style="position:absolute;left:5173;top:1062;width:75;height:83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На материальную точку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действует сила отталкивания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</m:sSub>
      </m:oMath>
      <w:r>
        <w:rPr>
          <w:b w:val="0"/>
          <w:bCs w:val="0"/>
          <w:sz w:val="24"/>
        </w:rPr>
        <w:t xml:space="preserve">, пропорциональная координате </w:t>
      </w:r>
      <w:r>
        <w:rPr>
          <w:b w:val="0"/>
          <w:bCs w:val="0"/>
          <w:sz w:val="24"/>
          <w:lang w:val="en-US"/>
        </w:rPr>
        <w:t>x</w:t>
      </w:r>
      <w:r>
        <w:rPr>
          <w:b w:val="0"/>
          <w:bCs w:val="0"/>
          <w:sz w:val="24"/>
        </w:rPr>
        <w:t xml:space="preserve"> и равная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cx</m:t>
        </m:r>
      </m:oMath>
      <w:r>
        <w:rPr>
          <w:b w:val="0"/>
          <w:bCs w:val="0"/>
          <w:sz w:val="24"/>
        </w:rPr>
        <w:t xml:space="preserve">, где </w:t>
      </w:r>
      <w:r>
        <w:rPr>
          <w:b w:val="0"/>
          <w:bCs w:val="0"/>
          <w:sz w:val="24"/>
          <w:lang w:val="en-US"/>
        </w:rPr>
        <w:t>c</w:t>
      </w:r>
      <w:r>
        <w:rPr>
          <w:b w:val="0"/>
          <w:bCs w:val="0"/>
          <w:sz w:val="24"/>
        </w:rPr>
        <w:t xml:space="preserve"> – коэффициент пропорциональности. Найти движение точки, если в начальный момент </w:t>
      </w:r>
      <m:oMath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>:    1)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 и </w:t>
      </w:r>
      <m:oMath>
        <m:acc>
          <m:accPr>
            <m:chr m:val="˙"/>
            <m:ctrlPr>
              <w:rPr>
                <w:rFonts w:ascii="Cambria Math" w:hAnsi="Cambria Math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; </w:t>
      </w: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                       2)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 и </w:t>
      </w:r>
      <m:oMath>
        <m:acc>
          <m:accPr>
            <m:chr m:val="˙"/>
            <m:ctrlPr>
              <w:rPr>
                <w:rFonts w:ascii="Cambria Math" w:hAnsi="Cambria Math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Считая, что при прямолинейном движении корабля возникает сила сопротивления, пропорциональная квадрату его скорости, определить путь, который пройдет корабль после остановки двигателей за время, в течение которого скорость корабля уменьшится в </w:t>
      </w:r>
      <w:r>
        <w:rPr>
          <w:b w:val="0"/>
          <w:bCs w:val="0"/>
          <w:sz w:val="24"/>
        </w:rPr>
        <w:t>два раза.</w:t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Точка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падает на Землю из состояния покоя под действием постоянной силы тяжести. Найти скорость и закон движения точки, если сила сопротивления пропорциональна квадрату скорости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mυ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b w:val="0"/>
          <w:bCs w:val="0"/>
          <w:sz w:val="24"/>
        </w:rPr>
        <w:t xml:space="preserve">, где </w:t>
      </w:r>
      <w:r>
        <w:rPr>
          <w:b w:val="0"/>
          <w:bCs w:val="0"/>
          <w:sz w:val="24"/>
          <w:lang w:val="en-US"/>
        </w:rPr>
        <w:t>k</w:t>
      </w:r>
      <w:r>
        <w:rPr>
          <w:b w:val="0"/>
          <w:bCs w:val="0"/>
          <w:sz w:val="24"/>
        </w:rPr>
        <w:t xml:space="preserve"> – постоянная).</w:t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Материальная точка нач</w:t>
      </w:r>
      <w:r>
        <w:rPr>
          <w:b w:val="0"/>
          <w:bCs w:val="0"/>
          <w:sz w:val="24"/>
        </w:rPr>
        <w:t xml:space="preserve">инает движение в вязкой жидкости с горизонтальной скоростью, равной по модулю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. Движение начинается из точки с координатами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 xml:space="preserve">=0,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 xml:space="preserve">=h, </m:t>
        </m:r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>. На точку действуют сила тяжести и сила сопротивления жидкости, пропорциональная скорости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km</m:t>
        </m:r>
        <m:r>
          <m:rPr>
            <m:sty m:val="bi"/>
          </m:rPr>
          <w:rPr>
            <w:rFonts w:ascii="Cambria Math" w:hAnsi="Cambria Math"/>
          </w:rPr>
          <m:t>υ</m:t>
        </m:r>
      </m:oMath>
      <w:r>
        <w:rPr>
          <w:b w:val="0"/>
          <w:bCs w:val="0"/>
          <w:sz w:val="24"/>
        </w:rPr>
        <w:t xml:space="preserve">, где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>
        <w:rPr>
          <w:b w:val="0"/>
          <w:bCs w:val="0"/>
          <w:sz w:val="24"/>
        </w:rPr>
        <w:t xml:space="preserve"> – к</w:t>
      </w:r>
      <w:r>
        <w:rPr>
          <w:b w:val="0"/>
          <w:bCs w:val="0"/>
          <w:sz w:val="24"/>
        </w:rPr>
        <w:t>оэффициент пропорциональности). Найти закон движения точки.</w:t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Упругая нить, закрепленная в точке</w:t>
      </w:r>
      <w:proofErr w:type="gramStart"/>
      <w:r>
        <w:rPr>
          <w:b w:val="0"/>
          <w:bCs w:val="0"/>
          <w:sz w:val="24"/>
        </w:rPr>
        <w:t xml:space="preserve"> А</w:t>
      </w:r>
      <w:proofErr w:type="gramEnd"/>
      <w:r>
        <w:rPr>
          <w:b w:val="0"/>
          <w:bCs w:val="0"/>
          <w:sz w:val="24"/>
        </w:rPr>
        <w:t xml:space="preserve">, проходит через неподвижное гладкое кольцо </w:t>
      </w:r>
      <w:r>
        <w:rPr>
          <w:b w:val="0"/>
          <w:bCs w:val="0"/>
          <w:sz w:val="24"/>
          <w:lang w:val="en-US"/>
        </w:rPr>
        <w:t>O</w:t>
      </w:r>
      <w:r>
        <w:rPr>
          <w:b w:val="0"/>
          <w:bCs w:val="0"/>
          <w:sz w:val="24"/>
        </w:rPr>
        <w:t xml:space="preserve">; к свободному концу ее прикреплен шарик </w:t>
      </w:r>
      <w:r>
        <w:rPr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, масса которого равна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. </w:t>
      </w:r>
      <w:proofErr w:type="gramStart"/>
      <w:r>
        <w:rPr>
          <w:b w:val="0"/>
          <w:bCs w:val="0"/>
          <w:sz w:val="24"/>
        </w:rPr>
        <w:t xml:space="preserve">Длина невытянутой нити </w:t>
      </w:r>
      <w:r>
        <w:rPr>
          <w:i/>
          <w:iCs/>
          <w:sz w:val="24"/>
          <w:lang w:val="en-US"/>
        </w:rPr>
        <w:t>l</w:t>
      </w:r>
      <w:r>
        <w:rPr>
          <w:b w:val="0"/>
          <w:bCs w:val="0"/>
          <w:sz w:val="24"/>
        </w:rPr>
        <w:t xml:space="preserve"> = </w:t>
      </w:r>
      <w:r>
        <w:rPr>
          <w:b w:val="0"/>
          <w:bCs w:val="0"/>
          <w:sz w:val="24"/>
          <w:lang w:val="en-US"/>
        </w:rPr>
        <w:t>AO</w:t>
      </w:r>
      <w:r>
        <w:rPr>
          <w:b w:val="0"/>
          <w:bCs w:val="0"/>
          <w:sz w:val="24"/>
        </w:rPr>
        <w:t>; для удлинения</w:t>
      </w:r>
      <w:r>
        <w:rPr>
          <w:b w:val="0"/>
          <w:bCs w:val="0"/>
          <w:sz w:val="24"/>
        </w:rPr>
        <w:t xml:space="preserve"> нити на 1 м нужно приложить силу, равную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m</m:t>
        </m:r>
      </m:oMath>
      <w:r>
        <w:rPr>
          <w:b w:val="0"/>
          <w:bCs w:val="0"/>
          <w:sz w:val="24"/>
        </w:rPr>
        <w:t xml:space="preserve">. Вытянув нить по прямой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 так, что длина ее увеличилась вдвое, сообщили шарику скорость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, перпендикулярную прямой </w:t>
      </w:r>
      <w:r>
        <w:rPr>
          <w:b w:val="0"/>
          <w:bCs w:val="0"/>
          <w:sz w:val="24"/>
          <w:lang w:val="en-US"/>
        </w:rPr>
        <w:t>AB</w:t>
      </w:r>
      <w:r>
        <w:rPr>
          <w:b w:val="0"/>
          <w:bCs w:val="0"/>
          <w:sz w:val="24"/>
        </w:rPr>
        <w:t>.</w:t>
      </w:r>
      <w:proofErr w:type="gramEnd"/>
      <w:r>
        <w:rPr>
          <w:b w:val="0"/>
          <w:bCs w:val="0"/>
          <w:sz w:val="24"/>
        </w:rPr>
        <w:t xml:space="preserve"> Определить траекторию шарика, пренебрегая действием силы тяжести и считая натяжение ни</w:t>
      </w:r>
      <w:r>
        <w:rPr>
          <w:b w:val="0"/>
          <w:bCs w:val="0"/>
          <w:sz w:val="24"/>
        </w:rPr>
        <w:t xml:space="preserve">ти пропорциональным ее удлинению. </w:t>
      </w:r>
    </w:p>
    <w:p w:rsidR="001B1757" w:rsidRDefault="005267B0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3" behindDoc="0" locked="0" layoutInCell="1" allowOverlap="1" wp14:anchorId="2FFC321D" wp14:editId="791B5268">
                <wp:simplePos x="0" y="0"/>
                <wp:positionH relativeFrom="column">
                  <wp:posOffset>2419350</wp:posOffset>
                </wp:positionH>
                <wp:positionV relativeFrom="paragraph">
                  <wp:posOffset>521970</wp:posOffset>
                </wp:positionV>
                <wp:extent cx="2543810" cy="1667510"/>
                <wp:effectExtent l="9525" t="0" r="0" b="13335"/>
                <wp:wrapNone/>
                <wp:docPr id="187" name="Группа 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040" cy="1666800"/>
                          <a:chOff x="0" y="0"/>
                          <a:chExt cx="0" cy="0"/>
                        </a:xfrm>
                      </wpg:grpSpPr>
                      <wps:wsp>
                        <wps:cNvPr id="188" name="Прямая соединительная линия 188"/>
                        <wps:cNvCnPr/>
                        <wps:spPr>
                          <a:xfrm flipH="1">
                            <a:off x="1212840" y="111600"/>
                            <a:ext cx="6109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9" name="Прямоугольник 189"/>
                        <wps:cNvSpPr/>
                        <wps:spPr>
                          <a:xfrm rot="5400000">
                            <a:off x="2184480" y="863640"/>
                            <a:ext cx="196200" cy="35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0" name="Прямоугольник 190"/>
                        <wps:cNvSpPr/>
                        <wps:spPr>
                          <a:xfrm rot="5400000">
                            <a:off x="2184480" y="972720"/>
                            <a:ext cx="201960" cy="30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1" name="Прямоугольник 191"/>
                        <wps:cNvSpPr/>
                        <wps:spPr>
                          <a:xfrm rot="5400000">
                            <a:off x="1775520" y="1224360"/>
                            <a:ext cx="196920" cy="35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2" name="Овал 192"/>
                        <wps:cNvSpPr/>
                        <wps:spPr>
                          <a:xfrm rot="5400000">
                            <a:off x="1776240" y="1131480"/>
                            <a:ext cx="130680" cy="2386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3" name="Прямоугольник 193"/>
                        <wps:cNvSpPr/>
                        <wps:spPr>
                          <a:xfrm rot="5400000">
                            <a:off x="867240" y="934560"/>
                            <a:ext cx="196200" cy="35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4" name="Прямоугольник 194"/>
                        <wps:cNvSpPr/>
                        <wps:spPr>
                          <a:xfrm rot="5400000">
                            <a:off x="0" y="939960"/>
                            <a:ext cx="196920" cy="35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5" name="Прямоугольник 195"/>
                        <wps:cNvSpPr/>
                        <wps:spPr>
                          <a:xfrm rot="5400000">
                            <a:off x="1077480" y="1470600"/>
                            <a:ext cx="196200" cy="35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196" name="Прямая соединительная линия 196"/>
                        <wps:cNvCnPr/>
                        <wps:spPr>
                          <a:xfrm>
                            <a:off x="1823760" y="0"/>
                            <a:ext cx="0" cy="111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7" name="Прямая соединительная линия 197"/>
                        <wps:cNvCnPr/>
                        <wps:spPr>
                          <a:xfrm>
                            <a:off x="1823760" y="148680"/>
                            <a:ext cx="0" cy="748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8" name="Прямая соединительная линия 198"/>
                        <wps:cNvCnPr/>
                        <wps:spPr>
                          <a:xfrm>
                            <a:off x="1823760" y="238680"/>
                            <a:ext cx="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9" name="Прямая соединительная линия 199"/>
                        <wps:cNvCnPr/>
                        <wps:spPr>
                          <a:xfrm>
                            <a:off x="1823760" y="329040"/>
                            <a:ext cx="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0" name="Прямая соединительная линия 200"/>
                        <wps:cNvCnPr/>
                        <wps:spPr>
                          <a:xfrm>
                            <a:off x="1823760" y="418320"/>
                            <a:ext cx="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1" name="Прямая соединительная линия 201"/>
                        <wps:cNvCnPr/>
                        <wps:spPr>
                          <a:xfrm flipH="1">
                            <a:off x="1213560" y="147960"/>
                            <a:ext cx="5644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2" name="Прямая соединительная линия 202"/>
                        <wps:cNvCnPr/>
                        <wps:spPr>
                          <a:xfrm>
                            <a:off x="1823760" y="148680"/>
                            <a:ext cx="339120" cy="111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3" name="Полилиния 203"/>
                        <wps:cNvSpPr/>
                        <wps:spPr>
                          <a:xfrm rot="5400000">
                            <a:off x="1207080" y="972720"/>
                            <a:ext cx="393120" cy="1026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0" h="1440">
                                <a:moveTo>
                                  <a:pt x="0" y="0"/>
                                </a:moveTo>
                                <a:cubicBezTo>
                                  <a:pt x="330" y="150"/>
                                  <a:pt x="660" y="300"/>
                                  <a:pt x="900" y="540"/>
                                </a:cubicBezTo>
                                <a:cubicBezTo>
                                  <a:pt x="1140" y="780"/>
                                  <a:pt x="1290" y="1110"/>
                                  <a:pt x="1440" y="144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4" name="Прямая соединительная линия 204"/>
                        <wps:cNvCnPr/>
                        <wps:spPr>
                          <a:xfrm>
                            <a:off x="1823040" y="148680"/>
                            <a:ext cx="135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5" name="Прямая соединительная линия 205"/>
                        <wps:cNvCnPr/>
                        <wps:spPr>
                          <a:xfrm>
                            <a:off x="1986840" y="148680"/>
                            <a:ext cx="135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6" name="Прямая соединительная линия 206"/>
                        <wps:cNvCnPr/>
                        <wps:spPr>
                          <a:xfrm>
                            <a:off x="2151360" y="148680"/>
                            <a:ext cx="135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7" name="Прямая соединительная линия 207"/>
                        <wps:cNvCnPr/>
                        <wps:spPr>
                          <a:xfrm>
                            <a:off x="2315160" y="148680"/>
                            <a:ext cx="135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8" name="Прямая соединительная линия 208"/>
                        <wps:cNvCnPr/>
                        <wps:spPr>
                          <a:xfrm flipH="1" flipV="1">
                            <a:off x="1675800" y="3096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9" name="Прямая соединительная линия 209"/>
                        <wps:cNvCnPr/>
                        <wps:spPr>
                          <a:xfrm flipH="1" flipV="1">
                            <a:off x="1602720" y="34200"/>
                            <a:ext cx="13536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0" name="Прямая соединительная линия 210"/>
                        <wps:cNvCnPr/>
                        <wps:spPr>
                          <a:xfrm flipH="1" flipV="1">
                            <a:off x="1523520" y="374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1" name="Прямая соединительная линия 211"/>
                        <wps:cNvCnPr/>
                        <wps:spPr>
                          <a:xfrm flipH="1" flipV="1">
                            <a:off x="1455480" y="374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2" name="Прямая соединительная линия 212"/>
                        <wps:cNvCnPr/>
                        <wps:spPr>
                          <a:xfrm flipH="1" flipV="1">
                            <a:off x="1375920" y="374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3" name="Прямая соединительная линия 213"/>
                        <wps:cNvCnPr/>
                        <wps:spPr>
                          <a:xfrm flipH="1" flipV="1">
                            <a:off x="1291680" y="37440"/>
                            <a:ext cx="13536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4" name="Прямая соединительная линия 214"/>
                        <wps:cNvCnPr/>
                        <wps:spPr>
                          <a:xfrm flipH="1" flipV="1">
                            <a:off x="1212120" y="374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5" name="Прямая соединительная линия 215"/>
                        <wps:cNvCnPr/>
                        <wps:spPr>
                          <a:xfrm flipH="1" flipV="1">
                            <a:off x="1132920" y="374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6" name="Прямая соединительная линия 216"/>
                        <wps:cNvCnPr/>
                        <wps:spPr>
                          <a:xfrm flipH="1" flipV="1">
                            <a:off x="1076400" y="4068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7" name="Прямая соединительная линия 217"/>
                        <wps:cNvCnPr/>
                        <wps:spPr>
                          <a:xfrm flipH="1" flipV="1">
                            <a:off x="1070640" y="7416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8" name="Прямая соединительная линия 218"/>
                        <wps:cNvCnPr/>
                        <wps:spPr>
                          <a:xfrm flipH="1" flipV="1">
                            <a:off x="1076400" y="11484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9" name="Прямая соединительная линия 219"/>
                        <wps:cNvCnPr/>
                        <wps:spPr>
                          <a:xfrm flipH="1" flipV="1">
                            <a:off x="1076400" y="15192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0" name="Прямая соединительная линия 220"/>
                        <wps:cNvCnPr/>
                        <wps:spPr>
                          <a:xfrm flipH="1" flipV="1">
                            <a:off x="1070640" y="18936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1" name="Прямая соединительная линия 221"/>
                        <wps:cNvCnPr/>
                        <wps:spPr>
                          <a:xfrm flipH="1" flipV="1">
                            <a:off x="1076400" y="22932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2" name="Прямая соединительная линия 222"/>
                        <wps:cNvCnPr/>
                        <wps:spPr>
                          <a:xfrm flipH="1" flipV="1">
                            <a:off x="1687320" y="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3" name="Прямая соединительная линия 223"/>
                        <wps:cNvCnPr/>
                        <wps:spPr>
                          <a:xfrm flipH="1" flipV="1">
                            <a:off x="1076400" y="260280"/>
                            <a:ext cx="135720" cy="741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4" name="Прямоугольник 224"/>
                        <wps:cNvSpPr/>
                        <wps:spPr>
                          <a:xfrm rot="5400000">
                            <a:off x="1132200" y="907560"/>
                            <a:ext cx="69840" cy="74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5" name="Прямая соединительная линия 225"/>
                        <wps:cNvCnPr/>
                        <wps:spPr>
                          <a:xfrm>
                            <a:off x="1212840" y="111600"/>
                            <a:ext cx="0" cy="2228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77" editas="canvas" style="margin-left:231.35pt;margin-top:6.6pt;width:187.5pt;height:137.65pt" coordorigin="4627,132" coordsize="3750,2753">
                <v:line id="shape_0" from="6410,308" to="7371,308" ID="Line 147" stroked="t" style="position:absolute;flip:x">
                  <v:stroke color="black" weight="9360" joinstyle="round" endcap="flat"/>
                  <v:fill o:detectmouseclick="t" on="false"/>
                </v:line>
                <v:rect id="shape_0" ID="Rectangle 148" fillcolor="white" stroked="f" style="position:absolute;left:8068;top:1365;width:308;height:564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49" fillcolor="white" stroked="f" style="position:absolute;left:8024;top:1580;width:317;height:486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50" fillcolor="white" stroked="f" style="position:absolute;left:7423;top:1933;width:309;height:564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oval id="shape_0" ID="Oval 151" fillcolor="white" stroked="t" style="position:absolute;left:7383;top:1830;width:205;height:375;rotation:90">
                  <w10:wrap type="none"/>
                  <v:fill o:detectmouseclick="t" type="solid" color2="black"/>
                  <v:stroke color="black" weight="9360" joinstyle="round" endcap="flat"/>
                </v:oval>
                <v:rect id="shape_0" ID="Rectangle 152" fillcolor="white" stroked="f" style="position:absolute;left:5994;top:1477;width:308;height:564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53" fillcolor="white" stroked="f" style="position:absolute;left:4627;top:1485;width:309;height:564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54" fillcolor="white" stroked="f" style="position:absolute;left:6325;top:2321;width:308;height:564;rotation:9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7372,132" to="7372,307" ID="Line 155" stroked="t" style="position:absolute">
                  <v:stroke color="black" weight="9360" joinstyle="round" endcap="flat"/>
                  <v:fill o:detectmouseclick="t" on="false"/>
                </v:line>
                <v:line id="shape_0" from="7372,366" to="7372,483" ID="Line 156" stroked="t" style="position:absolute">
                  <v:stroke color="black" weight="9360" joinstyle="round" endcap="flat"/>
                  <v:fill o:detectmouseclick="t" on="false"/>
                </v:line>
                <v:line id="shape_0" from="7372,508" to="7372,624" ID="Line 157" stroked="t" style="position:absolute">
                  <v:stroke color="black" weight="9360" joinstyle="round" endcap="flat"/>
                  <v:fill o:detectmouseclick="t" on="false"/>
                </v:line>
                <v:line id="shape_0" from="7372,650" to="7372,766" ID="Line 158" stroked="t" style="position:absolute">
                  <v:stroke color="black" weight="9360" joinstyle="round" endcap="flat"/>
                  <v:fill o:detectmouseclick="t" on="false"/>
                </v:line>
                <v:line id="shape_0" from="7372,791" to="7372,907" ID="Line 159" stroked="t" style="position:absolute">
                  <v:stroke color="black" weight="9360" joinstyle="round" endcap="flat"/>
                  <v:fill o:detectmouseclick="t" on="false"/>
                </v:line>
                <v:line id="shape_0" from="6411,365" to="7299,365" ID="Line 160" stroked="t" style="position:absolute;flip:x">
                  <v:stroke color="black" weight="9360" joinstyle="round" endcap="flat"/>
                  <v:fill o:detectmouseclick="t" on="false"/>
                </v:line>
                <v:line id="shape_0" from="7372,366" to="7905,541" ID="Line 161" stroked="t" style="position:absolute">
                  <v:stroke color="black" weight="9360" joinstyle="round" endcap="flat"/>
                  <v:fill o:detectmouseclick="t" on="false"/>
                </v:line>
                <v:line id="shape_0" from="7371,366" to="7584,366" ID="Line 163" stroked="t" style="position:absolute">
                  <v:stroke color="black" weight="9360" joinstyle="round" endcap="flat"/>
                  <v:fill o:detectmouseclick="t" on="false"/>
                </v:line>
                <v:line id="shape_0" from="7629,366" to="7842,366" ID="Line 164" stroked="t" style="position:absolute">
                  <v:stroke color="black" weight="9360" joinstyle="round" endcap="flat"/>
                  <v:fill o:detectmouseclick="t" on="false"/>
                </v:line>
                <v:line id="shape_0" from="7888,366" to="8101,366" ID="Line 165" stroked="t" style="position:absolute">
                  <v:stroke color="black" weight="9360" joinstyle="round" endcap="flat"/>
                  <v:fill o:detectmouseclick="t" on="false"/>
                </v:line>
                <v:line id="shape_0" from="8146,366" to="8359,366" ID="Line 166" stroked="t" style="position:absolute">
                  <v:stroke color="black" weight="9360" joinstyle="round" endcap="flat"/>
                  <v:fill o:detectmouseclick="t" on="false"/>
                </v:line>
                <v:line id="shape_0" from="7139,181" to="7352,297" ID="Line 167" stroked="t" style="position:absolute;flip:xy">
                  <v:stroke color="black" weight="9360" joinstyle="round" endcap="flat"/>
                  <v:fill o:detectmouseclick="t" on="false"/>
                </v:line>
                <v:line id="shape_0" from="7024,186" to="7236,302" ID="Line 168" stroked="t" style="position:absolute;flip:xy">
                  <v:stroke color="black" weight="9360" joinstyle="round" endcap="flat"/>
                  <v:fill o:detectmouseclick="t" on="false"/>
                </v:line>
                <v:line id="shape_0" from="6900,191" to="7113,307" ID="Line 169" stroked="t" style="position:absolute;flip:xy">
                  <v:stroke color="black" weight="9360" joinstyle="round" endcap="flat"/>
                  <v:fill o:detectmouseclick="t" on="false"/>
                </v:line>
                <v:line id="shape_0" from="6792,191" to="7005,307" ID="Line 170" stroked="t" style="position:absolute;flip:xy">
                  <v:stroke color="black" weight="9360" joinstyle="round" endcap="flat"/>
                  <v:fill o:detectmouseclick="t" on="false"/>
                </v:line>
                <v:line id="shape_0" from="6667,191" to="6880,307" ID="Line 171" stroked="t" style="position:absolute;flip:xy">
                  <v:stroke color="black" weight="9360" joinstyle="round" endcap="flat"/>
                  <v:fill o:detectmouseclick="t" on="false"/>
                </v:line>
                <v:line id="shape_0" from="6534,191" to="6746,307" ID="Line 172" stroked="t" style="position:absolute;flip:xy">
                  <v:stroke color="black" weight="9360" joinstyle="round" endcap="flat"/>
                  <v:fill o:detectmouseclick="t" on="false"/>
                </v:line>
                <v:line id="shape_0" from="6409,191" to="6622,307" ID="Line 173" stroked="t" style="position:absolute;flip:xy">
                  <v:stroke color="black" weight="9360" joinstyle="round" endcap="flat"/>
                  <v:fill o:detectmouseclick="t" on="false"/>
                </v:line>
                <v:line id="shape_0" from="6284,191" to="6497,307" ID="Line 174" stroked="t" style="position:absolute;flip:xy">
                  <v:stroke color="black" weight="9360" joinstyle="round" endcap="flat"/>
                  <v:fill o:detectmouseclick="t" on="false"/>
                </v:line>
                <v:line id="shape_0" from="6195,196" to="6408,312" ID="Line 175" stroked="t" style="position:absolute;flip:xy">
                  <v:stroke color="black" weight="9360" joinstyle="round" endcap="flat"/>
                  <v:fill o:detectmouseclick="t" on="false"/>
                </v:line>
                <v:line id="shape_0" from="6186,249" to="6399,365" ID="Line 176" stroked="t" style="position:absolute;flip:xy">
                  <v:stroke color="black" weight="9360" joinstyle="round" endcap="flat"/>
                  <v:fill o:detectmouseclick="t" on="false"/>
                </v:line>
                <v:line id="shape_0" from="6195,313" to="6408,429" ID="Line 177" stroked="t" style="position:absolute;flip:xy">
                  <v:stroke color="black" weight="9360" joinstyle="round" endcap="flat"/>
                  <v:fill o:detectmouseclick="t" on="false"/>
                </v:line>
                <v:line id="shape_0" from="6195,371" to="6408,487" ID="Line 178" stroked="t" style="position:absolute;flip:xy">
                  <v:stroke color="black" weight="9360" joinstyle="round" endcap="flat"/>
                  <v:fill o:detectmouseclick="t" on="false"/>
                </v:line>
                <v:line id="shape_0" from="6186,430" to="6399,546" ID="Line 179" stroked="t" style="position:absolute;flip:xy">
                  <v:stroke color="black" weight="9360" joinstyle="round" endcap="flat"/>
                  <v:fill o:detectmouseclick="t" on="false"/>
                </v:line>
                <v:line id="shape_0" from="6195,493" to="6408,609" ID="Line 180" stroked="t" style="position:absolute;flip:xy">
                  <v:stroke color="black" weight="9360" joinstyle="round" endcap="flat"/>
                  <v:fill o:detectmouseclick="t" on="false"/>
                </v:line>
                <v:line id="shape_0" from="7157,132" to="7370,248" ID="Line 181" stroked="t" style="position:absolute;flip:xy">
                  <v:stroke color="black" weight="9360" joinstyle="round" endcap="flat"/>
                  <v:fill o:detectmouseclick="t" on="false"/>
                </v:line>
                <v:line id="shape_0" from="6195,542" to="6408,658" ID="Line 182" stroked="t" style="position:absolute;flip:xy">
                  <v:stroke color="black" weight="9360" joinstyle="round" endcap="flat"/>
                  <v:fill o:detectmouseclick="t" on="false"/>
                </v:line>
                <v:rect id="shape_0" ID="Rectangle 183" fillcolor="white" stroked="t" style="position:absolute;left:6286;top:1558;width:109;height:116;rotation:90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6410,308" to="6410,658" ID="Line 184" stroked="t" style="position:absolute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  <w:tab w:val="left" w:pos="6450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</w:t>
      </w:r>
      <w:r>
        <w:rPr>
          <w:b w:val="0"/>
          <w:bCs w:val="0"/>
          <w:sz w:val="24"/>
        </w:rPr>
        <w:tab/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19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Точка </w:t>
      </w:r>
      <w:r>
        <w:rPr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движется под действием силы тяжести по гладкой внутренней поверхности полого цилиндра радиуса </w:t>
      </w:r>
      <w:r>
        <w:rPr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. В начальный момент угол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ϕ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 w:val="0"/>
          <w:bCs w:val="0"/>
          <w:sz w:val="24"/>
        </w:rPr>
        <w:t xml:space="preserve">, а скорость точки равнялась нулю. Определить скорость точки </w:t>
      </w:r>
      <w:r>
        <w:rPr>
          <w:b w:val="0"/>
          <w:bCs w:val="0"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и реакцию поверхности цилиндра при угле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nor/>
              </m:rPr>
              <w:rPr>
                <w:rFonts w:ascii="Cambria Math" w:hAnsi="Cambria Math"/>
              </w:rPr>
              <m:t>30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p>
        </m:sSup>
      </m:oMath>
      <w:r>
        <w:rPr>
          <w:b w:val="0"/>
          <w:bCs w:val="0"/>
          <w:sz w:val="24"/>
        </w:rPr>
        <w:t>.</w:t>
      </w: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7. Общие теоремы динамики материальной точки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numPr>
          <w:ilvl w:val="2"/>
          <w:numId w:val="20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Определить промежуток времени </w:t>
      </w:r>
      <w:r>
        <w:rPr>
          <w:i/>
          <w:iCs/>
          <w:sz w:val="24"/>
          <w:lang w:val="en-US"/>
        </w:rPr>
        <w:t>T</w:t>
      </w:r>
      <w:r>
        <w:rPr>
          <w:b w:val="0"/>
          <w:bCs w:val="0"/>
          <w:sz w:val="24"/>
        </w:rPr>
        <w:t xml:space="preserve">, необходимый для того, чтобы материальная точка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>, дви</w:t>
      </w:r>
      <w:r>
        <w:rPr>
          <w:b w:val="0"/>
          <w:bCs w:val="0"/>
          <w:sz w:val="24"/>
        </w:rPr>
        <w:t xml:space="preserve">жущаяся </w:t>
      </w:r>
      <w:proofErr w:type="gramStart"/>
      <w:r>
        <w:rPr>
          <w:b w:val="0"/>
          <w:bCs w:val="0"/>
          <w:sz w:val="24"/>
        </w:rPr>
        <w:t>по</w:t>
      </w:r>
      <w:proofErr w:type="gramEnd"/>
      <w:r>
        <w:rPr>
          <w:b w:val="0"/>
          <w:bCs w:val="0"/>
          <w:sz w:val="24"/>
        </w:rPr>
        <w:t xml:space="preserve"> </w:t>
      </w:r>
      <w:proofErr w:type="gramStart"/>
      <w:r>
        <w:rPr>
          <w:b w:val="0"/>
          <w:bCs w:val="0"/>
          <w:sz w:val="24"/>
        </w:rPr>
        <w:t>горизонтальной</w:t>
      </w:r>
      <w:proofErr w:type="gramEnd"/>
      <w:r>
        <w:rPr>
          <w:b w:val="0"/>
          <w:bCs w:val="0"/>
          <w:sz w:val="24"/>
        </w:rPr>
        <w:t xml:space="preserve"> прямой под действием постоянной силы </w:t>
      </w:r>
      <w:r>
        <w:rPr>
          <w:i/>
          <w:iCs/>
          <w:sz w:val="24"/>
          <w:lang w:val="en-US"/>
        </w:rPr>
        <w:t>F</w:t>
      </w:r>
      <w:r>
        <w:rPr>
          <w:b w:val="0"/>
          <w:bCs w:val="0"/>
          <w:sz w:val="24"/>
        </w:rPr>
        <w:t xml:space="preserve">, увеличила свою начальную скорость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 xml:space="preserve"> в </w:t>
      </w:r>
      <w:r>
        <w:rPr>
          <w:i/>
          <w:iCs/>
          <w:sz w:val="24"/>
          <w:lang w:val="en-US"/>
        </w:rPr>
        <w:t>n</w:t>
      </w:r>
      <w:r>
        <w:rPr>
          <w:b w:val="0"/>
          <w:bCs w:val="0"/>
          <w:sz w:val="24"/>
        </w:rPr>
        <w:t xml:space="preserve"> раз.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20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Шарик, привязанный к нерастяжимой нити, скользит по гладкой горизонтальной плоскости; другой конец нити втягивают с постоянной скоростью </w:t>
      </w:r>
      <w:r>
        <w:rPr>
          <w:i/>
          <w:iCs/>
          <w:sz w:val="24"/>
          <w:lang w:val="en-US"/>
        </w:rPr>
        <w:t>u</w:t>
      </w:r>
      <w:r>
        <w:rPr>
          <w:b w:val="0"/>
          <w:bCs w:val="0"/>
          <w:sz w:val="24"/>
        </w:rPr>
        <w:t xml:space="preserve"> в отверстие, сделанное на плоскости. Определить движение шарика, если известно, что в начальный момент нить расположена по прямой, расстояние между шариком и отверстием равно </w:t>
      </w:r>
      <w:r>
        <w:rPr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>, а проекция начальной скорости шарика на перпендикуляр к направлению нити равн</w:t>
      </w:r>
      <w:r>
        <w:rPr>
          <w:b w:val="0"/>
          <w:bCs w:val="0"/>
          <w:sz w:val="24"/>
        </w:rPr>
        <w:t xml:space="preserve">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4" behindDoc="0" locked="0" layoutInCell="1" allowOverlap="1" wp14:anchorId="283551C0" wp14:editId="208DF0DE">
                <wp:simplePos x="0" y="0"/>
                <wp:positionH relativeFrom="column">
                  <wp:posOffset>1600200</wp:posOffset>
                </wp:positionH>
                <wp:positionV relativeFrom="paragraph">
                  <wp:posOffset>-172085</wp:posOffset>
                </wp:positionV>
                <wp:extent cx="3210560" cy="1705610"/>
                <wp:effectExtent l="19050" t="13970" r="0" b="0"/>
                <wp:wrapNone/>
                <wp:docPr id="226" name="Группа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760" cy="1704960"/>
                          <a:chOff x="0" y="0"/>
                          <a:chExt cx="0" cy="0"/>
                        </a:xfrm>
                      </wpg:grpSpPr>
                      <wps:wsp>
                        <wps:cNvPr id="227" name="Параллелограмм 227"/>
                        <wps:cNvSpPr/>
                        <wps:spPr>
                          <a:xfrm>
                            <a:off x="6840" y="0"/>
                            <a:ext cx="2736720" cy="1028880"/>
                          </a:xfrm>
                          <a:prstGeom prst="parallelogram">
                            <a:avLst>
                              <a:gd name="adj" fmla="val 6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8" name="Прямоугольник 228"/>
                        <wps:cNvSpPr/>
                        <wps:spPr>
                          <a:xfrm>
                            <a:off x="1594440" y="380880"/>
                            <a:ext cx="321480" cy="25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9" name="Прямоугольник 229"/>
                        <wps:cNvSpPr/>
                        <wps:spPr>
                          <a:xfrm>
                            <a:off x="1204560" y="1410480"/>
                            <a:ext cx="34164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u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30" name="Прямоугольник 230"/>
                        <wps:cNvSpPr/>
                        <wps:spPr>
                          <a:xfrm>
                            <a:off x="2868120" y="581040"/>
                            <a:ext cx="341640" cy="295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31" name="Прямоугольник 231"/>
                        <wps:cNvSpPr/>
                        <wps:spPr>
                          <a:xfrm>
                            <a:off x="1499400" y="190440"/>
                            <a:ext cx="34164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32" name="Прямоугольник 232"/>
                        <wps:cNvSpPr/>
                        <wps:spPr>
                          <a:xfrm>
                            <a:off x="947880" y="457200"/>
                            <a:ext cx="34164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33" name="Прямая соединительная линия 233"/>
                        <wps:cNvCnPr/>
                        <wps:spPr>
                          <a:xfrm>
                            <a:off x="0" y="414720"/>
                            <a:ext cx="1034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4" name="Прямая соединительная линия 234"/>
                        <wps:cNvCnPr/>
                        <wps:spPr>
                          <a:xfrm flipV="1">
                            <a:off x="5040" y="280080"/>
                            <a:ext cx="38808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5" name="Овал 235"/>
                        <wps:cNvSpPr/>
                        <wps:spPr>
                          <a:xfrm>
                            <a:off x="1908000" y="295200"/>
                            <a:ext cx="113760" cy="1137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6" name="Прямая соединительная линия 236"/>
                        <wps:cNvCnPr/>
                        <wps:spPr>
                          <a:xfrm>
                            <a:off x="0" y="414720"/>
                            <a:ext cx="0" cy="48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7" name="Прямая соединительная линия 237"/>
                        <wps:cNvCnPr/>
                        <wps:spPr>
                          <a:xfrm>
                            <a:off x="0" y="506880"/>
                            <a:ext cx="0" cy="49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8" name="Прямая соединительная линия 238"/>
                        <wps:cNvCnPr/>
                        <wps:spPr>
                          <a:xfrm>
                            <a:off x="0" y="599400"/>
                            <a:ext cx="0" cy="49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9" name="Прямая соединительная линия 239"/>
                        <wps:cNvCnPr/>
                        <wps:spPr>
                          <a:xfrm>
                            <a:off x="0" y="663480"/>
                            <a:ext cx="0" cy="324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0" name="Полилиния 240"/>
                        <wps:cNvSpPr/>
                        <wps:spPr>
                          <a:xfrm>
                            <a:off x="1499400" y="476280"/>
                            <a:ext cx="15732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" h="210">
                                <a:moveTo>
                                  <a:pt x="0" y="30"/>
                                </a:moveTo>
                                <a:cubicBezTo>
                                  <a:pt x="150" y="15"/>
                                  <a:pt x="300" y="0"/>
                                  <a:pt x="360" y="30"/>
                                </a:cubicBezTo>
                                <a:cubicBezTo>
                                  <a:pt x="420" y="60"/>
                                  <a:pt x="390" y="135"/>
                                  <a:pt x="360" y="21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62" editas="canvas" style="margin-left:125.95pt;margin-top:-13.55pt;width:252.75pt;height:134.25pt" coordorigin="2519,-271" coordsize="5055,2685">
                <v:shapetype id="shapetype_7" coordsize="21600,21600" o:spt="7" adj="5400" path="m,21600l@1,l21600,l@4,21600xe">
                  <v:stroke joinstyle="miter"/>
                  <v:formulas>
                    <v:f eqn="val 21600"/>
                    <v:f eqn="val #0"/>
                    <v:f eqn="prod 1 @1 2"/>
                    <v:f eqn="sum width 0 @2"/>
                    <v:f eqn="sum width 0 @1"/>
                    <v:f eqn="prod @4 1 2"/>
                    <v:f eqn="sum width 0 @5"/>
                    <v:f eqn="prod 10800 @1 @0"/>
                    <v:f eqn="prod 5 @1 @0"/>
                    <v:f eqn="sum 1 @8 0"/>
                    <v:f eqn="prod 1 @9 12"/>
                    <v:f eqn="prod 100000 @10 1"/>
                    <v:f eqn="sum width 0 @11"/>
                    <v:f eqn="sum height 0 @11"/>
                    <v:f eqn="prod height 10800 @1"/>
                    <v:f eqn="val @14"/>
                    <v:f eqn="sum height 0 @15"/>
                  </v:formulas>
                  <v:path gradientshapeok="t" o:connecttype="rect" textboxrect="@11,@11,@12,@13"/>
                  <v:handles>
                    <v:h position="@1,0"/>
                  </v:handles>
                </v:shapetype>
                <v:shape id="shape_0" ID="AutoShape 186" fillcolor="white" stroked="t" style="position:absolute;left:2531;top:-271;width:4309;height:1619" type="shapetype_7">
                  <w10:wrap type="none"/>
                  <v:fill o:detectmouseclick="t" type="solid" color2="black"/>
                  <v:stroke color="black" weight="9360" joinstyle="miter" endcap="flat"/>
                </v:shape>
                <v:rect id="shape_0" ID="Rectangle 187" fillcolor="white" stroked="f" style="position:absolute;left:5031;top:329;width:505;height:402">
                  <w10:wrap type="none"/>
                  <v:fill o:detectmouseclick="t" type="solid" color2="black"/>
                  <v:stroke color="#3465a4" joinstyle="round" endcap="flat"/>
                </v:rect>
                <v:rect id="shape_0" ID="Rectangle 188" fillcolor="white" stroked="f" style="position:absolute;left:4417;top:1950;width:537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u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89" fillcolor="white" stroked="f" style="position:absolute;left:7037;top:644;width:537;height:46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90" fillcolor="white" stroked="f" style="position:absolute;left:4881;top:29;width:537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r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191" fillcolor="white" stroked="f" style="position:absolute;left:4013;top:449;width:537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520,382" to="4148,382" ID="Line 192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528,170" to="3138,373" ID="Line 193" stroked="t" style="position:absolute;flip:y">
                  <v:stroke color="black" weight="9360" joinstyle="round" endcap="flat"/>
                  <v:fill o:detectmouseclick="t" on="false"/>
                </v:line>
                <v:oval id="shape_0" ID="Oval 194" fillcolor="black" stroked="t" style="position:absolute;left:5525;top:194;width:178;height:178">
                  <w10:wrap type="none"/>
                  <v:fill o:detectmouseclick="t" type="solid" color2="white"/>
                  <v:stroke color="black" weight="9360" joinstyle="round" endcap="flat"/>
                </v:oval>
                <v:line id="shape_0" from="2520,382" to="2520,458" ID="Line 195" stroked="t" style="position:absolute">
                  <v:stroke color="black" weight="9360" joinstyle="round" endcap="flat"/>
                  <v:fill o:detectmouseclick="t" on="false"/>
                </v:line>
                <v:line id="shape_0" from="2520,527" to="2520,604" ID="Line 196" stroked="t" style="position:absolute">
                  <v:stroke color="black" weight="9360" joinstyle="round" endcap="flat"/>
                  <v:fill o:detectmouseclick="t" on="false"/>
                </v:line>
                <v:line id="shape_0" from="2520,673" to="2520,750" ID="Line 197" stroked="t" style="position:absolute">
                  <v:stroke color="black" weight="9360" joinstyle="round" endcap="flat"/>
                  <v:fill o:detectmouseclick="t" on="false"/>
                </v:line>
                <v:line id="shape_0" from="2520,774" to="2520,1284" ID="Line 198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  <w:jc w:val="both"/>
      </w:pPr>
      <w:r>
        <w:t>Проекции силы определены равенствами</w:t>
      </w:r>
    </w:p>
    <w:p w:rsidR="001B1757" w:rsidRPr="00BA221C" w:rsidRDefault="005267B0">
      <w:pPr>
        <w:tabs>
          <w:tab w:val="left" w:pos="975"/>
        </w:tabs>
        <w:spacing w:before="0"/>
        <w:ind w:left="360"/>
        <w:jc w:val="center"/>
        <w:rPr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  <w:lang w:val="en-US"/>
          </w:rPr>
          <m:t>=-</m:t>
        </m:r>
        <m:r>
          <m:rPr>
            <m:lit/>
            <m:nor/>
          </m:rPr>
          <w:rPr>
            <w:rFonts w:ascii="Cambria Math" w:hAnsi="Cambria Math"/>
            <w:lang w:val="en-US"/>
          </w:rPr>
          <m:t>py</m:t>
        </m:r>
      </m:oMath>
      <w:proofErr w:type="gramStart"/>
      <w:r w:rsidRPr="00BA221C">
        <w:rPr>
          <w:lang w:val="en-US"/>
        </w:rPr>
        <w:t xml:space="preserve">, 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lit/>
            <m:nor/>
          </m:rPr>
          <w:rPr>
            <w:rFonts w:ascii="Cambria Math" w:hAnsi="Cambria Math"/>
            <w:lang w:val="en-US"/>
          </w:rPr>
          <m:t>px</m:t>
        </m:r>
      </m:oMath>
      <w:r w:rsidRPr="00BA221C">
        <w:rPr>
          <w:lang w:val="en-US"/>
        </w:rPr>
        <w:t xml:space="preserve">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  <w:lang w:val="en-US"/>
          </w:rPr>
          <m:t>=0</m:t>
        </m:r>
      </m:oMath>
      <w:r w:rsidRPr="00BA221C">
        <w:rPr>
          <w:lang w:val="en-US"/>
        </w:rPr>
        <w:t>,</w:t>
      </w:r>
    </w:p>
    <w:p w:rsidR="001B1757" w:rsidRDefault="005267B0">
      <w:pPr>
        <w:tabs>
          <w:tab w:val="left" w:pos="975"/>
        </w:tabs>
        <w:spacing w:before="0"/>
        <w:ind w:left="1080"/>
        <w:jc w:val="both"/>
      </w:pPr>
      <w:proofErr w:type="gramStart"/>
      <w:r>
        <w:t xml:space="preserve">где </w:t>
      </w:r>
      <m:oMath>
        <m:r>
          <w:rPr>
            <w:rFonts w:ascii="Cambria Math" w:hAnsi="Cambria Math"/>
          </w:rPr>
          <m:t>p</m:t>
        </m:r>
      </m:oMath>
      <w:r>
        <w:t xml:space="preserve"> – некоторое положительное число, а </w:t>
      </w:r>
      <m:oMath>
        <m:r>
          <w:rPr>
            <w:rFonts w:ascii="Cambria Math" w:hAnsi="Cambria Math"/>
          </w:rPr>
          <m:t>x</m:t>
        </m:r>
      </m:oMath>
      <w:r>
        <w:t xml:space="preserve"> и </w:t>
      </w:r>
      <m:oMath>
        <m:r>
          <w:rPr>
            <w:rFonts w:ascii="Cambria Math" w:hAnsi="Cambria Math"/>
          </w:rPr>
          <m:t>y</m:t>
        </m:r>
      </m:oMath>
      <w:r>
        <w:t xml:space="preserve"> – координаты точки приложения силы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F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. Определить работу силы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F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 при движении точки приложения ее от начала координат </w:t>
      </w:r>
      <w:r>
        <w:rPr>
          <w:lang w:val="en-US"/>
        </w:rPr>
        <w:t>O</w:t>
      </w:r>
      <w:r>
        <w:t xml:space="preserve"> до точки </w:t>
      </w:r>
      <w:r>
        <w:rPr>
          <w:lang w:val="en-US"/>
        </w:rPr>
        <w:t>M</w:t>
      </w:r>
      <w:r>
        <w:t xml:space="preserve"> с координатами </w:t>
      </w:r>
      <m:oMath>
        <m:r>
          <w:rPr>
            <w:rFonts w:ascii="Cambria Math" w:hAnsi="Cambria Math"/>
          </w:rPr>
          <m:t>x</m:t>
        </m:r>
      </m:oMath>
      <w:r>
        <w:t xml:space="preserve">, </w:t>
      </w:r>
      <m:oMath>
        <m:r>
          <w:rPr>
            <w:rFonts w:ascii="Cambria Math" w:hAnsi="Cambria Math"/>
          </w:rPr>
          <m:t>y</m:t>
        </m:r>
      </m:oMath>
      <w:r>
        <w:t xml:space="preserve"> в трех случаях: 1) точка приложения силы перемещается от </w:t>
      </w:r>
      <w:r>
        <w:rPr>
          <w:lang w:val="en-US"/>
        </w:rPr>
        <w:t>O</w:t>
      </w:r>
      <w:r>
        <w:t xml:space="preserve"> к </w:t>
      </w:r>
      <w:r>
        <w:rPr>
          <w:lang w:val="en-US"/>
        </w:rPr>
        <w:t>M</w:t>
      </w:r>
      <w:r>
        <w:t xml:space="preserve"> по кратчайшему пути; 2) точка приложения силы перемещается сначала по оси </w:t>
      </w:r>
      <w:r>
        <w:rPr>
          <w:b/>
          <w:bCs/>
          <w:i/>
          <w:iCs/>
          <w:lang w:val="en-US"/>
        </w:rPr>
        <w:t>x</w:t>
      </w:r>
      <w:r>
        <w:t>, а затем по прямой, параллел</w:t>
      </w:r>
      <w:r>
        <w:t xml:space="preserve">ьной оси </w:t>
      </w:r>
      <w:r>
        <w:rPr>
          <w:b/>
          <w:bCs/>
          <w:i/>
          <w:iCs/>
          <w:lang w:val="en-US"/>
        </w:rPr>
        <w:t>y</w:t>
      </w:r>
      <w:r>
        <w:t>;</w:t>
      </w:r>
      <w:proofErr w:type="gramEnd"/>
      <w:r>
        <w:t xml:space="preserve"> 3) точка приложения силы перемещается сначала по оси </w:t>
      </w:r>
      <w:r>
        <w:rPr>
          <w:b/>
          <w:bCs/>
          <w:i/>
          <w:iCs/>
          <w:lang w:val="en-US"/>
        </w:rPr>
        <w:t>y</w:t>
      </w:r>
      <w:r>
        <w:t xml:space="preserve">, а затем по прямой, параллельной оси </w:t>
      </w:r>
      <w:r>
        <w:rPr>
          <w:b/>
          <w:bCs/>
          <w:i/>
          <w:iCs/>
          <w:lang w:val="en-US"/>
        </w:rPr>
        <w:t>x</w:t>
      </w:r>
      <w:r>
        <w:t>.</w:t>
      </w: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  <w:jc w:val="both"/>
      </w:pPr>
      <w:r>
        <w:t>Вычислить работу силы сопротивления, действующей на корабль, за время, в течение которого скорость корабля после остановки двигателей уменьшится вдв</w:t>
      </w:r>
      <w:r>
        <w:t>ое (см. задачу 1.6.6).</w:t>
      </w:r>
    </w:p>
    <w:p w:rsidR="001B1757" w:rsidRDefault="001B1757">
      <w:pPr>
        <w:tabs>
          <w:tab w:val="left" w:pos="975"/>
        </w:tabs>
        <w:spacing w:before="0"/>
        <w:ind w:left="36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  <w:jc w:val="both"/>
      </w:pPr>
      <w:r>
        <w:t xml:space="preserve">Проверить, является ли силовое поле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=-</m:t>
        </m:r>
        <m:r>
          <m:rPr>
            <m:lit/>
            <m:nor/>
          </m:rPr>
          <w:rPr>
            <w:rFonts w:ascii="Cambria Math" w:hAnsi="Cambria Math"/>
          </w:rPr>
          <m:t>py</m:t>
        </m:r>
      </m:oMath>
      <w:r>
        <w:t xml:space="preserve">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px</m:t>
        </m:r>
      </m:oMath>
      <w:r>
        <w:t xml:space="preserve">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>=0</m:t>
        </m:r>
      </m:oMath>
      <w:r>
        <w:t xml:space="preserve"> потенциальным.</w:t>
      </w: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</w:pPr>
      <w:r>
        <w:t xml:space="preserve">Проверить, потенциально ли силовое поле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nor/>
              </m:rPr>
              <w:rPr>
                <w:rFonts w:ascii="Cambria Math" w:hAnsi="Cambria Math"/>
              </w:rPr>
              <m:t>xy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</m:t>
        </m:r>
      </m:oMath>
      <w:r>
        <w:t xml:space="preserve">,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,</w:t>
      </w:r>
    </w:p>
    <w:p w:rsidR="001B1757" w:rsidRDefault="005267B0">
      <w:pPr>
        <w:tabs>
          <w:tab w:val="left" w:pos="975"/>
        </w:tabs>
        <w:spacing w:before="0"/>
        <w:ind w:left="1080"/>
      </w:pPr>
      <w:r>
        <w:t>и если оно потенциально, то найти потенциальную энергию поля.</w:t>
      </w:r>
    </w:p>
    <w:p w:rsidR="001B1757" w:rsidRDefault="001B1757">
      <w:pPr>
        <w:tabs>
          <w:tab w:val="left" w:pos="975"/>
        </w:tabs>
        <w:spacing w:before="0"/>
        <w:ind w:left="1080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</w:pPr>
      <w:r>
        <w:t xml:space="preserve">Какова длина разбега самолета, масса которого </w:t>
      </w:r>
      <w:r>
        <w:rPr>
          <w:lang w:val="en-US"/>
        </w:rPr>
        <w:t>m</w:t>
      </w:r>
      <w:r>
        <w:t xml:space="preserve"> = 18 000 кг, тяга, развиваемая двигателем, Ф = 40 кН, общая сила сопротивления </w:t>
      </w:r>
      <w:r>
        <w:rPr>
          <w:lang w:val="en-US"/>
        </w:rPr>
        <w:t>R</w:t>
      </w:r>
      <w:r>
        <w:t xml:space="preserve"> = 10 кН, взлетная скорость </w:t>
      </w:r>
      <w:r>
        <w:rPr>
          <w:lang w:val="en-US"/>
        </w:rPr>
        <w:t>v</w:t>
      </w:r>
      <w:r>
        <w:t xml:space="preserve"> = 216 км/ч.</w:t>
      </w:r>
    </w:p>
    <w:p w:rsidR="001B1757" w:rsidRDefault="001B1757">
      <w:pPr>
        <w:tabs>
          <w:tab w:val="left" w:pos="975"/>
        </w:tabs>
        <w:spacing w:before="0"/>
        <w:ind w:left="360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  <w:jc w:val="both"/>
      </w:pPr>
      <w:r>
        <w:t xml:space="preserve">На какую высоту </w:t>
      </w:r>
      <w:r>
        <w:rPr>
          <w:b/>
          <w:bCs/>
          <w:i/>
          <w:iCs/>
          <w:lang w:val="en-US"/>
        </w:rPr>
        <w:t>H</w:t>
      </w:r>
      <w:r>
        <w:t xml:space="preserve"> над поверхностью Земли поднимается ракета, запущенная в вертикально</w:t>
      </w:r>
      <w:r>
        <w:t xml:space="preserve">м направлении с поверхности Земли, если ее начальная скорость равна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υ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? Какую начальную скорость надо сообщить ракете, чтобы она неограниченно удалялась от Земли? Сопротивлением атмосферы пренебречь. Радиус Земли </w:t>
      </w:r>
      <w:r>
        <w:rPr>
          <w:b/>
          <w:bCs/>
          <w:i/>
          <w:iCs/>
          <w:lang w:val="en-US"/>
        </w:rPr>
        <w:t>R</w:t>
      </w:r>
      <w:r>
        <w:t xml:space="preserve"> = 6370 км.</w:t>
      </w: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</w:tabs>
        <w:spacing w:before="0"/>
        <w:jc w:val="both"/>
      </w:pPr>
      <w:r>
        <w:lastRenderedPageBreak/>
        <w:t>С какой скоростью должна быт</w:t>
      </w:r>
      <w:r>
        <w:t xml:space="preserve">ь запущена с поверхности Земли ракета, чтобы она могла достигнуть той точки </w:t>
      </w:r>
      <w:r>
        <w:rPr>
          <w:lang w:val="en-US"/>
        </w:rPr>
        <w:t>C</w:t>
      </w:r>
      <w:r>
        <w:t xml:space="preserve"> между Землей и Луной, где силы притяжения Земли и Луны равны. Расстояние между центрами Луны и Земли </w:t>
      </w:r>
      <w:r>
        <w:rPr>
          <w:b/>
          <w:bCs/>
          <w:i/>
          <w:iCs/>
          <w:lang w:val="en-US"/>
        </w:rPr>
        <w:t>d</w:t>
      </w:r>
      <w:r>
        <w:t xml:space="preserve"> = 370 000 км, а отношение их масс </w:t>
      </w:r>
      <w:proofErr w:type="gramStart"/>
      <w:r>
        <w:rPr>
          <w:lang w:val="en-US"/>
        </w:rPr>
        <w:t>M</w:t>
      </w:r>
      <w:proofErr w:type="gramEnd"/>
      <w:r>
        <w:rPr>
          <w:vertAlign w:val="subscript"/>
        </w:rPr>
        <w:t>Л</w:t>
      </w:r>
      <w:r>
        <w:t xml:space="preserve"> и </w:t>
      </w:r>
      <w:r>
        <w:rPr>
          <w:lang w:val="en-US"/>
        </w:rPr>
        <w:t>M</w:t>
      </w:r>
      <w:r>
        <w:rPr>
          <w:vertAlign w:val="subscript"/>
        </w:rPr>
        <w:t>З</w:t>
      </w:r>
      <w:r>
        <w:t xml:space="preserve"> равно 1/80. Радиус Земли </w:t>
      </w:r>
      <w:r>
        <w:rPr>
          <w:b/>
          <w:bCs/>
          <w:i/>
          <w:iCs/>
          <w:lang w:val="en-US"/>
        </w:rPr>
        <w:t>R</w:t>
      </w:r>
      <w:r>
        <w:t xml:space="preserve"> = 6370</w:t>
      </w:r>
      <w:r>
        <w:t xml:space="preserve"> км.</w:t>
      </w: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  <w:tab w:val="left" w:pos="1260"/>
        </w:tabs>
        <w:spacing w:before="0"/>
        <w:jc w:val="both"/>
      </w:pPr>
      <w:r>
        <w:t xml:space="preserve">Сани спускаются с горы. Начиная с точки </w:t>
      </w:r>
      <w:r>
        <w:rPr>
          <w:b/>
          <w:bCs/>
          <w:i/>
          <w:iCs/>
          <w:lang w:val="en-US"/>
        </w:rPr>
        <w:t>A</w:t>
      </w:r>
      <w:r>
        <w:t xml:space="preserve">, их притормаживают силой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F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 таким образом, что до конца спуска (точки </w:t>
      </w:r>
      <w:r>
        <w:rPr>
          <w:b/>
          <w:bCs/>
          <w:i/>
          <w:iCs/>
          <w:lang w:val="en-US"/>
        </w:rPr>
        <w:t>B</w:t>
      </w:r>
      <w:r>
        <w:t xml:space="preserve">) скорость саней остается постоянной. Определить работу, совершаемую силой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F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, если сила тяжести саней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P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, а высота горы </w:t>
      </w:r>
      <w:r>
        <w:rPr>
          <w:b/>
          <w:bCs/>
          <w:i/>
          <w:iCs/>
          <w:lang w:val="en-US"/>
        </w:rPr>
        <w:t>h</w:t>
      </w:r>
      <w:r>
        <w:t>.</w:t>
      </w:r>
    </w:p>
    <w:p w:rsidR="001B1757" w:rsidRDefault="005267B0">
      <w:pPr>
        <w:tabs>
          <w:tab w:val="left" w:pos="975"/>
        </w:tabs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5" behindDoc="0" locked="0" layoutInCell="1" allowOverlap="1" wp14:anchorId="005E3E62" wp14:editId="3A8BDEE3">
                <wp:simplePos x="0" y="0"/>
                <wp:positionH relativeFrom="column">
                  <wp:posOffset>1371600</wp:posOffset>
                </wp:positionH>
                <wp:positionV relativeFrom="paragraph">
                  <wp:posOffset>-81280</wp:posOffset>
                </wp:positionV>
                <wp:extent cx="3734435" cy="1903730"/>
                <wp:effectExtent l="0" t="3175" r="9525" b="0"/>
                <wp:wrapNone/>
                <wp:docPr id="241" name="Группа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3920" cy="1902960"/>
                          <a:chOff x="0" y="0"/>
                          <a:chExt cx="0" cy="0"/>
                        </a:xfrm>
                      </wpg:grpSpPr>
                      <wps:wsp>
                        <wps:cNvPr id="242" name="Прямоугольник 242"/>
                        <wps:cNvSpPr/>
                        <wps:spPr>
                          <a:xfrm>
                            <a:off x="3425040" y="46656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3" name="Прямоугольник 243"/>
                        <wps:cNvSpPr/>
                        <wps:spPr>
                          <a:xfrm>
                            <a:off x="745560" y="134352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4" name="Прямоугольник 244"/>
                        <wps:cNvSpPr/>
                        <wps:spPr>
                          <a:xfrm>
                            <a:off x="3399120" y="156096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5" name="Прямоугольник 245"/>
                        <wps:cNvSpPr/>
                        <wps:spPr>
                          <a:xfrm>
                            <a:off x="3236040" y="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6" name="Прямоугольник 246"/>
                        <wps:cNvSpPr/>
                        <wps:spPr>
                          <a:xfrm>
                            <a:off x="496440" y="129600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47" name="Прямая соединительная линия 247"/>
                        <wps:cNvCnPr/>
                        <wps:spPr>
                          <a:xfrm flipV="1">
                            <a:off x="1635840" y="83880"/>
                            <a:ext cx="0" cy="842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8" name="Прямая соединительная линия 248"/>
                        <wps:cNvCnPr/>
                        <wps:spPr>
                          <a:xfrm flipH="1">
                            <a:off x="0" y="926640"/>
                            <a:ext cx="18694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9" name="Полилиния 249"/>
                        <wps:cNvSpPr/>
                        <wps:spPr>
                          <a:xfrm>
                            <a:off x="668160" y="609480"/>
                            <a:ext cx="2782440" cy="990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" h="1860">
                                <a:moveTo>
                                  <a:pt x="4860" y="0"/>
                                </a:moveTo>
                                <a:cubicBezTo>
                                  <a:pt x="4275" y="45"/>
                                  <a:pt x="3690" y="90"/>
                                  <a:pt x="3060" y="360"/>
                                </a:cubicBezTo>
                                <a:cubicBezTo>
                                  <a:pt x="2430" y="630"/>
                                  <a:pt x="1590" y="1380"/>
                                  <a:pt x="1080" y="1620"/>
                                </a:cubicBezTo>
                                <a:cubicBezTo>
                                  <a:pt x="570" y="1860"/>
                                  <a:pt x="180" y="1770"/>
                                  <a:pt x="0" y="180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53" editas="canvas" style="margin-left:107.95pt;margin-top:-6.4pt;width:294pt;height:149.85pt" coordorigin="2159,-128" coordsize="5880,2997">
                <v:rect id="shape_0" ID="Rectangle 201" fillcolor="white" stroked="f" style="position:absolute;left:7554;top:607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02" fillcolor="white" stroked="f" style="position:absolute;left:3334;top:1988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03" fillcolor="white" stroked="f" style="position:absolute;left:7513;top:2330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04" fillcolor="white" stroked="f" style="position:absolute;left:7256;top:-128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05" fillcolor="white" stroked="f" style="position:absolute;left:2942;top:1913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4736,4" to="4736,1330" ID="Line 206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160,1331" to="5103,1331" ID="Line 207" stroked="t" style="position:absolute;flip:x">
                  <v:stroke color="black" weight="9360" endarrow="block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</w:tabs>
        <w:spacing w:before="0"/>
        <w:jc w:val="both"/>
      </w:pPr>
    </w:p>
    <w:p w:rsidR="001B1757" w:rsidRDefault="001B1757">
      <w:pPr>
        <w:tabs>
          <w:tab w:val="left" w:pos="975"/>
          <w:tab w:val="left" w:pos="1260"/>
        </w:tabs>
        <w:spacing w:before="0"/>
        <w:ind w:left="36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  <w:tab w:val="left" w:pos="1260"/>
        </w:tabs>
        <w:spacing w:before="0"/>
        <w:jc w:val="both"/>
      </w:pPr>
      <w:proofErr w:type="gramStart"/>
      <w:r>
        <w:t xml:space="preserve">Материальная точка совершает прямолинейные затухающие колебания под действием линейной восстанавливающей силы, создаваемой пружиной жесткости </w:t>
      </w:r>
      <w:r>
        <w:rPr>
          <w:b/>
          <w:bCs/>
          <w:i/>
          <w:iCs/>
          <w:lang w:val="en-US"/>
        </w:rPr>
        <w:t>c</w:t>
      </w:r>
      <w:r>
        <w:t xml:space="preserve"> и силы сопротивления, пропорциональной первой степени скорости (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R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  <m:r>
          <w:rPr>
            <w:rFonts w:ascii="Cambria Math" w:hAnsi="Cambria Math"/>
          </w:rPr>
          <m:t>=-</m:t>
        </m:r>
        <m:r>
          <w:rPr>
            <w:rFonts w:ascii="Cambria Math" w:hAnsi="Cambria Math"/>
          </w:rPr>
          <m:t>b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υ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). Определить </w:t>
      </w:r>
      <w:r>
        <w:t>работу силы сопротивления за одно полное колебание материальной точки, а также максимальную работу этой силы при неограниченной продолжительности колебаний.</w:t>
      </w:r>
      <w:proofErr w:type="gramEnd"/>
    </w:p>
    <w:p w:rsidR="001B1757" w:rsidRDefault="001B1757">
      <w:pPr>
        <w:tabs>
          <w:tab w:val="left" w:pos="975"/>
          <w:tab w:val="left" w:pos="1260"/>
        </w:tabs>
        <w:spacing w:before="0"/>
        <w:ind w:left="36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  <w:tab w:val="left" w:pos="1260"/>
        </w:tabs>
        <w:spacing w:before="0"/>
        <w:jc w:val="both"/>
      </w:pPr>
      <w:proofErr w:type="gramStart"/>
      <w:r>
        <w:t xml:space="preserve">Точка массы </w:t>
      </w:r>
      <w:r>
        <w:rPr>
          <w:b/>
          <w:bCs/>
          <w:i/>
          <w:iCs/>
          <w:lang w:val="en-US"/>
        </w:rPr>
        <w:t>m</w:t>
      </w:r>
      <w:r>
        <w:t xml:space="preserve">, подверженная действию центральной силы </w:t>
      </w:r>
      <w:r>
        <w:rPr>
          <w:b/>
          <w:bCs/>
          <w:i/>
          <w:iCs/>
          <w:lang w:val="en-US"/>
        </w:rPr>
        <w:t>F</w:t>
      </w:r>
      <w:r>
        <w:t xml:space="preserve">, описывает лемнискату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m:rPr>
            <m:lit/>
            <m:nor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ϕ</m:t>
        </m:r>
      </m:oMath>
      <w:r>
        <w:t xml:space="preserve">, где </w:t>
      </w:r>
      <m:oMath>
        <m:r>
          <w:rPr>
            <w:rFonts w:ascii="Cambria Math" w:hAnsi="Cambria Math"/>
          </w:rPr>
          <m:t>a</m:t>
        </m:r>
      </m:oMath>
      <w:r>
        <w:t xml:space="preserve"> – величина постоянная, </w:t>
      </w:r>
      <m:oMath>
        <m:r>
          <w:rPr>
            <w:rFonts w:ascii="Cambria Math" w:hAnsi="Cambria Math"/>
          </w:rPr>
          <m:t>r</m:t>
        </m:r>
      </m:oMath>
      <w:r>
        <w:t xml:space="preserve"> – расстояние точки от силового центра; в начальный момент </w:t>
      </w: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, скорость точки равна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υ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составляет угол </w:t>
      </w:r>
      <m:oMath>
        <m:r>
          <w:rPr>
            <w:rFonts w:ascii="Cambria Math" w:hAnsi="Cambria Math"/>
          </w:rPr>
          <m:t>α</m:t>
        </m:r>
      </m:oMath>
      <w:r>
        <w:t xml:space="preserve"> с прямой, соединяющей точку с силовым центром.</w:t>
      </w:r>
      <w:proofErr w:type="gramEnd"/>
      <w:r>
        <w:t xml:space="preserve"> Определить величину силы </w:t>
      </w:r>
      <w:r>
        <w:rPr>
          <w:b/>
          <w:bCs/>
          <w:lang w:val="en-US"/>
        </w:rPr>
        <w:t>F</w:t>
      </w:r>
      <w:r>
        <w:t>, зная, что она зависит только от расстояния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. </w:t>
      </w:r>
    </w:p>
    <w:p w:rsidR="001B1757" w:rsidRDefault="005267B0">
      <w:pPr>
        <w:tabs>
          <w:tab w:val="left" w:pos="975"/>
          <w:tab w:val="left" w:pos="1260"/>
        </w:tabs>
        <w:spacing w:before="0"/>
        <w:ind w:left="1080"/>
        <w:jc w:val="both"/>
      </w:pPr>
      <w:r>
        <w:t>Примечание. Использовать формулу Бине:</w:t>
      </w:r>
    </w:p>
    <w:p w:rsidR="001B1757" w:rsidRDefault="005267B0">
      <w:pPr>
        <w:tabs>
          <w:tab w:val="left" w:pos="975"/>
          <w:tab w:val="left" w:pos="1260"/>
        </w:tabs>
        <w:spacing w:before="0"/>
        <w:ind w:left="1080"/>
        <w:jc w:val="center"/>
      </w:pPr>
      <m:oMath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mc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1/</m:t>
                    </m:r>
                    <m:r>
                      <w:rPr>
                        <w:rFonts w:ascii="Cambria Math" w:hAnsi="Cambria Math"/>
                      </w:rPr>
                      <m:t>r</m:t>
                    </m:r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dϕ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d>
      </m:oMath>
      <w:r>
        <w:t>,</w:t>
      </w:r>
    </w:p>
    <w:p w:rsidR="001B1757" w:rsidRDefault="005267B0">
      <w:pPr>
        <w:tabs>
          <w:tab w:val="left" w:pos="975"/>
          <w:tab w:val="left" w:pos="1260"/>
        </w:tabs>
        <w:spacing w:before="0"/>
        <w:ind w:left="1080"/>
      </w:pPr>
      <w:r>
        <w:t xml:space="preserve">где </w:t>
      </w:r>
      <w:proofErr w:type="gramStart"/>
      <m:oMath>
        <m:r>
          <w:rPr>
            <w:rFonts w:ascii="Cambria Math" w:hAnsi="Cambria Math"/>
          </w:rPr>
          <m:t>с</m:t>
        </m:r>
      </m:oMath>
      <w:proofErr w:type="gramEnd"/>
      <w:r>
        <w:t xml:space="preserve"> – </w:t>
      </w:r>
      <w:proofErr w:type="gramStart"/>
      <w:r>
        <w:t>удвоенная</w:t>
      </w:r>
      <w:proofErr w:type="gramEnd"/>
      <w:r>
        <w:t xml:space="preserve"> секторная скорость точки.</w:t>
      </w:r>
    </w:p>
    <w:p w:rsidR="001B1757" w:rsidRDefault="001B1757">
      <w:pPr>
        <w:tabs>
          <w:tab w:val="left" w:pos="975"/>
          <w:tab w:val="left" w:pos="1260"/>
        </w:tabs>
        <w:spacing w:before="0"/>
        <w:ind w:left="1080"/>
      </w:pPr>
    </w:p>
    <w:p w:rsidR="001B1757" w:rsidRDefault="005267B0">
      <w:pPr>
        <w:numPr>
          <w:ilvl w:val="2"/>
          <w:numId w:val="20"/>
        </w:numPr>
        <w:tabs>
          <w:tab w:val="left" w:pos="975"/>
          <w:tab w:val="left" w:pos="1260"/>
        </w:tabs>
        <w:spacing w:before="0"/>
        <w:jc w:val="both"/>
      </w:pPr>
      <w:proofErr w:type="gramStart"/>
      <w:r>
        <w:t>Определить движение точки, масса которой 1 кг, под действием центральной силы притяжения, обратно пропорциональной кубу расстояния точки о</w:t>
      </w:r>
      <w:r>
        <w:t xml:space="preserve">т центра притяжения, при следующих данных: на расстоянии 1 м сила равна 1 Н. В начальный момент расстояние точки от центра притяжения равно 2 м, скорость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υ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>=0,5 м/с и составляет угол 45</w:t>
      </w:r>
      <w:r>
        <w:rPr>
          <w:vertAlign w:val="superscript"/>
        </w:rPr>
        <w:t>0</w:t>
      </w:r>
      <w:r>
        <w:t xml:space="preserve"> с направлением прямой, проведенной из центра к точке.</w:t>
      </w:r>
      <w:proofErr w:type="gramEnd"/>
    </w:p>
    <w:p w:rsidR="001B1757" w:rsidRDefault="001B1757">
      <w:pPr>
        <w:tabs>
          <w:tab w:val="left" w:pos="975"/>
          <w:tab w:val="left" w:pos="1260"/>
        </w:tabs>
        <w:spacing w:before="0"/>
        <w:ind w:left="360"/>
        <w:jc w:val="both"/>
      </w:pPr>
    </w:p>
    <w:p w:rsidR="001B1757" w:rsidRDefault="005267B0">
      <w:pPr>
        <w:numPr>
          <w:ilvl w:val="2"/>
          <w:numId w:val="20"/>
        </w:numPr>
        <w:tabs>
          <w:tab w:val="left" w:pos="975"/>
          <w:tab w:val="left" w:pos="1260"/>
        </w:tabs>
        <w:spacing w:before="0"/>
        <w:jc w:val="both"/>
      </w:pPr>
      <w:r>
        <w:t>Горизонтальна</w:t>
      </w:r>
      <w:r>
        <w:t xml:space="preserve">я пружина, на конце которой прикреплена материальная точка, сжата силой </w:t>
      </w:r>
      <w:r>
        <w:rPr>
          <w:b/>
          <w:bCs/>
          <w:i/>
          <w:iCs/>
          <w:lang w:val="en-US"/>
        </w:rPr>
        <w:t>P</w:t>
      </w:r>
      <w:r>
        <w:t xml:space="preserve"> и находится в покое. Внезапно сила </w:t>
      </w:r>
      <w:r>
        <w:rPr>
          <w:b/>
          <w:bCs/>
          <w:i/>
          <w:iCs/>
          <w:lang w:val="en-US"/>
        </w:rPr>
        <w:t>P</w:t>
      </w:r>
      <w:r>
        <w:t xml:space="preserve"> меняет направление </w:t>
      </w:r>
      <w:proofErr w:type="gramStart"/>
      <w:r>
        <w:t>на</w:t>
      </w:r>
      <w:proofErr w:type="gramEnd"/>
      <w:r>
        <w:t xml:space="preserve"> прямо противоположное. Определить, пренебрегая массой пружины, во сколько раз получающееся при этом наибольшее растяжение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больше первоначального сжатия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.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ind w:left="0"/>
        <w:jc w:val="left"/>
        <w:rPr>
          <w:sz w:val="24"/>
        </w:rPr>
      </w:pPr>
      <w:r>
        <w:rPr>
          <w:sz w:val="24"/>
        </w:rPr>
        <w:t>Тема 8. Несвободное движение</w:t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ind w:left="1080"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3.9.1. Исследовать движение тяжелой материальной точки массы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 по внутренней поверхности цилиндра радиуса </w:t>
      </w:r>
      <w:r>
        <w:rPr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>. Ось цилиндра горизонтальна. В начальный момент положение точки определяется ко</w:t>
      </w:r>
      <w:r>
        <w:rPr>
          <w:b w:val="0"/>
          <w:bCs w:val="0"/>
          <w:sz w:val="24"/>
        </w:rPr>
        <w:t xml:space="preserve">ординатами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</m:oMath>
      <w:r>
        <w:rPr>
          <w:b w:val="0"/>
          <w:bCs w:val="0"/>
          <w:sz w:val="24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. Начальная скорость направлена параллельно оси цилиндра и равна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υ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ind w:left="1080" w:hanging="72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ind w:left="1080"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3.9.2. По проволоке, имеющей форму параболы, движется колечко. Уравнения связи (параболы) имеют вид: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i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i"/>
          </m:rPr>
          <w:rPr>
            <w:rFonts w:ascii="Cambria Math" w:hAnsi="Cambria Math"/>
          </w:rPr>
          <m:t>=0</m:t>
        </m:r>
      </m:oMath>
      <w:r>
        <w:rPr>
          <w:b w:val="0"/>
          <w:bCs w:val="0"/>
          <w:sz w:val="24"/>
        </w:rPr>
        <w:t xml:space="preserve">. Найти реакцию </w:t>
      </w:r>
      <w:r>
        <w:rPr>
          <w:b w:val="0"/>
          <w:bCs w:val="0"/>
          <w:sz w:val="24"/>
        </w:rPr>
        <w:t>связи при нулевых начальных условиях.</w:t>
      </w:r>
    </w:p>
    <w:p w:rsidR="001B1757" w:rsidRDefault="001B1757">
      <w:pPr>
        <w:pStyle w:val="afa"/>
        <w:ind w:left="1080" w:hanging="72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/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ind w:left="1080" w:hanging="72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ind w:left="1080"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3.9.3. Лыжник спускается с горы, причем его траекторию можно принять за окружность радиуса </w:t>
      </w:r>
      <w:r>
        <w:rPr>
          <w:i/>
          <w:iCs/>
          <w:sz w:val="24"/>
          <w:lang w:val="en-US"/>
        </w:rPr>
        <w:t>r</w:t>
      </w:r>
      <w:r>
        <w:rPr>
          <w:b w:val="0"/>
          <w:bCs w:val="0"/>
          <w:sz w:val="24"/>
        </w:rPr>
        <w:t xml:space="preserve">. Коэффициент трения скольжения равен  </w:t>
      </w:r>
      <w:r>
        <w:rPr>
          <w:i/>
          <w:iCs/>
          <w:sz w:val="24"/>
          <w:lang w:val="en-US"/>
        </w:rPr>
        <w:t>f</w:t>
      </w:r>
      <w:r>
        <w:rPr>
          <w:b w:val="0"/>
          <w:bCs w:val="0"/>
          <w:sz w:val="24"/>
        </w:rPr>
        <w:t>. Определить скорость лыжника в точке</w:t>
      </w:r>
      <w:proofErr w:type="gramStart"/>
      <w:r>
        <w:rPr>
          <w:b w:val="0"/>
          <w:bCs w:val="0"/>
          <w:sz w:val="24"/>
        </w:rPr>
        <w:t xml:space="preserve"> </w:t>
      </w:r>
      <w:r>
        <w:rPr>
          <w:i/>
          <w:iCs/>
          <w:sz w:val="24"/>
        </w:rPr>
        <w:t>В</w:t>
      </w:r>
      <w:proofErr w:type="gramEnd"/>
      <w:r>
        <w:rPr>
          <w:b w:val="0"/>
          <w:bCs w:val="0"/>
          <w:sz w:val="24"/>
        </w:rPr>
        <w:t xml:space="preserve">, если в начальной точке </w:t>
      </w:r>
      <w:r>
        <w:rPr>
          <w:i/>
          <w:iCs/>
          <w:sz w:val="24"/>
          <w:lang w:val="en-US"/>
        </w:rPr>
        <w:t>A</w:t>
      </w:r>
      <w:r>
        <w:rPr>
          <w:b w:val="0"/>
          <w:bCs w:val="0"/>
          <w:sz w:val="24"/>
        </w:rPr>
        <w:t xml:space="preserve"> его скорость равнялась нулю.  </w:t>
      </w:r>
    </w:p>
    <w:p w:rsidR="001B1757" w:rsidRDefault="001B1757">
      <w:pPr>
        <w:pStyle w:val="afa"/>
        <w:ind w:left="1080" w:hanging="72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jc w:val="both"/>
        <w:rPr>
          <w:b w:val="0"/>
          <w:bCs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22F28788" wp14:editId="4D461ED5">
                <wp:simplePos x="0" y="0"/>
                <wp:positionH relativeFrom="column">
                  <wp:posOffset>3381375</wp:posOffset>
                </wp:positionH>
                <wp:positionV relativeFrom="paragraph">
                  <wp:posOffset>339090</wp:posOffset>
                </wp:positionV>
                <wp:extent cx="343535" cy="286385"/>
                <wp:effectExtent l="0" t="0" r="0" b="2540"/>
                <wp:wrapNone/>
                <wp:docPr id="250" name="Прямоугольник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80" cy="28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B1757" w:rsidRDefault="001B1757">
                            <w:pPr>
                              <w:pStyle w:val="FrameContents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527" fillcolor="white" stroked="f" style="position:absolute;margin-left:266.25pt;margin-top:26.7pt;width:26.95pt;height:22.45pt">
                <w10:wrap type="non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spacing w:before="60" w:after="0"/>
                        <w:rPr>
                          <w:b/>
                          <w:b/>
                          <w:bCs/>
                          <w:i/>
                          <w:i/>
                          <w:iCs/>
                          <w:sz w:val="28"/>
                          <w:lang w:val="en-US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7" behindDoc="0" locked="0" layoutInCell="1" allowOverlap="1" wp14:anchorId="1619B496" wp14:editId="7331A4D9">
                <wp:simplePos x="0" y="0"/>
                <wp:positionH relativeFrom="column">
                  <wp:posOffset>1600200</wp:posOffset>
                </wp:positionH>
                <wp:positionV relativeFrom="paragraph">
                  <wp:posOffset>-2341245</wp:posOffset>
                </wp:positionV>
                <wp:extent cx="3572510" cy="1524635"/>
                <wp:effectExtent l="0" t="2540" r="0" b="0"/>
                <wp:wrapNone/>
                <wp:docPr id="251" name="Группа 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920" cy="1523880"/>
                          <a:chOff x="0" y="0"/>
                          <a:chExt cx="0" cy="0"/>
                        </a:xfrm>
                      </wpg:grpSpPr>
                      <wps:wsp>
                        <wps:cNvPr id="252" name="Прямоугольник 252"/>
                        <wps:cNvSpPr/>
                        <wps:spPr>
                          <a:xfrm>
                            <a:off x="2070000" y="248400"/>
                            <a:ext cx="293400" cy="264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3" name="Прямоугольник 253"/>
                        <wps:cNvSpPr/>
                        <wps:spPr>
                          <a:xfrm>
                            <a:off x="1816560" y="721440"/>
                            <a:ext cx="448920" cy="279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mg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4" name="Прямоугольник 254"/>
                        <wps:cNvSpPr/>
                        <wps:spPr>
                          <a:xfrm>
                            <a:off x="1221120" y="1018080"/>
                            <a:ext cx="293400" cy="263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5" name="Прямоугольник 255"/>
                        <wps:cNvSpPr/>
                        <wps:spPr>
                          <a:xfrm>
                            <a:off x="1196280" y="0"/>
                            <a:ext cx="293400" cy="240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6" name="Прямоугольник 256"/>
                        <wps:cNvSpPr/>
                        <wps:spPr>
                          <a:xfrm>
                            <a:off x="510480" y="480600"/>
                            <a:ext cx="293400" cy="240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7" name="Прямоугольник 257"/>
                        <wps:cNvSpPr/>
                        <wps:spPr>
                          <a:xfrm>
                            <a:off x="3278520" y="119880"/>
                            <a:ext cx="293400" cy="264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58" name="Прямая соединительная линия 258"/>
                        <wps:cNvCnPr/>
                        <wps:spPr>
                          <a:xfrm>
                            <a:off x="448920" y="930240"/>
                            <a:ext cx="11106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59" name="Прямая соединительная линия 259"/>
                        <wps:cNvCnPr/>
                        <wps:spPr>
                          <a:xfrm flipH="1">
                            <a:off x="0" y="930240"/>
                            <a:ext cx="448920" cy="3268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60" name="Прямая соединительная линия 260"/>
                        <wps:cNvCnPr/>
                        <wps:spPr>
                          <a:xfrm>
                            <a:off x="449640" y="929520"/>
                            <a:ext cx="0" cy="594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61" name="Полилиния 261"/>
                        <wps:cNvSpPr/>
                        <wps:spPr>
                          <a:xfrm>
                            <a:off x="1441440" y="136440"/>
                            <a:ext cx="1567080" cy="784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0" h="1470">
                                <a:moveTo>
                                  <a:pt x="0" y="0"/>
                                </a:moveTo>
                                <a:cubicBezTo>
                                  <a:pt x="90" y="105"/>
                                  <a:pt x="180" y="210"/>
                                  <a:pt x="360" y="360"/>
                                </a:cubicBezTo>
                                <a:cubicBezTo>
                                  <a:pt x="540" y="510"/>
                                  <a:pt x="810" y="750"/>
                                  <a:pt x="1080" y="900"/>
                                </a:cubicBezTo>
                                <a:cubicBezTo>
                                  <a:pt x="1350" y="1050"/>
                                  <a:pt x="1710" y="1170"/>
                                  <a:pt x="1980" y="1260"/>
                                </a:cubicBezTo>
                                <a:cubicBezTo>
                                  <a:pt x="2250" y="1350"/>
                                  <a:pt x="2550" y="1410"/>
                                  <a:pt x="2700" y="1440"/>
                                </a:cubicBezTo>
                                <a:cubicBezTo>
                                  <a:pt x="2850" y="1470"/>
                                  <a:pt x="2865" y="1455"/>
                                  <a:pt x="2880" y="144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62" name="Прямая соединительная линия 262"/>
                        <wps:cNvCnPr/>
                        <wps:spPr>
                          <a:xfrm>
                            <a:off x="666000" y="1121400"/>
                            <a:ext cx="0" cy="237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63" name="Прямая соединительная линия 263"/>
                        <wps:cNvCnPr/>
                        <wps:spPr>
                          <a:xfrm flipV="1">
                            <a:off x="671040" y="1016640"/>
                            <a:ext cx="166320" cy="109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28" editas="canvas" style="margin-left:126pt;margin-top:-184.35pt;width:281.25pt;height:119.95pt" coordorigin="2520,-3687" coordsize="5625,2399">
                <v:rect id="shape_0" ID="Rectangle 211" fillcolor="white" stroked="f" style="position:absolute;left:5780;top:-3296;width:461;height:41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R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12" fillcolor="white" stroked="f" style="position:absolute;left:5381;top:-2551;width:706;height:4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mg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13" fillcolor="white" stroked="f" style="position:absolute;left:4443;top:-2083;width:461;height:41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14" fillcolor="white" stroked="f" style="position:absolute;left:4404;top:-3687;width:461;height:377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15" fillcolor="white" stroked="f" style="position:absolute;left:3324;top:-2930;width:461;height:377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z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16" fillcolor="white" stroked="f" style="position:absolute;left:7683;top:-3498;width:461;height:41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227,-2222" to="4975,-2222" ID="Line 217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520,-2222" to="3226,-1708" ID="Line 218" stroked="t" style="position:absolute;flip:x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228,-2223" to="3228,-1288" ID="Line 219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569,-1921" to="3569,-1547" ID="Line 221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577,-2086" to="3838,-1915" ID="Line 222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8" behindDoc="0" locked="0" layoutInCell="1" allowOverlap="1" wp14:anchorId="528E082D" wp14:editId="2DDC7D31">
                <wp:simplePos x="0" y="0"/>
                <wp:positionH relativeFrom="column">
                  <wp:posOffset>2286000</wp:posOffset>
                </wp:positionH>
                <wp:positionV relativeFrom="paragraph">
                  <wp:posOffset>-31115</wp:posOffset>
                </wp:positionV>
                <wp:extent cx="2197100" cy="1057910"/>
                <wp:effectExtent l="9525" t="0" r="13335" b="1905"/>
                <wp:wrapNone/>
                <wp:docPr id="264" name="Группа 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360" cy="1057320"/>
                          <a:chOff x="0" y="0"/>
                          <a:chExt cx="0" cy="0"/>
                        </a:xfrm>
                      </wpg:grpSpPr>
                      <wps:wsp>
                        <wps:cNvPr id="265" name="Прямоугольник 265"/>
                        <wps:cNvSpPr/>
                        <wps:spPr>
                          <a:xfrm>
                            <a:off x="1906200" y="0"/>
                            <a:ext cx="275040" cy="313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g:grpSp>
                        <wpg:cNvPr id="266" name="Группа 266"/>
                        <wpg:cNvGrpSpPr/>
                        <wpg:grpSpPr>
                          <a:xfrm>
                            <a:off x="0" y="94680"/>
                            <a:ext cx="2196360" cy="962640"/>
                            <a:chOff x="0" y="0"/>
                            <a:chExt cx="0" cy="0"/>
                          </a:xfrm>
                        </wpg:grpSpPr>
                        <wps:wsp>
                          <wps:cNvPr id="267" name="Прямоугольник 267"/>
                          <wps:cNvSpPr/>
                          <wps:spPr>
                            <a:xfrm>
                              <a:off x="1921680" y="276840"/>
                              <a:ext cx="275040" cy="31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g:grpSp>
                          <wpg:cNvPr id="268" name="Группа 268"/>
                          <wpg:cNvGrpSpPr/>
                          <wpg:grpSpPr>
                            <a:xfrm>
                              <a:off x="0" y="48240"/>
                              <a:ext cx="2150640" cy="914400"/>
                              <a:chOff x="0" y="0"/>
                              <a:chExt cx="0" cy="0"/>
                            </a:xfrm>
                          </wpg:grpSpPr>
                          <wps:wsp>
                            <wps:cNvPr id="269" name="Прямоугольник 269"/>
                            <wps:cNvSpPr/>
                            <wps:spPr>
                              <a:xfrm>
                                <a:off x="1875240" y="600840"/>
                                <a:ext cx="275760" cy="313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270" name="Прямоугольник 270"/>
                            <wps:cNvSpPr/>
                            <wps:spPr>
                              <a:xfrm>
                                <a:off x="1163160" y="0"/>
                                <a:ext cx="275040" cy="313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271" name="Прямая соединительная линия 271"/>
                            <wps:cNvCnPr/>
                            <wps:spPr>
                              <a:xfrm>
                                <a:off x="0" y="81720"/>
                                <a:ext cx="31248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72" name="Полилиния 272"/>
                            <wps:cNvSpPr/>
                            <wps:spPr>
                              <a:xfrm>
                                <a:off x="1346760" y="228600"/>
                                <a:ext cx="642600" cy="5904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60" h="930">
                                    <a:moveTo>
                                      <a:pt x="0" y="0"/>
                                    </a:moveTo>
                                    <a:cubicBezTo>
                                      <a:pt x="45" y="120"/>
                                      <a:pt x="90" y="240"/>
                                      <a:pt x="180" y="360"/>
                                    </a:cubicBezTo>
                                    <a:cubicBezTo>
                                      <a:pt x="270" y="480"/>
                                      <a:pt x="390" y="630"/>
                                      <a:pt x="540" y="720"/>
                                    </a:cubicBezTo>
                                    <a:cubicBezTo>
                                      <a:pt x="690" y="810"/>
                                      <a:pt x="960" y="870"/>
                                      <a:pt x="1080" y="900"/>
                                    </a:cubicBezTo>
                                    <a:cubicBezTo>
                                      <a:pt x="1200" y="930"/>
                                      <a:pt x="1230" y="900"/>
                                      <a:pt x="1260" y="900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73" name="Прямая соединительная линия 273"/>
                            <wps:cNvCnPr/>
                            <wps:spPr>
                              <a:xfrm>
                                <a:off x="659880" y="411480"/>
                                <a:ext cx="34092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274" name="Прямая соединительная линия 274"/>
                          <wps:cNvCnPr/>
                          <wps:spPr>
                            <a:xfrm flipV="1">
                              <a:off x="307800" y="0"/>
                              <a:ext cx="351720" cy="1353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75" name="Прямая соединительная линия 275"/>
                          <wps:cNvCnPr/>
                          <wps:spPr>
                            <a:xfrm flipV="1">
                              <a:off x="655200" y="5760"/>
                              <a:ext cx="0" cy="453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541" editas="canvas" style="margin-left:180pt;margin-top:-2.45pt;width:172.95pt;height:83.3pt" coordorigin="3600,-49" coordsize="3459,1666">
                <v:rect id="shape_0" ID="Rectangle 224" fillcolor="white" stroked="f" style="position:absolute;left:6602;top:-49;width:432;height:49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group id="shape_0" alt="Group 225" editas="canvas" style="left:3600;top:101;width:3459;height:1516">
                  <v:rect id="shape_0" ID="Rectangle 226" fillcolor="white" stroked="f" style="position:absolute;left:6626;top:536;width:432;height:494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r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group id="shape_0" alt="Group 227" editas="canvas" style="left:3600;top:176;width:3387;height:1440">
                    <v:rect id="shape_0" ID="Rectangle 228" fillcolor="white" stroked="f" style="position:absolute;left:6553;top:1123;width:433;height:493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229" fillcolor="white" stroked="f" style="position:absolute;left:5432;top:176;width:432;height:493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line id="shape_0" from="3600,305" to="4091,305" ID="Line 230" stroked="t" style="position:absolute">
                      <v:stroke color="black" weight="9360" joinstyle="round" endcap="flat"/>
                      <v:fill o:detectmouseclick="t" on="false"/>
                    </v:line>
                    <v:line id="shape_0" from="4639,824" to="5175,824" ID="Line 232" stroked="t" style="position:absolute">
                      <v:stroke color="black" weight="9360" joinstyle="round" endcap="flat"/>
                      <v:fill o:detectmouseclick="t" on="false"/>
                    </v:line>
                  </v:group>
                  <v:line id="shape_0" from="4085,100" to="4638,312" ID="Line 233" stroked="t" style="position:absolute;flip:y">
                    <v:stroke color="black" weight="9360" joinstyle="round" endcap="flat"/>
                    <v:fill o:detectmouseclick="t" on="false"/>
                  </v:line>
                  <v:line id="shape_0" from="4632,109" to="4632,823" ID="Line 234" stroked="t" style="position:absolute;flip:y">
                    <v:stroke color="black" weight="9360" joinstyle="round" endcap="flat"/>
                    <v:fill o:detectmouseclick="t" on="false"/>
                  </v:line>
                </v:group>
              </v:group>
            </w:pict>
          </mc:Fallback>
        </mc:AlternateContent>
      </w:r>
      <w:r>
        <w:rPr>
          <w:b w:val="0"/>
          <w:bCs w:val="0"/>
          <w:sz w:val="24"/>
        </w:rPr>
        <w:t xml:space="preserve">     </w:t>
      </w:r>
    </w:p>
    <w:p w:rsidR="001B1757" w:rsidRDefault="001B1757">
      <w:pPr>
        <w:pStyle w:val="afa"/>
        <w:jc w:val="both"/>
        <w:rPr>
          <w:b w:val="0"/>
          <w:bCs w:val="0"/>
          <w:sz w:val="24"/>
        </w:rPr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spacing w:before="0"/>
        <w:ind w:left="1080" w:hanging="720"/>
        <w:jc w:val="both"/>
      </w:pPr>
      <w:r>
        <w:t xml:space="preserve">3.9.4. Тяжелое кольцо </w:t>
      </w:r>
      <w:r>
        <w:rPr>
          <w:b/>
          <w:bCs/>
          <w:i/>
          <w:iCs/>
          <w:lang w:val="en-US"/>
        </w:rPr>
        <w:t>M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t xml:space="preserve"> может скользить без трения по дуге окружности радиуса </w:t>
      </w:r>
      <w:r>
        <w:rPr>
          <w:b/>
          <w:bCs/>
          <w:i/>
          <w:iCs/>
          <w:lang w:val="en-US"/>
        </w:rPr>
        <w:t>r</w:t>
      </w:r>
      <w:r>
        <w:t xml:space="preserve">, расположенной в вертикальной плоскости. К кольцу привязана упругая нить </w:t>
      </w:r>
      <w:r>
        <w:rPr>
          <w:b/>
          <w:bCs/>
          <w:i/>
          <w:iCs/>
          <w:lang w:val="en-US"/>
        </w:rPr>
        <w:t>MOA</w:t>
      </w:r>
      <w:r>
        <w:t xml:space="preserve">, проходящая через гладкое неподвижное кольцо </w:t>
      </w:r>
      <w:r>
        <w:rPr>
          <w:b/>
          <w:bCs/>
          <w:i/>
          <w:iCs/>
          <w:lang w:val="en-US"/>
        </w:rPr>
        <w:t>O</w:t>
      </w:r>
      <w:r>
        <w:t xml:space="preserve"> и закрепленная в точке </w:t>
      </w:r>
      <w:r>
        <w:rPr>
          <w:b/>
          <w:bCs/>
          <w:i/>
          <w:iCs/>
          <w:lang w:val="en-US"/>
        </w:rPr>
        <w:t>A</w:t>
      </w:r>
      <w:r>
        <w:t xml:space="preserve">. Натяжение нити равно нулю, когда кольцо </w:t>
      </w:r>
      <w:r>
        <w:rPr>
          <w:b/>
          <w:bCs/>
          <w:i/>
          <w:iCs/>
          <w:lang w:val="en-US"/>
        </w:rPr>
        <w:t>M</w:t>
      </w:r>
      <w:r>
        <w:t xml:space="preserve"> находится в точке </w:t>
      </w:r>
      <w:r>
        <w:rPr>
          <w:b/>
          <w:bCs/>
          <w:i/>
          <w:iCs/>
          <w:lang w:val="en-US"/>
        </w:rPr>
        <w:t>O</w:t>
      </w:r>
      <w:r>
        <w:t xml:space="preserve">, а коэффициент жесткости нити равен </w:t>
      </w:r>
      <w:r>
        <w:rPr>
          <w:b/>
          <w:bCs/>
          <w:i/>
          <w:iCs/>
          <w:lang w:val="en-US"/>
        </w:rPr>
        <w:t>c</w:t>
      </w:r>
      <w:r>
        <w:t xml:space="preserve">. В начальный момент кольцо находится в точке </w:t>
      </w:r>
      <w:r>
        <w:rPr>
          <w:b/>
          <w:bCs/>
          <w:i/>
          <w:iCs/>
          <w:lang w:val="en-US"/>
        </w:rPr>
        <w:t>B</w:t>
      </w:r>
      <w:r>
        <w:t xml:space="preserve"> и имеет скорость, равную нулю. Определить давление </w:t>
      </w:r>
      <w:r>
        <w:rPr>
          <w:b/>
          <w:bCs/>
          <w:i/>
          <w:iCs/>
          <w:lang w:val="en-US"/>
        </w:rPr>
        <w:t>N</w:t>
      </w:r>
      <w:r>
        <w:t>, производимое кольцом на окружность.</w:t>
      </w:r>
    </w:p>
    <w:p w:rsidR="001B1757" w:rsidRDefault="001B1757">
      <w:pPr>
        <w:spacing w:before="0"/>
        <w:ind w:left="1080" w:hanging="720"/>
        <w:jc w:val="both"/>
      </w:pPr>
    </w:p>
    <w:p w:rsidR="001B1757" w:rsidRDefault="005267B0">
      <w:pPr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9" behindDoc="0" locked="0" layoutInCell="1" allowOverlap="1" wp14:anchorId="7EBB8847" wp14:editId="7B6816EE">
                <wp:simplePos x="0" y="0"/>
                <wp:positionH relativeFrom="column">
                  <wp:posOffset>2857500</wp:posOffset>
                </wp:positionH>
                <wp:positionV relativeFrom="paragraph">
                  <wp:posOffset>-142875</wp:posOffset>
                </wp:positionV>
                <wp:extent cx="1715135" cy="800735"/>
                <wp:effectExtent l="0" t="12065" r="0" b="6985"/>
                <wp:wrapNone/>
                <wp:docPr id="276" name="Группа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0" cy="800280"/>
                          <a:chOff x="0" y="0"/>
                          <a:chExt cx="0" cy="0"/>
                        </a:xfrm>
                      </wpg:grpSpPr>
                      <wpg:grpSp>
                        <wpg:cNvPr id="277" name="Группа 277"/>
                        <wpg:cNvGrpSpPr/>
                        <wpg:grpSpPr>
                          <a:xfrm>
                            <a:off x="0" y="0"/>
                            <a:ext cx="1714680" cy="800280"/>
                            <a:chOff x="0" y="0"/>
                            <a:chExt cx="0" cy="0"/>
                          </a:xfrm>
                        </wpg:grpSpPr>
                        <wps:wsp>
                          <wps:cNvPr id="278" name="Прямоугольник 278"/>
                          <wps:cNvSpPr/>
                          <wps:spPr>
                            <a:xfrm>
                              <a:off x="1513080" y="209520"/>
                              <a:ext cx="201240" cy="31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279" name="Прямоугольник 279"/>
                          <wps:cNvSpPr/>
                          <wps:spPr>
                            <a:xfrm>
                              <a:off x="1485360" y="438840"/>
                              <a:ext cx="201240" cy="313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280" name="Прямоугольник 280"/>
                          <wps:cNvSpPr/>
                          <wps:spPr>
                            <a:xfrm>
                              <a:off x="920880" y="181080"/>
                              <a:ext cx="200520" cy="31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281" name="Овал 281"/>
                          <wps:cNvSpPr/>
                          <wps:spPr>
                            <a:xfrm>
                              <a:off x="1077120" y="0"/>
                              <a:ext cx="469800" cy="8002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2" name="Прямоугольник 282"/>
                          <wps:cNvSpPr/>
                          <wps:spPr>
                            <a:xfrm>
                              <a:off x="1261800" y="85680"/>
                              <a:ext cx="201240" cy="313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283" name="Прямоугольник 283"/>
                          <wps:cNvSpPr/>
                          <wps:spPr>
                            <a:xfrm>
                              <a:off x="708120" y="181080"/>
                              <a:ext cx="200520" cy="31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284" name="Прямая соединительная линия 284"/>
                          <wps:cNvCnPr/>
                          <wps:spPr>
                            <a:xfrm>
                              <a:off x="0" y="197640"/>
                              <a:ext cx="0" cy="1944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5" name="Прямая соединительная линия 285"/>
                          <wps:cNvCnPr/>
                          <wps:spPr>
                            <a:xfrm>
                              <a:off x="0" y="289080"/>
                              <a:ext cx="19044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6" name="Прямая соединительная линия 286"/>
                          <wps:cNvCnPr/>
                          <wps:spPr>
                            <a:xfrm flipV="1">
                              <a:off x="324000" y="127080"/>
                              <a:ext cx="94680" cy="1645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7" name="Прямая соединительная линия 287"/>
                          <wps:cNvCnPr/>
                          <wps:spPr>
                            <a:xfrm>
                              <a:off x="190440" y="289080"/>
                              <a:ext cx="763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8" name="Прямая соединительная линия 288"/>
                          <wps:cNvCnPr/>
                          <wps:spPr>
                            <a:xfrm>
                              <a:off x="289080" y="289080"/>
                              <a:ext cx="763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9" name="Прямая соединительная линия 289"/>
                          <wps:cNvCnPr/>
                          <wps:spPr>
                            <a:xfrm>
                              <a:off x="380520" y="289080"/>
                              <a:ext cx="763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90" name="Прямая соединительная линия 290"/>
                          <wps:cNvCnPr/>
                          <wps:spPr>
                            <a:xfrm>
                              <a:off x="184320" y="289080"/>
                              <a:ext cx="262800" cy="102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291" name="Овал 291"/>
                        <wps:cNvSpPr/>
                        <wps:spPr>
                          <a:xfrm>
                            <a:off x="1516320" y="562680"/>
                            <a:ext cx="24840" cy="424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11" editas="canvas" style="margin-left:225pt;margin-top:-11.25pt;width:135pt;height:63pt" coordorigin="4500,-225" coordsize="2700,1260">
                <v:group id="shape_0" alt="Group 236" editas="canvas" style="left:4500;top:-225;width:2700;height:1260">
                  <v:rect id="shape_0" ID="Rectangle 237" fillcolor="white" stroked="f" style="position:absolute;left:6883;top:105;width:316;height:494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38" fillcolor="white" stroked="f" style="position:absolute;left:6839;top:466;width:316;height:49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39" fillcolor="white" stroked="f" style="position:absolute;left:5950;top:60;width:315;height:494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O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oval id="shape_0" ID="Oval 240" fillcolor="white" stroked="t" style="position:absolute;left:6197;top:-225;width:739;height:1259">
                    <w10:wrap type="none"/>
                    <v:fill o:detectmouseclick="t" type="solid" color2="black"/>
                    <v:stroke color="black" weight="9360" joinstyle="round" endcap="flat"/>
                  </v:oval>
                  <v:rect id="shape_0" ID="Rectangle 241" fillcolor="white" stroked="f" style="position:absolute;left:6487;top:-90;width:316;height:49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r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42" fillcolor="white" stroked="f" style="position:absolute;left:5615;top:60;width:315;height:494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500,86" to="4500,391" ID="Line 243" stroked="t" style="position:absolute">
                    <v:stroke color="black" weight="9360" joinstyle="round" endcap="flat"/>
                    <v:fill o:detectmouseclick="t" on="false"/>
                  </v:line>
                  <v:line id="shape_0" from="4500,230" to="4799,230" ID="Line 244" stroked="t" style="position:absolute">
                    <v:stroke color="black" weight="9360" joinstyle="round" endcap="flat"/>
                    <v:fill o:detectmouseclick="t" on="false"/>
                  </v:line>
                  <v:line id="shape_0" from="5011,-25" to="5159,233" ID="Line 245" stroked="t" style="position:absolute;flip:y">
                    <v:stroke color="black" weight="9360" joinstyle="round" endcap="flat"/>
                    <v:fill o:detectmouseclick="t" on="false"/>
                  </v:line>
                  <v:line id="shape_0" from="4800,230" to="4919,230" ID="Line 246" stroked="t" style="position:absolute">
                    <v:stroke color="black" weight="9360" joinstyle="round" endcap="flat"/>
                    <v:fill o:detectmouseclick="t" on="false"/>
                  </v:line>
                  <v:line id="shape_0" from="4956,230" to="5075,230" ID="Line 247" stroked="t" style="position:absolute">
                    <v:stroke color="black" weight="9360" joinstyle="round" endcap="flat"/>
                    <v:fill o:detectmouseclick="t" on="false"/>
                  </v:line>
                  <v:line id="shape_0" from="5100,230" to="5219,230" ID="Line 248" stroked="t" style="position:absolute">
                    <v:stroke color="black" weight="9360" joinstyle="round" endcap="flat"/>
                    <v:fill o:detectmouseclick="t" on="false"/>
                  </v:line>
                  <v:line id="shape_0" from="4791,230" to="5204,391" ID="Line 249" stroked="t" style="position:absolute">
                    <v:stroke color="black" weight="9360" joinstyle="round" endcap="flat"/>
                    <v:fill o:detectmouseclick="t" on="false"/>
                  </v:line>
                </v:group>
                <v:oval id="shape_0" ID="Oval 250" fillcolor="black" stroked="t" style="position:absolute;left:6888;top:661;width:38;height:66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</w:p>
    <w:p w:rsidR="001B1757" w:rsidRDefault="001B1757">
      <w:pPr>
        <w:spacing w:before="0"/>
        <w:jc w:val="both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tabs>
          <w:tab w:val="left" w:pos="1215"/>
        </w:tabs>
        <w:spacing w:before="0"/>
        <w:ind w:left="1080" w:hanging="720"/>
        <w:jc w:val="both"/>
      </w:pPr>
      <w:r>
        <w:t xml:space="preserve">3.9.5. Самолет, двигаясь в вертикальной плоскости, выходит из пикирующего полета по окружности радиуса </w:t>
      </w:r>
      <w:r>
        <w:rPr>
          <w:b/>
          <w:bCs/>
          <w:i/>
          <w:iCs/>
          <w:lang w:val="en-US"/>
        </w:rPr>
        <w:t>r</w:t>
      </w:r>
      <w:r>
        <w:rPr>
          <w:b/>
          <w:bCs/>
          <w:i/>
          <w:iCs/>
        </w:rPr>
        <w:t xml:space="preserve">  </w:t>
      </w:r>
      <w:r>
        <w:t xml:space="preserve">на горизонтальный полет. Скорость самолета в момент выхода на горизонтальный полет максимальна и равна </w:t>
      </w:r>
      <m:oMath>
        <m:r>
          <w:rPr>
            <w:rFonts w:ascii="Cambria Math" w:hAnsi="Cambria Math"/>
          </w:rPr>
          <m:t>υ</m:t>
        </m:r>
      </m:oMath>
      <w:r>
        <w:t xml:space="preserve">. Определить, каким должен быть радиус </w:t>
      </w:r>
      <w:r>
        <w:rPr>
          <w:b/>
          <w:bCs/>
          <w:i/>
          <w:iCs/>
          <w:lang w:val="en-US"/>
        </w:rPr>
        <w:t>r</w:t>
      </w:r>
      <w:r>
        <w:t xml:space="preserve">, чтобы реакция связи, действующая на летчика, была в </w:t>
      </w:r>
      <w:r>
        <w:rPr>
          <w:b/>
          <w:bCs/>
          <w:i/>
          <w:iCs/>
          <w:lang w:val="en-US"/>
        </w:rPr>
        <w:t>n</w:t>
      </w:r>
      <w:r>
        <w:t xml:space="preserve"> раз больше нормального веса летчика.</w:t>
      </w:r>
    </w:p>
    <w:p w:rsidR="001B1757" w:rsidRDefault="001B1757">
      <w:pPr>
        <w:tabs>
          <w:tab w:val="left" w:pos="1215"/>
        </w:tabs>
        <w:spacing w:before="0"/>
        <w:ind w:left="1080" w:hanging="720"/>
        <w:jc w:val="both"/>
      </w:pPr>
    </w:p>
    <w:p w:rsidR="001B1757" w:rsidRDefault="005267B0">
      <w:pPr>
        <w:tabs>
          <w:tab w:val="left" w:pos="1215"/>
        </w:tabs>
        <w:spacing w:before="0"/>
        <w:ind w:left="1080" w:hanging="72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0" behindDoc="0" locked="0" layoutInCell="1" allowOverlap="1" wp14:anchorId="6344B480" wp14:editId="5DCD7F12">
                <wp:simplePos x="0" y="0"/>
                <wp:positionH relativeFrom="column">
                  <wp:posOffset>2266950</wp:posOffset>
                </wp:positionH>
                <wp:positionV relativeFrom="paragraph">
                  <wp:posOffset>920750</wp:posOffset>
                </wp:positionV>
                <wp:extent cx="1848485" cy="838835"/>
                <wp:effectExtent l="0" t="4445" r="9525" b="0"/>
                <wp:wrapNone/>
                <wp:docPr id="292" name="Группа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80" cy="838080"/>
                          <a:chOff x="0" y="0"/>
                          <a:chExt cx="0" cy="0"/>
                        </a:xfrm>
                      </wpg:grpSpPr>
                      <wps:wsp>
                        <wps:cNvPr id="293" name="Прямоугольник 293"/>
                        <wps:cNvSpPr/>
                        <wps:spPr>
                          <a:xfrm>
                            <a:off x="1522080" y="383040"/>
                            <a:ext cx="325800" cy="233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M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94" name="Прямоугольник 294"/>
                        <wps:cNvSpPr/>
                        <wps:spPr>
                          <a:xfrm>
                            <a:off x="813960" y="603720"/>
                            <a:ext cx="326520" cy="23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95" name="Прямоугольник 295"/>
                        <wps:cNvSpPr/>
                        <wps:spPr>
                          <a:xfrm>
                            <a:off x="805320" y="265320"/>
                            <a:ext cx="325800" cy="23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296" name="Прямая соединительная линия 296"/>
                        <wps:cNvCnPr/>
                        <wps:spPr>
                          <a:xfrm>
                            <a:off x="3240" y="0"/>
                            <a:ext cx="0" cy="310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97" name="Прямая соединительная линия 297"/>
                        <wps:cNvCnPr/>
                        <wps:spPr>
                          <a:xfrm>
                            <a:off x="3240" y="144000"/>
                            <a:ext cx="86436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98" name="Прямая соединительная линия 298"/>
                        <wps:cNvCnPr/>
                        <wps:spPr>
                          <a:xfrm>
                            <a:off x="9000" y="55080"/>
                            <a:ext cx="307800" cy="889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99" name="Прямая соединительная линия 299"/>
                        <wps:cNvCnPr/>
                        <wps:spPr>
                          <a:xfrm flipH="1">
                            <a:off x="0" y="148680"/>
                            <a:ext cx="305280" cy="93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03" editas="canvas" style="margin-left:178.5pt;margin-top:72.5pt;width:145.5pt;height:66pt" coordorigin="3570,1450" coordsize="2910,1320">
                <v:rect id="shape_0" ID="Rectangle 252" fillcolor="white" stroked="f" style="position:absolute;left:5967;top:2053;width:512;height:367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53" fillcolor="white" stroked="f" style="position:absolute;left:4852;top:2401;width:513;height:36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54" fillcolor="white" stroked="f" style="position:absolute;left:4838;top:1868;width:512;height:36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575,1450" to="3575,1938" ID="Line 255" stroked="t" style="position:absolute">
                  <v:stroke color="black" weight="9360" joinstyle="round" endcap="flat"/>
                  <v:fill o:detectmouseclick="t" on="false"/>
                </v:line>
                <v:line id="shape_0" from="3575,1677" to="4935,1677" ID="Line 256" stroked="t" style="position:absolute">
                  <v:stroke color="black" weight="9360" joinstyle="round" endcap="flat"/>
                  <v:fill o:detectmouseclick="t" on="false"/>
                </v:line>
                <v:line id="shape_0" from="3584,1537" to="4068,1676" ID="Line 257" stroked="t" style="position:absolute">
                  <v:stroke color="black" weight="9360" joinstyle="round" endcap="flat"/>
                  <v:fill o:detectmouseclick="t" on="false"/>
                </v:line>
                <v:line id="shape_0" from="3570,1684" to="4050,1831" ID="Line 258" stroked="t" style="position:absolute;flip:x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  <w:r>
        <w:t>3.9.</w:t>
      </w:r>
      <w:r>
        <w:t xml:space="preserve">6. Шарнирно-стержневая система вращается вокруг вертикальной оси </w:t>
      </w:r>
      <w:r>
        <w:rPr>
          <w:b/>
          <w:bCs/>
          <w:i/>
          <w:iCs/>
          <w:lang w:val="en-US"/>
        </w:rPr>
        <w:t>AB</w:t>
      </w:r>
      <w:r>
        <w:t xml:space="preserve"> с угловой скоростью </w:t>
      </w:r>
      <m:oMath>
        <m:r>
          <w:rPr>
            <w:rFonts w:ascii="Cambria Math" w:hAnsi="Cambria Math"/>
          </w:rPr>
          <m:t>ω</m:t>
        </m:r>
      </m:oMath>
      <w:r>
        <w:t xml:space="preserve">. Стержни </w:t>
      </w:r>
      <w:r>
        <w:rPr>
          <w:b/>
          <w:bCs/>
          <w:i/>
          <w:iCs/>
          <w:lang w:val="en-US"/>
        </w:rPr>
        <w:t>MA</w:t>
      </w:r>
      <w:r>
        <w:t xml:space="preserve"> и </w:t>
      </w:r>
      <w:r>
        <w:rPr>
          <w:b/>
          <w:bCs/>
          <w:i/>
          <w:iCs/>
          <w:lang w:val="en-US"/>
        </w:rPr>
        <w:t>MB</w:t>
      </w:r>
      <w:r>
        <w:t xml:space="preserve"> считать невесомыми и имеющими длину </w:t>
      </w:r>
      <w:r>
        <w:rPr>
          <w:b/>
          <w:bCs/>
          <w:i/>
          <w:iCs/>
          <w:lang w:val="en-US"/>
        </w:rPr>
        <w:t>l</w:t>
      </w:r>
      <w:r>
        <w:t xml:space="preserve"> каждый. </w:t>
      </w:r>
      <w:r>
        <w:lastRenderedPageBreak/>
        <w:t xml:space="preserve">Определить усилия в стержнях, если в точке </w:t>
      </w:r>
      <w:r>
        <w:rPr>
          <w:b/>
          <w:bCs/>
          <w:i/>
          <w:iCs/>
          <w:lang w:val="en-US"/>
        </w:rPr>
        <w:t>M</w:t>
      </w:r>
      <w:r>
        <w:t xml:space="preserve"> находится сосредоточенная масса </w:t>
      </w:r>
      <w:r>
        <w:rPr>
          <w:b/>
          <w:bCs/>
          <w:i/>
          <w:iCs/>
          <w:lang w:val="en-US"/>
        </w:rPr>
        <w:t>m</w:t>
      </w:r>
      <w:r>
        <w:t xml:space="preserve"> и угол </w:t>
      </w:r>
      <m:oMath>
        <m:r>
          <w:rPr>
            <w:rFonts w:ascii="Cambria Math" w:hAnsi="Cambria Math"/>
          </w:rPr>
          <m:t xml:space="preserve">∠ </m:t>
        </m:r>
        <m:r>
          <m:rPr>
            <m:lit/>
            <m:nor/>
          </m:rPr>
          <w:rPr>
            <w:rFonts w:ascii="Cambria Math" w:hAnsi="Cambria Math"/>
          </w:rPr>
          <m:t>AMB</m:t>
        </m:r>
        <m: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α</m:t>
        </m:r>
      </m:oMath>
      <w:r>
        <w:t xml:space="preserve">.   </w:t>
      </w:r>
    </w:p>
    <w:p w:rsidR="001B1757" w:rsidRDefault="001B1757">
      <w:pPr>
        <w:pStyle w:val="afa"/>
        <w:tabs>
          <w:tab w:val="clear" w:pos="993"/>
          <w:tab w:val="left" w:pos="1440"/>
        </w:tabs>
        <w:ind w:left="1080"/>
        <w:jc w:val="left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  <w:tab w:val="left" w:pos="1440"/>
        </w:tabs>
        <w:jc w:val="left"/>
        <w:rPr>
          <w:b w:val="0"/>
          <w:bCs w:val="0"/>
          <w:sz w:val="24"/>
        </w:rPr>
      </w:pPr>
    </w:p>
    <w:p w:rsidR="001B1757" w:rsidRDefault="001B1757">
      <w:pPr>
        <w:pStyle w:val="afa"/>
        <w:jc w:val="left"/>
        <w:rPr>
          <w:sz w:val="24"/>
        </w:rPr>
      </w:pPr>
    </w:p>
    <w:p w:rsidR="001B1757" w:rsidRDefault="001B1757">
      <w:pPr>
        <w:pStyle w:val="afa"/>
        <w:jc w:val="left"/>
        <w:rPr>
          <w:sz w:val="24"/>
        </w:rPr>
      </w:pPr>
    </w:p>
    <w:p w:rsidR="001B1757" w:rsidRDefault="001B1757">
      <w:pPr>
        <w:pStyle w:val="afa"/>
        <w:jc w:val="left"/>
        <w:rPr>
          <w:sz w:val="24"/>
        </w:rPr>
      </w:pPr>
    </w:p>
    <w:p w:rsidR="001B1757" w:rsidRDefault="001B1757">
      <w:pPr>
        <w:pStyle w:val="afa"/>
        <w:jc w:val="left"/>
        <w:rPr>
          <w:sz w:val="24"/>
        </w:rPr>
      </w:pPr>
    </w:p>
    <w:p w:rsidR="001B1757" w:rsidRDefault="001B1757">
      <w:pPr>
        <w:pStyle w:val="afa"/>
        <w:jc w:val="left"/>
        <w:rPr>
          <w:sz w:val="24"/>
        </w:rPr>
      </w:pPr>
    </w:p>
    <w:p w:rsidR="001B1757" w:rsidRDefault="005267B0">
      <w:pPr>
        <w:pStyle w:val="afa"/>
        <w:jc w:val="left"/>
        <w:rPr>
          <w:sz w:val="24"/>
        </w:rPr>
      </w:pPr>
      <w:r>
        <w:rPr>
          <w:sz w:val="24"/>
        </w:rPr>
        <w:t>Тема 9. Динамика материальной системы</w:t>
      </w:r>
    </w:p>
    <w:p w:rsidR="001B1757" w:rsidRDefault="001B1757">
      <w:pPr>
        <w:pStyle w:val="afa"/>
        <w:rPr>
          <w:sz w:val="24"/>
        </w:rPr>
      </w:pPr>
    </w:p>
    <w:p w:rsidR="001B1757" w:rsidRDefault="005267B0">
      <w:pPr>
        <w:pStyle w:val="afa"/>
        <w:numPr>
          <w:ilvl w:val="2"/>
          <w:numId w:val="21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На корме находящейся в покое баржи установлен автомобиль. В некоторый момент времени автомобиль начал перемещаться по палубе, направляясь к носу баржи. Пренебрегая сопротивлением воды движению баржи, определить е</w:t>
      </w:r>
      <w:r>
        <w:rPr>
          <w:b w:val="0"/>
          <w:bCs w:val="0"/>
          <w:sz w:val="24"/>
        </w:rPr>
        <w:t xml:space="preserve">е скорость </w:t>
      </w:r>
      <w:r>
        <w:rPr>
          <w:sz w:val="24"/>
          <w:lang w:val="en-US"/>
        </w:rPr>
        <w:t>v</w:t>
      </w:r>
      <w:r>
        <w:rPr>
          <w:b w:val="0"/>
          <w:bCs w:val="0"/>
          <w:sz w:val="24"/>
        </w:rPr>
        <w:t xml:space="preserve"> в зависимости от скорости автомобиля </w:t>
      </w:r>
      <w:r>
        <w:rPr>
          <w:sz w:val="24"/>
          <w:lang w:val="en-US"/>
        </w:rPr>
        <w:t>u</w:t>
      </w:r>
      <w:r>
        <w:rPr>
          <w:b w:val="0"/>
          <w:bCs w:val="0"/>
          <w:sz w:val="24"/>
        </w:rPr>
        <w:t xml:space="preserve"> относительно баржи. Масса баржи </w:t>
      </w:r>
      <w:r>
        <w:rPr>
          <w:i/>
          <w:iCs/>
          <w:sz w:val="24"/>
          <w:lang w:val="en-US"/>
        </w:rPr>
        <w:t>m</w:t>
      </w:r>
      <w:r>
        <w:rPr>
          <w:i/>
          <w:iCs/>
          <w:sz w:val="24"/>
          <w:vertAlign w:val="subscript"/>
        </w:rPr>
        <w:t>1</w:t>
      </w:r>
      <w:r>
        <w:rPr>
          <w:b w:val="0"/>
          <w:bCs w:val="0"/>
          <w:sz w:val="24"/>
        </w:rPr>
        <w:t xml:space="preserve">, масса автомобиля </w:t>
      </w:r>
      <w:r>
        <w:rPr>
          <w:i/>
          <w:iCs/>
          <w:sz w:val="24"/>
          <w:lang w:val="en-US"/>
        </w:rPr>
        <w:t>m</w:t>
      </w:r>
      <w:r>
        <w:rPr>
          <w:i/>
          <w:iCs/>
          <w:sz w:val="24"/>
          <w:vertAlign w:val="subscript"/>
        </w:rPr>
        <w:t>2</w:t>
      </w:r>
      <w:r>
        <w:rPr>
          <w:b w:val="0"/>
          <w:bCs w:val="0"/>
          <w:sz w:val="24"/>
        </w:rPr>
        <w:t>.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numPr>
          <w:ilvl w:val="2"/>
          <w:numId w:val="21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В условиях задачи 4.11.1 определить скорость движения баржи, считая, что при ее движении возникает сила сопротивления, пропорциональная первой </w:t>
      </w:r>
      <w:r>
        <w:rPr>
          <w:b w:val="0"/>
          <w:bCs w:val="0"/>
          <w:sz w:val="24"/>
        </w:rPr>
        <w:t>степени скорости, а автомобиль перемещается относительно баржи по закону, график которого изображен на рисунке:</w:t>
      </w: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11" behindDoc="0" locked="0" layoutInCell="1" allowOverlap="1" wp14:anchorId="2F90B6F2" wp14:editId="5DC740D9">
                <wp:simplePos x="0" y="0"/>
                <wp:positionH relativeFrom="column">
                  <wp:posOffset>1600200</wp:posOffset>
                </wp:positionH>
                <wp:positionV relativeFrom="paragraph">
                  <wp:posOffset>-20955</wp:posOffset>
                </wp:positionV>
                <wp:extent cx="3601085" cy="1438910"/>
                <wp:effectExtent l="0" t="2540" r="0" b="0"/>
                <wp:wrapNone/>
                <wp:docPr id="300" name="Группа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360" cy="1438200"/>
                          <a:chOff x="0" y="0"/>
                          <a:chExt cx="0" cy="0"/>
                        </a:xfrm>
                      </wpg:grpSpPr>
                      <wps:wsp>
                        <wps:cNvPr id="301" name="Прямоугольник 301"/>
                        <wps:cNvSpPr/>
                        <wps:spPr>
                          <a:xfrm>
                            <a:off x="3037320" y="107712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T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2" name="Прямоугольник 302"/>
                        <wps:cNvSpPr/>
                        <wps:spPr>
                          <a:xfrm>
                            <a:off x="2680920" y="106740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3" name="Прямоугольник 303"/>
                        <wps:cNvSpPr/>
                        <wps:spPr>
                          <a:xfrm>
                            <a:off x="1005840" y="106740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4" name="Прямоугольник 304"/>
                        <wps:cNvSpPr/>
                        <wps:spPr>
                          <a:xfrm>
                            <a:off x="467280" y="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u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5" name="Прямоугольник 305"/>
                        <wps:cNvSpPr/>
                        <wps:spPr>
                          <a:xfrm>
                            <a:off x="3302640" y="109584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t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6" name="Прямоугольник 306"/>
                        <wps:cNvSpPr/>
                        <wps:spPr>
                          <a:xfrm>
                            <a:off x="483840" y="1048320"/>
                            <a:ext cx="2977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07" name="Прямая соединительная линия 307"/>
                        <wps:cNvCnPr/>
                        <wps:spPr>
                          <a:xfrm flipV="1">
                            <a:off x="0" y="63360"/>
                            <a:ext cx="0" cy="5835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8" name="Прямая соединительная линия 308"/>
                        <wps:cNvCnPr/>
                        <wps:spPr>
                          <a:xfrm>
                            <a:off x="0" y="646920"/>
                            <a:ext cx="15235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9" name="Прямая соединительная линия 309"/>
                        <wps:cNvCnPr/>
                        <wps:spPr>
                          <a:xfrm flipV="1">
                            <a:off x="0" y="192960"/>
                            <a:ext cx="226080" cy="4539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0" name="Прямая соединительная линия 310"/>
                        <wps:cNvCnPr/>
                        <wps:spPr>
                          <a:xfrm>
                            <a:off x="226080" y="192960"/>
                            <a:ext cx="9586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1" name="Прямая соединительная линия 311"/>
                        <wps:cNvCnPr/>
                        <wps:spPr>
                          <a:xfrm flipH="1" flipV="1">
                            <a:off x="1173600" y="194400"/>
                            <a:ext cx="229320" cy="4514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2" name="Прямая соединительная линия 312"/>
                        <wps:cNvCnPr/>
                        <wps:spPr>
                          <a:xfrm>
                            <a:off x="226080" y="192960"/>
                            <a:ext cx="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3" name="Прямая соединительная линия 313"/>
                        <wps:cNvCnPr/>
                        <wps:spPr>
                          <a:xfrm>
                            <a:off x="226080" y="349200"/>
                            <a:ext cx="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4" name="Прямая соединительная линия 314"/>
                        <wps:cNvCnPr/>
                        <wps:spPr>
                          <a:xfrm>
                            <a:off x="226080" y="516960"/>
                            <a:ext cx="0" cy="1303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5" name="Прямая соединительная линия 315"/>
                        <wps:cNvCnPr/>
                        <wps:spPr>
                          <a:xfrm>
                            <a:off x="1179720" y="192960"/>
                            <a:ext cx="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6" name="Прямая соединительная линия 316"/>
                        <wps:cNvCnPr/>
                        <wps:spPr>
                          <a:xfrm>
                            <a:off x="1179720" y="360720"/>
                            <a:ext cx="0" cy="129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7" name="Прямая соединительная линия 317"/>
                        <wps:cNvCnPr/>
                        <wps:spPr>
                          <a:xfrm>
                            <a:off x="1179720" y="516960"/>
                            <a:ext cx="0" cy="1303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85" editas="canvas" style="margin-left:126pt;margin-top:-1.65pt;width:283.5pt;height:113.25pt" coordorigin="2520,-33" coordsize="5670,2265">
                <v:rect id="shape_0" ID="Rectangle 260" fillcolor="white" stroked="f" style="position:absolute;left:7303;top:1663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T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61" fillcolor="white" stroked="f" style="position:absolute;left:6742;top:1648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t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2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62" fillcolor="white" stroked="f" style="position:absolute;left:4104;top:1648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t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63" fillcolor="white" stroked="f" style="position:absolute;left:3256;top:-33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u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64" fillcolor="white" stroked="f" style="position:absolute;left:7721;top:1693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t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65" fillcolor="white" stroked="f" style="position:absolute;left:3282;top:1618;width:468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520,67" to="2520,985" ID="Line 266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520,986" to="4918,986" ID="Line 267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520,271" to="2875,985" ID="Line 268" stroked="t" style="position:absolute;flip:y">
                  <v:stroke color="black" weight="9360" joinstyle="round" endcap="flat"/>
                  <v:fill o:detectmouseclick="t" on="false"/>
                </v:line>
                <v:line id="shape_0" from="2876,271" to="4385,271" ID="Line 269" stroked="t" style="position:absolute">
                  <v:stroke color="black" weight="9360" joinstyle="round" endcap="flat"/>
                  <v:fill o:detectmouseclick="t" on="false"/>
                </v:line>
                <v:line id="shape_0" from="4368,273" to="4728,983" ID="Line 270" stroked="t" style="position:absolute;flip:xy">
                  <v:stroke color="black" weight="9360" joinstyle="round" endcap="flat"/>
                  <v:fill o:detectmouseclick="t" on="false"/>
                </v:line>
                <v:line id="shape_0" from="2876,271" to="2876,474" ID="Line 271" stroked="t" style="position:absolute">
                  <v:stroke color="black" weight="9360" joinstyle="round" endcap="flat"/>
                  <v:fill o:detectmouseclick="t" on="false"/>
                </v:line>
                <v:line id="shape_0" from="2876,517" to="2876,720" ID="Line 272" stroked="t" style="position:absolute">
                  <v:stroke color="black" weight="9360" joinstyle="round" endcap="flat"/>
                  <v:fill o:detectmouseclick="t" on="false"/>
                </v:line>
                <v:line id="shape_0" from="2876,781" to="2876,985" ID="Line 273" stroked="t" style="position:absolute">
                  <v:stroke color="black" weight="9360" joinstyle="round" endcap="flat"/>
                  <v:fill o:detectmouseclick="t" on="false"/>
                </v:line>
                <v:line id="shape_0" from="4378,271" to="4378,474" ID="Line 274" stroked="t" style="position:absolute">
                  <v:stroke color="black" weight="9360" joinstyle="round" endcap="flat"/>
                  <v:fill o:detectmouseclick="t" on="false"/>
                </v:line>
                <v:line id="shape_0" from="4378,535" to="4378,738" ID="Line 275" stroked="t" style="position:absolute">
                  <v:stroke color="black" weight="9360" joinstyle="round" endcap="flat"/>
                  <v:fill o:detectmouseclick="t" on="false"/>
                </v:line>
                <v:line id="shape_0" from="4378,781" to="4378,985" ID="Line 276" stroked="t" style="position:absolute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1"/>
        </w:num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2" behindDoc="0" locked="0" layoutInCell="1" allowOverlap="1" wp14:anchorId="400FA3FE" wp14:editId="331314FA">
                <wp:simplePos x="0" y="0"/>
                <wp:positionH relativeFrom="column">
                  <wp:posOffset>1828800</wp:posOffset>
                </wp:positionH>
                <wp:positionV relativeFrom="paragraph">
                  <wp:posOffset>918845</wp:posOffset>
                </wp:positionV>
                <wp:extent cx="3801110" cy="1543685"/>
                <wp:effectExtent l="0" t="0" r="0" b="1905"/>
                <wp:wrapNone/>
                <wp:docPr id="318" name="Группа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520" cy="1542960"/>
                          <a:chOff x="0" y="0"/>
                          <a:chExt cx="0" cy="0"/>
                        </a:xfrm>
                      </wpg:grpSpPr>
                      <wps:wsp>
                        <wps:cNvPr id="319" name="Прямоугольник 319"/>
                        <wps:cNvSpPr/>
                        <wps:spPr>
                          <a:xfrm>
                            <a:off x="2144520" y="1054080"/>
                            <a:ext cx="293400" cy="279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20" name="Прямоугольник 320"/>
                        <wps:cNvSpPr/>
                        <wps:spPr>
                          <a:xfrm>
                            <a:off x="3507120" y="1263600"/>
                            <a:ext cx="293400" cy="279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21" name="Прямоугольник 321"/>
                        <wps:cNvSpPr/>
                        <wps:spPr>
                          <a:xfrm>
                            <a:off x="544680" y="285120"/>
                            <a:ext cx="293400" cy="278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22" name="Прямая соединительная линия 322"/>
                        <wps:cNvCnPr/>
                        <wps:spPr>
                          <a:xfrm flipV="1">
                            <a:off x="0" y="0"/>
                            <a:ext cx="0" cy="528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3" name="Прямая соединительная линия 323"/>
                        <wps:cNvCnPr/>
                        <wps:spPr>
                          <a:xfrm>
                            <a:off x="0" y="528480"/>
                            <a:ext cx="1610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4" name="Прямая соединительная линия 324"/>
                        <wps:cNvCnPr/>
                        <wps:spPr>
                          <a:xfrm>
                            <a:off x="0" y="159480"/>
                            <a:ext cx="351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5" name="Прямая соединительная линия 325"/>
                        <wps:cNvCnPr/>
                        <wps:spPr>
                          <a:xfrm>
                            <a:off x="347400" y="158040"/>
                            <a:ext cx="832320" cy="370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6" name="Полилиния 326"/>
                        <wps:cNvSpPr/>
                        <wps:spPr>
                          <a:xfrm>
                            <a:off x="2331720" y="1100520"/>
                            <a:ext cx="113760" cy="18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" h="360">
                                <a:moveTo>
                                  <a:pt x="210" y="0"/>
                                </a:moveTo>
                                <a:cubicBezTo>
                                  <a:pt x="135" y="60"/>
                                  <a:pt x="60" y="120"/>
                                  <a:pt x="30" y="180"/>
                                </a:cubicBezTo>
                                <a:cubicBezTo>
                                  <a:pt x="0" y="240"/>
                                  <a:pt x="15" y="300"/>
                                  <a:pt x="3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7" name="Прямоугольник 327"/>
                        <wps:cNvSpPr/>
                        <wps:spPr>
                          <a:xfrm rot="1500000">
                            <a:off x="1727280" y="621000"/>
                            <a:ext cx="329040" cy="18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75" editas="canvas" style="margin-left:144.05pt;margin-top:72.35pt;width:299.25pt;height:121.5pt" coordorigin="2881,1447" coordsize="5985,2430">
                <v:rect id="shape_0" ID="Rectangle 278" fillcolor="white" stroked="f" style="position:absolute;left:6257;top:3107;width:461;height:4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79" fillcolor="white" stroked="f" style="position:absolute;left:8403;top:3437;width:461;height:4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280" fillcolor="white" stroked="f" style="position:absolute;left:3738;top:1896;width:461;height:4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880,1447" to="2880,2278" ID="Line 281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880,2279" to="5415,2279" ID="Line 282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880,1698" to="3433,1698" ID="Line 283" stroked="t" style="position:absolute">
                  <v:stroke color="black" weight="9360" joinstyle="round" endcap="flat"/>
                  <v:fill o:detectmouseclick="t" on="false"/>
                </v:line>
                <v:line id="shape_0" from="3427,1696" to="4737,2278" ID="Line 284" stroked="t" style="position:absolute">
                  <v:stroke color="black" weight="9360" joinstyle="round" endcap="flat"/>
                  <v:fill o:detectmouseclick="t" on="false"/>
                </v:line>
                <v:rect id="shape_0" ID="Rectangle 286" fillcolor="white" stroked="t" style="position:absolute;left:5638;top:2520;width:517;height:294;rotation:25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</w:r>
      <w:r>
        <w:t xml:space="preserve">Груз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rPr>
          <w:b/>
          <w:bCs/>
        </w:rPr>
        <w:t xml:space="preserve"> </w:t>
      </w:r>
      <w:r>
        <w:t xml:space="preserve">= 3000 кг скользит вниз по наклонной эстакаде, свободно лежащей на земле. Масса эстакады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rPr>
          <w:b/>
          <w:bCs/>
        </w:rPr>
        <w:t xml:space="preserve"> </w:t>
      </w:r>
      <w:r>
        <w:t xml:space="preserve">= 2000 кг, коэффициент трения скольжения между грузом и эстакадой  </w:t>
      </w:r>
      <w:r>
        <w:rPr>
          <w:b/>
          <w:bCs/>
          <w:i/>
          <w:iCs/>
          <w:lang w:val="en-US"/>
        </w:rPr>
        <w:t>f</w:t>
      </w:r>
      <w:r>
        <w:t xml:space="preserve"> = 0,2, угол наклона α = 30</w:t>
      </w:r>
      <w:r>
        <w:rPr>
          <w:vertAlign w:val="superscript"/>
        </w:rPr>
        <w:t>0</w:t>
      </w:r>
      <w:r>
        <w:t>. При каких условиях эстакада остается неподвижной?</w:t>
      </w:r>
    </w:p>
    <w:p w:rsidR="001B1757" w:rsidRDefault="005267B0">
      <w:pPr>
        <w:spacing w:before="0"/>
        <w:ind w:left="360"/>
        <w:jc w:val="both"/>
      </w:pPr>
      <w:r>
        <w:t xml:space="preserve">  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  <w:rPr>
          <w:lang w:val="en-US"/>
        </w:rPr>
      </w:pPr>
    </w:p>
    <w:p w:rsidR="001B1757" w:rsidRDefault="001B1757">
      <w:pPr>
        <w:spacing w:before="0"/>
        <w:rPr>
          <w:lang w:val="en-US"/>
        </w:rPr>
      </w:pPr>
    </w:p>
    <w:p w:rsidR="001B1757" w:rsidRDefault="001B1757">
      <w:pPr>
        <w:spacing w:before="0"/>
        <w:rPr>
          <w:lang w:val="en-US"/>
        </w:rPr>
      </w:pPr>
    </w:p>
    <w:p w:rsidR="001B1757" w:rsidRDefault="005267B0">
      <w:pPr>
        <w:spacing w:before="0"/>
        <w:ind w:left="1080" w:hanging="72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3" behindDoc="0" locked="0" layoutInCell="1" allowOverlap="1" wp14:anchorId="7E187C28" wp14:editId="0C5FF35C">
                <wp:simplePos x="0" y="0"/>
                <wp:positionH relativeFrom="column">
                  <wp:posOffset>1600200</wp:posOffset>
                </wp:positionH>
                <wp:positionV relativeFrom="paragraph">
                  <wp:posOffset>1714500</wp:posOffset>
                </wp:positionV>
                <wp:extent cx="3162935" cy="1991360"/>
                <wp:effectExtent l="0" t="4445" r="0" b="0"/>
                <wp:wrapNone/>
                <wp:docPr id="328" name="Группа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240" cy="1990800"/>
                          <a:chOff x="0" y="0"/>
                          <a:chExt cx="0" cy="0"/>
                        </a:xfrm>
                      </wpg:grpSpPr>
                      <wpg:grpSp>
                        <wpg:cNvPr id="329" name="Группа 329"/>
                        <wpg:cNvGrpSpPr/>
                        <wpg:grpSpPr>
                          <a:xfrm>
                            <a:off x="0" y="0"/>
                            <a:ext cx="3162240" cy="1990800"/>
                            <a:chOff x="0" y="0"/>
                            <a:chExt cx="0" cy="0"/>
                          </a:xfrm>
                        </wpg:grpSpPr>
                        <wps:wsp>
                          <wps:cNvPr id="330" name="Прямоугольник 330"/>
                          <wps:cNvSpPr/>
                          <wps:spPr>
                            <a:xfrm>
                              <a:off x="1171440" y="1367280"/>
                              <a:ext cx="28944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ωA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1" name="Прямоугольник 331"/>
                          <wps:cNvSpPr/>
                          <wps:spPr>
                            <a:xfrm>
                              <a:off x="1679040" y="523080"/>
                              <a:ext cx="29016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DDA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2" name="Прямоугольник 332"/>
                          <wps:cNvSpPr/>
                          <wps:spPr>
                            <a:xfrm>
                              <a:off x="2872800" y="813960"/>
                              <a:ext cx="28944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3" name="Прямоугольник 333"/>
                          <wps:cNvSpPr/>
                          <wps:spPr>
                            <a:xfrm>
                              <a:off x="2332440" y="671760"/>
                              <a:ext cx="289440" cy="2127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CA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4" name="Прямоугольник 334"/>
                          <wps:cNvSpPr/>
                          <wps:spPr>
                            <a:xfrm>
                              <a:off x="840600" y="729000"/>
                              <a:ext cx="28944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BA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5" name="Прямоугольник 335"/>
                          <wps:cNvSpPr/>
                          <wps:spPr>
                            <a:xfrm>
                              <a:off x="816480" y="1544400"/>
                              <a:ext cx="28944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6" name="Прямоугольник 336"/>
                          <wps:cNvSpPr/>
                          <wps:spPr>
                            <a:xfrm>
                              <a:off x="485640" y="1778760"/>
                              <a:ext cx="29016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xx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7" name="Прямоугольник 337"/>
                          <wps:cNvSpPr/>
                          <wps:spPr>
                            <a:xfrm>
                              <a:off x="840600" y="508680"/>
                              <a:ext cx="289440" cy="2336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8" name="Прямоугольник 338"/>
                          <wps:cNvSpPr/>
                          <wps:spPr>
                            <a:xfrm>
                              <a:off x="2848680" y="1658160"/>
                              <a:ext cx="289440" cy="212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339" name="Прямая соединительная линия 339"/>
                          <wps:cNvCnPr/>
                          <wps:spPr>
                            <a:xfrm flipV="1">
                              <a:off x="224280" y="0"/>
                              <a:ext cx="0" cy="6141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0" name="Прямая соединительная линия 340"/>
                          <wps:cNvCnPr/>
                          <wps:spPr>
                            <a:xfrm>
                              <a:off x="219240" y="619200"/>
                              <a:ext cx="10972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1" name="Прямая соединительная линия 341"/>
                          <wps:cNvCnPr/>
                          <wps:spPr>
                            <a:xfrm flipH="1">
                              <a:off x="0" y="619200"/>
                              <a:ext cx="219240" cy="1447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2" name="Прямая соединительная линия 342"/>
                          <wps:cNvCnPr/>
                          <wps:spPr>
                            <a:xfrm flipV="1">
                              <a:off x="224280" y="136440"/>
                              <a:ext cx="822240" cy="2894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3" name="Прямая соединительная линия 343"/>
                          <wps:cNvCnPr/>
                          <wps:spPr>
                            <a:xfrm>
                              <a:off x="224280" y="136440"/>
                              <a:ext cx="10965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4" name="Прямоугольник 344"/>
                          <wps:cNvSpPr/>
                          <wps:spPr>
                            <a:xfrm>
                              <a:off x="1630800" y="678960"/>
                              <a:ext cx="290160" cy="849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5" name="Овал 345"/>
                          <wps:cNvSpPr/>
                          <wps:spPr>
                            <a:xfrm>
                              <a:off x="1671480" y="763920"/>
                              <a:ext cx="66600" cy="590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6" name="Овал 346"/>
                          <wps:cNvSpPr/>
                          <wps:spPr>
                            <a:xfrm>
                              <a:off x="1813680" y="763920"/>
                              <a:ext cx="66600" cy="590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7" name="Прямая соединительная линия 347"/>
                          <wps:cNvCnPr/>
                          <wps:spPr>
                            <a:xfrm>
                              <a:off x="713160" y="76680"/>
                              <a:ext cx="10980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8" name="Полилиния 348"/>
                          <wps:cNvSpPr/>
                          <wps:spPr>
                            <a:xfrm>
                              <a:off x="921240" y="1459800"/>
                              <a:ext cx="273600" cy="83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0" h="180">
                                  <a:moveTo>
                                    <a:pt x="0" y="0"/>
                                  </a:moveTo>
                                  <a:cubicBezTo>
                                    <a:pt x="120" y="90"/>
                                    <a:pt x="240" y="180"/>
                                    <a:pt x="360" y="180"/>
                                  </a:cubicBezTo>
                                  <a:cubicBezTo>
                                    <a:pt x="480" y="180"/>
                                    <a:pt x="690" y="30"/>
                                    <a:pt x="72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49" name="Прямая соединительная линия 349"/>
                          <wps:cNvCnPr/>
                          <wps:spPr>
                            <a:xfrm flipV="1">
                              <a:off x="274320" y="470520"/>
                              <a:ext cx="54720" cy="482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350" name="Прямоугольник 350"/>
                        <wps:cNvSpPr/>
                        <wps:spPr>
                          <a:xfrm>
                            <a:off x="1034280" y="1587960"/>
                            <a:ext cx="35640" cy="90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52" editas="canvas" style="margin-left:126pt;margin-top:135pt;width:249pt;height:156.75pt" coordorigin="2520,2700" coordsize="4980,3135">
                <v:group id="shape_0" alt="Group 289" editas="canvas" style="left:2520;top:2700;width:4980;height:3135">
                  <v:rect id="shape_0" ID="Rectangle 290" fillcolor="white" stroked="f" style="position:absolute;left:4365;top:4853;width:455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ωA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1" fillcolor="white" stroked="f" style="position:absolute;left:5164;top:3524;width:456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DDA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2" fillcolor="white" stroked="f" style="position:absolute;left:7044;top:3982;width:455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s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3" fillcolor="white" stroked="f" style="position:absolute;left:6193;top:3758;width:455;height:334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CA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4" fillcolor="white" stroked="f" style="position:absolute;left:3844;top:3848;width:455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5" fillcolor="white" stroked="f" style="position:absolute;left:3806;top:5132;width:455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6" fillcolor="white" stroked="f" style="position:absolute;left:3285;top:5501;width:456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xx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7" fillcolor="white" stroked="f" style="position:absolute;left:3844;top:3501;width:455;height:367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z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298" fillcolor="white" stroked="f" style="position:absolute;left:7006;top:5312;width:455;height:333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y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2873,2700" to="2873,3666" ID="Line 299" stroked="t" style="position:absolute;flip:y">
                    <v:stroke color="black" weight="9360" endarrow="block" endarrowwidth="medium" endarrowlength="medium" joinstyle="round" endcap="flat"/>
                    <v:fill o:detectmouseclick="t" on="false"/>
                  </v:line>
                  <v:line id="shape_0" from="2865,3675" to="4592,3675" ID="Line 300" stroked="t" style="position:absolute">
                    <v:stroke color="black" weight="9360" endarrow="block" endarrowwidth="medium" endarrowlength="medium" joinstyle="round" endcap="flat"/>
                    <v:fill o:detectmouseclick="t" on="false"/>
                  </v:line>
                  <v:line id="shape_0" from="2520,3675" to="2864,3902" ID="Line 301" stroked="t" style="position:absolute;flip:x">
                    <v:stroke color="black" weight="9360" endarrow="block" endarrowwidth="medium" endarrowlength="medium" joinstyle="round" endcap="flat"/>
                    <v:fill o:detectmouseclick="t" on="false"/>
                  </v:line>
                  <v:line id="shape_0" from="2873,2915" to="4167,3370" ID="Line 302" stroked="t" style="position:absolute;flip:y">
                    <v:stroke color="black" weight="9360" joinstyle="round" endcap="flat"/>
                    <v:fill o:detectmouseclick="t" on="false"/>
                  </v:line>
                  <v:line id="shape_0" from="2873,2915" to="4599,2915" ID="Line 303" stroked="t" style="position:absolute">
                    <v:stroke color="black" weight="9360" endarrow="block" endarrowwidth="medium" endarrowlength="medium" joinstyle="round" endcap="flat"/>
                    <v:fill o:detectmouseclick="t" on="false"/>
                  </v:line>
                  <v:rect id="shape_0" ID="Rectangle 304" fillcolor="white" stroked="t" style="position:absolute;left:5088;top:3770;width:456;height:133">
                    <w10:wrap type="none"/>
                    <v:fill o:detectmouseclick="t" type="solid" color2="black"/>
                    <v:stroke color="black" weight="9360" joinstyle="miter" endcap="flat"/>
                  </v:rect>
                  <v:oval id="shape_0" ID="Oval 305" fillcolor="white" stroked="t" style="position:absolute;left:5152;top:3903;width:104;height:92">
                    <w10:wrap type="none"/>
                    <v:fill o:detectmouseclick="t" type="solid" color2="black"/>
                    <v:stroke color="black" weight="9360" joinstyle="round" endcap="flat"/>
                  </v:oval>
                  <v:oval id="shape_0" ID="Oval 306" fillcolor="white" stroked="t" style="position:absolute;left:5376;top:3903;width:104;height:92">
                    <w10:wrap type="none"/>
                    <v:fill o:detectmouseclick="t" type="solid" color2="black"/>
                    <v:stroke color="black" weight="9360" joinstyle="round" endcap="flat"/>
                  </v:oval>
                  <v:line id="shape_0" from="3643,2821" to="3815,2821" ID="Line 307" stroked="t" style="position:absolute">
                    <v:stroke color="black" weight="9360" endarrow="block" endarrowwidth="medium" endarrowlength="medium" joinstyle="round" endcap="flat"/>
                    <v:fill o:detectmouseclick="t" on="false"/>
                  </v:line>
                  <v:line id="shape_0" from="2952,3441" to="3037,3516" ID="Line 309" stroked="t" style="position:absolute;flip:y">
                    <v:stroke color="black" weight="9360" endarrow="block" endarrowwidth="medium" endarrowlength="medium" joinstyle="round" endcap="flat"/>
                    <v:fill o:detectmouseclick="t" on="false"/>
                  </v:line>
                </v:group>
                <v:rect id="shape_0" ID="Rectangle 310" fillcolor="black" stroked="t" style="position:absolute;left:4149;top:5201;width:55;height:142">
                  <w10:wrap type="none"/>
                  <v:fill o:detectmouseclick="t" type="solid" color2="white"/>
                  <v:stroke color="black" weight="9360" joinstyle="miter" endcap="flat"/>
                </v:rect>
              </v:group>
            </w:pict>
          </mc:Fallback>
        </mc:AlternateContent>
      </w:r>
      <w:r>
        <w:t xml:space="preserve">4.11.4. Тележка </w:t>
      </w:r>
      <w:r>
        <w:rPr>
          <w:b/>
          <w:bCs/>
          <w:i/>
          <w:iCs/>
          <w:lang w:val="en-US"/>
        </w:rPr>
        <w:t>D</w:t>
      </w:r>
      <w:r>
        <w:t xml:space="preserve"> поворотного подъемного крана движется с постоянной по модулю скоростью </w:t>
      </w:r>
      <w:r>
        <w:rPr>
          <w:b/>
          <w:bCs/>
          <w:i/>
          <w:iCs/>
          <w:lang w:val="en-US"/>
        </w:rPr>
        <w:t>u</w:t>
      </w:r>
      <w:r>
        <w:t xml:space="preserve"> относительно стрелы </w:t>
      </w:r>
      <w:r>
        <w:rPr>
          <w:b/>
          <w:bCs/>
          <w:i/>
          <w:iCs/>
          <w:lang w:val="en-US"/>
        </w:rPr>
        <w:t>BC</w:t>
      </w:r>
      <w:r>
        <w:t xml:space="preserve"> крана. Мотор, вращающий кран, создает относительно оси вращения </w:t>
      </w:r>
      <w:r>
        <w:rPr>
          <w:b/>
          <w:bCs/>
          <w:i/>
          <w:iCs/>
          <w:lang w:val="en-US"/>
        </w:rPr>
        <w:t>AB</w:t>
      </w:r>
      <w:r>
        <w:t xml:space="preserve"> крана постоянный момент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вр</w:t>
      </w:r>
      <w:r>
        <w:t xml:space="preserve">. Определить угловую скорость </w:t>
      </w:r>
      <w:r>
        <w:rPr>
          <w:b/>
          <w:bCs/>
          <w:i/>
          <w:iCs/>
          <w:lang w:val="en-US"/>
        </w:rPr>
        <w:t>ω</w:t>
      </w:r>
      <w:r>
        <w:t xml:space="preserve"> вращения крана в зависимости от расстояния </w:t>
      </w:r>
      <w:r>
        <w:rPr>
          <w:b/>
          <w:bCs/>
          <w:i/>
          <w:iCs/>
          <w:lang w:val="en-US"/>
        </w:rPr>
        <w:t>s</w:t>
      </w:r>
      <w:r>
        <w:t xml:space="preserve"> тележки </w:t>
      </w:r>
      <w:r>
        <w:rPr>
          <w:b/>
          <w:bCs/>
          <w:i/>
          <w:iCs/>
          <w:lang w:val="en-US"/>
        </w:rPr>
        <w:t>D</w:t>
      </w:r>
      <w:r>
        <w:t xml:space="preserve"> до оси </w:t>
      </w:r>
      <w:r>
        <w:rPr>
          <w:b/>
          <w:bCs/>
          <w:i/>
          <w:iCs/>
          <w:lang w:val="en-US"/>
        </w:rPr>
        <w:t>AB</w:t>
      </w:r>
      <w:r>
        <w:t xml:space="preserve">, если масса тележки вместе с грузом равна </w:t>
      </w:r>
      <w:r>
        <w:rPr>
          <w:b/>
          <w:bCs/>
          <w:i/>
          <w:iCs/>
          <w:lang w:val="en-US"/>
        </w:rPr>
        <w:t>m</w:t>
      </w:r>
      <w:r>
        <w:t xml:space="preserve">, а момент инерции крана (без тележки и груза) относительно оси вращения </w:t>
      </w:r>
      <w:r>
        <w:rPr>
          <w:b/>
          <w:bCs/>
          <w:i/>
          <w:iCs/>
          <w:lang w:val="en-US"/>
        </w:rPr>
        <w:t>AB</w:t>
      </w:r>
      <w:r>
        <w:t xml:space="preserve"> равен </w:t>
      </w:r>
      <w:r>
        <w:rPr>
          <w:b/>
          <w:bCs/>
          <w:i/>
          <w:iCs/>
          <w:lang w:val="en-US"/>
        </w:rPr>
        <w:t>I</w:t>
      </w:r>
      <w:r>
        <w:t>. Вращение крана начинается в мом</w:t>
      </w:r>
      <w:r>
        <w:t xml:space="preserve">ент времени, когда тележка находилась на расстоянии </w:t>
      </w:r>
      <w:r>
        <w:rPr>
          <w:b/>
          <w:bCs/>
          <w:i/>
          <w:iCs/>
          <w:lang w:val="en-US"/>
        </w:rPr>
        <w:t>s</w:t>
      </w:r>
      <w:r>
        <w:rPr>
          <w:b/>
          <w:bCs/>
          <w:i/>
          <w:iCs/>
          <w:vertAlign w:val="subscript"/>
        </w:rPr>
        <w:t>0</w:t>
      </w:r>
      <w:r>
        <w:t xml:space="preserve"> от оси </w:t>
      </w:r>
      <w:r>
        <w:rPr>
          <w:b/>
          <w:bCs/>
          <w:i/>
          <w:iCs/>
          <w:lang w:val="en-US"/>
        </w:rPr>
        <w:t>AB</w:t>
      </w:r>
      <w:r>
        <w:t>.</w:t>
      </w:r>
    </w:p>
    <w:p w:rsidR="001B1757" w:rsidRDefault="001B1757">
      <w:pPr>
        <w:spacing w:before="0"/>
        <w:ind w:left="1080" w:hanging="720"/>
        <w:jc w:val="both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1B1757">
      <w:pPr>
        <w:tabs>
          <w:tab w:val="left" w:pos="2100"/>
        </w:tabs>
        <w:spacing w:before="0"/>
      </w:pPr>
    </w:p>
    <w:p w:rsidR="001B1757" w:rsidRDefault="005267B0">
      <w:pPr>
        <w:numPr>
          <w:ilvl w:val="2"/>
          <w:numId w:val="22"/>
        </w:numPr>
        <w:tabs>
          <w:tab w:val="left" w:pos="1080"/>
          <w:tab w:val="left" w:pos="1260"/>
        </w:tabs>
        <w:spacing w:before="0"/>
        <w:jc w:val="both"/>
      </w:pPr>
      <w:r>
        <w:t xml:space="preserve">К ротору электромотора приложен вращающий момент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вр</w:t>
      </w:r>
      <w:r>
        <w:t xml:space="preserve">, изменяющийся по закону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вр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</m:t>
        </m:r>
        <m:r>
          <m:rPr>
            <m:lit/>
            <m:nor/>
          </m:rPr>
          <w:rPr>
            <w:rFonts w:ascii="Cambria Math" w:hAnsi="Cambria Math"/>
          </w:rPr>
          <m:t>χω</m:t>
        </m:r>
      </m:oMath>
      <w:r>
        <w:t xml:space="preserve">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</w:t>
      </w:r>
      <m:oMath>
        <m:r>
          <w:rPr>
            <w:rFonts w:ascii="Cambria Math" w:hAnsi="Cambria Math"/>
          </w:rPr>
          <m:t>χ</m:t>
        </m:r>
      </m:oMath>
      <w:r>
        <w:t xml:space="preserve"> – некоторые положительные постоянные, характеризующие двигатель (постоян</w:t>
      </w:r>
      <w:r>
        <w:t xml:space="preserve">ная </w:t>
      </w:r>
      <m:oMath>
        <m:r>
          <w:rPr>
            <w:rFonts w:ascii="Cambria Math" w:hAnsi="Cambria Math"/>
          </w:rPr>
          <m:t>χ</m:t>
        </m:r>
      </m:oMath>
      <w:r>
        <w:t xml:space="preserve"> называется крутизной характеристики мотора), а </w:t>
      </w:r>
      <m:oMath>
        <m:r>
          <w:rPr>
            <w:rFonts w:ascii="Cambria Math" w:hAnsi="Cambria Math"/>
          </w:rPr>
          <m:t>ω</m:t>
        </m:r>
      </m:oMath>
      <w:r>
        <w:t xml:space="preserve"> – угловая скорость ротора. Определить закон изменения угловой скорости </w:t>
      </w:r>
      <m:oMath>
        <m:r>
          <w:rPr>
            <w:rFonts w:ascii="Cambria Math" w:hAnsi="Cambria Math"/>
          </w:rPr>
          <m:t>ω</m:t>
        </m:r>
      </m:oMath>
      <w:r>
        <w:t xml:space="preserve"> в период разгона ротора, если его момент инерции относительно оси вращения равен </w:t>
      </w:r>
      <w:r>
        <w:rPr>
          <w:b/>
          <w:bCs/>
          <w:i/>
          <w:iCs/>
          <w:lang w:val="en-US"/>
        </w:rPr>
        <w:t>I</w:t>
      </w:r>
      <w:r>
        <w:t>.</w:t>
      </w:r>
    </w:p>
    <w:p w:rsidR="001B1757" w:rsidRDefault="001B1757">
      <w:pPr>
        <w:tabs>
          <w:tab w:val="left" w:pos="1080"/>
          <w:tab w:val="left" w:pos="1260"/>
        </w:tabs>
        <w:spacing w:before="0"/>
        <w:ind w:left="360"/>
        <w:jc w:val="both"/>
      </w:pPr>
    </w:p>
    <w:p w:rsidR="001B1757" w:rsidRDefault="005267B0">
      <w:pPr>
        <w:numPr>
          <w:ilvl w:val="2"/>
          <w:numId w:val="22"/>
        </w:numPr>
        <w:tabs>
          <w:tab w:val="left" w:pos="1260"/>
        </w:tabs>
        <w:spacing w:before="0"/>
        <w:jc w:val="both"/>
      </w:pPr>
      <w:r>
        <w:t>Каток</w:t>
      </w:r>
      <w:proofErr w:type="gramStart"/>
      <w:r>
        <w:t xml:space="preserve"> </w:t>
      </w:r>
      <w:r>
        <w:rPr>
          <w:b/>
          <w:bCs/>
          <w:i/>
          <w:iCs/>
        </w:rPr>
        <w:t>К</w:t>
      </w:r>
      <w:proofErr w:type="gramEnd"/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rPr>
          <w:i/>
          <w:iCs/>
        </w:rPr>
        <w:t xml:space="preserve"> </w:t>
      </w:r>
      <w:r>
        <w:t>лежит на горизонтальной плоскости. Каток обмотан тросом, перекинутым через блок</w:t>
      </w:r>
      <w:proofErr w:type="gramStart"/>
      <w:r>
        <w:t xml:space="preserve"> </w:t>
      </w:r>
      <w:r>
        <w:rPr>
          <w:b/>
          <w:bCs/>
          <w:i/>
          <w:iCs/>
        </w:rPr>
        <w:t>Б</w:t>
      </w:r>
      <w:proofErr w:type="gramEnd"/>
      <w:r>
        <w:t xml:space="preserve"> радиуса </w:t>
      </w:r>
      <w:r>
        <w:rPr>
          <w:b/>
          <w:bCs/>
          <w:i/>
          <w:iCs/>
          <w:lang w:val="en-US"/>
        </w:rPr>
        <w:t>r</w:t>
      </w:r>
      <w:r>
        <w:t xml:space="preserve">. К свободному концу троса прикреплен груз </w:t>
      </w:r>
      <w:r>
        <w:rPr>
          <w:b/>
          <w:bCs/>
          <w:i/>
          <w:iCs/>
        </w:rPr>
        <w:t>Г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3</w:t>
      </w:r>
      <w:r>
        <w:t xml:space="preserve">. При опускании груза со скоростью </w:t>
      </w:r>
      <w:r>
        <w:rPr>
          <w:b/>
          <w:bCs/>
        </w:rPr>
        <w:t>υ</w:t>
      </w:r>
      <w:r>
        <w:t xml:space="preserve"> трос, разматываясь, приводит в качение без скольжения каток </w:t>
      </w:r>
      <w:r>
        <w:rPr>
          <w:b/>
          <w:bCs/>
          <w:i/>
          <w:iCs/>
        </w:rPr>
        <w:t>К</w:t>
      </w:r>
      <w:r>
        <w:t>. Определить к</w:t>
      </w:r>
      <w:r>
        <w:t xml:space="preserve">инетическую энергию системы, если момент инерции блока </w:t>
      </w:r>
      <w:r>
        <w:rPr>
          <w:b/>
          <w:bCs/>
          <w:i/>
          <w:iCs/>
        </w:rPr>
        <w:t>Б</w:t>
      </w:r>
      <w:r>
        <w:t xml:space="preserve"> относительно оси вращения равен </w:t>
      </w: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  <w:vertAlign w:val="subscript"/>
        </w:rPr>
        <w:t>2</w:t>
      </w:r>
      <w:r>
        <w:t>; каток считать однородным круглым цилиндром, массой троса пренебречь.</w:t>
      </w:r>
    </w:p>
    <w:p w:rsidR="001B1757" w:rsidRDefault="005267B0">
      <w:pPr>
        <w:tabs>
          <w:tab w:val="left" w:pos="1260"/>
        </w:tabs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4" behindDoc="0" locked="0" layoutInCell="1" allowOverlap="1" wp14:anchorId="5807C864" wp14:editId="3D9F9878">
                <wp:simplePos x="0" y="0"/>
                <wp:positionH relativeFrom="column">
                  <wp:posOffset>1828800</wp:posOffset>
                </wp:positionH>
                <wp:positionV relativeFrom="paragraph">
                  <wp:posOffset>-13970</wp:posOffset>
                </wp:positionV>
                <wp:extent cx="3724910" cy="1400810"/>
                <wp:effectExtent l="9525" t="0" r="0" b="0"/>
                <wp:wrapNone/>
                <wp:docPr id="351" name="Группа 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4200" cy="1400040"/>
                          <a:chOff x="0" y="0"/>
                          <a:chExt cx="0" cy="0"/>
                        </a:xfrm>
                      </wpg:grpSpPr>
                      <wps:wsp>
                        <wps:cNvPr id="352" name="Прямоугольник 352"/>
                        <wps:cNvSpPr/>
                        <wps:spPr>
                          <a:xfrm>
                            <a:off x="1753200" y="0"/>
                            <a:ext cx="2818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υ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53" name="Прямоугольник 353"/>
                        <wps:cNvSpPr/>
                        <wps:spPr>
                          <a:xfrm>
                            <a:off x="3378960" y="1058040"/>
                            <a:ext cx="28260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υ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54" name="Прямоугольник 354"/>
                        <wps:cNvSpPr/>
                        <wps:spPr>
                          <a:xfrm>
                            <a:off x="3441600" y="781560"/>
                            <a:ext cx="282600" cy="227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 xml:space="preserve"> Г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55" name="Прямоугольник 355"/>
                        <wps:cNvSpPr/>
                        <wps:spPr>
                          <a:xfrm>
                            <a:off x="3331800" y="237960"/>
                            <a:ext cx="282600" cy="29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56" name="Прямоугольник 356"/>
                        <wps:cNvSpPr/>
                        <wps:spPr>
                          <a:xfrm>
                            <a:off x="943560" y="438120"/>
                            <a:ext cx="282600" cy="32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К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57" name="Прямая соединительная линия 357"/>
                        <wps:cNvCnPr/>
                        <wps:spPr>
                          <a:xfrm>
                            <a:off x="0" y="697320"/>
                            <a:ext cx="11754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58" name="Овал 358"/>
                        <wps:cNvSpPr/>
                        <wps:spPr>
                          <a:xfrm>
                            <a:off x="1124640" y="295200"/>
                            <a:ext cx="753840" cy="914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59" name="Прямая соединительная линия 359"/>
                        <wps:cNvCnPr/>
                        <wps:spPr>
                          <a:xfrm>
                            <a:off x="480600" y="173880"/>
                            <a:ext cx="10152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0" name="Овал 360"/>
                        <wps:cNvSpPr/>
                        <wps:spPr>
                          <a:xfrm>
                            <a:off x="3112200" y="295200"/>
                            <a:ext cx="281880" cy="342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1" name="Прямая соединительная линия 361"/>
                        <wps:cNvCnPr/>
                        <wps:spPr>
                          <a:xfrm>
                            <a:off x="1553760" y="259560"/>
                            <a:ext cx="0" cy="2329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2" name="Прямоугольник 362"/>
                        <wps:cNvSpPr/>
                        <wps:spPr>
                          <a:xfrm>
                            <a:off x="3300840" y="857880"/>
                            <a:ext cx="187920" cy="113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3" name="Прямая соединительная линия 363"/>
                        <wps:cNvCnPr/>
                        <wps:spPr>
                          <a:xfrm>
                            <a:off x="1553760" y="530280"/>
                            <a:ext cx="0" cy="1944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4" name="Прямоугольник 364"/>
                        <wps:cNvSpPr/>
                        <wps:spPr>
                          <a:xfrm>
                            <a:off x="1273680" y="561960"/>
                            <a:ext cx="28188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С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65" name="Овал 365"/>
                        <wps:cNvSpPr/>
                        <wps:spPr>
                          <a:xfrm>
                            <a:off x="1486080" y="676440"/>
                            <a:ext cx="34920" cy="432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6" name="Прямая соединительная линия 366"/>
                        <wps:cNvCnPr/>
                        <wps:spPr>
                          <a:xfrm>
                            <a:off x="498600" y="173880"/>
                            <a:ext cx="2138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35" editas="canvas" style="margin-left:144pt;margin-top:-1.1pt;width:293.25pt;height:110.25pt" coordorigin="2880,-22" coordsize="5865,2205">
                <v:rect id="shape_0" ID="Rectangle 312" fillcolor="white" stroked="f" style="position:absolute;left:5641;top:-22;width:443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υ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13" fillcolor="white" stroked="f" style="position:absolute;left:8201;top:1644;width:444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υ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14" fillcolor="white" stroked="f" style="position:absolute;left:8300;top:1209;width:444;height:35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 xml:space="preserve"> Г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15" fillcolor="white" stroked="f" style="position:absolute;left:8127;top:353;width:444;height:46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16" fillcolor="white" stroked="f" style="position:absolute;left:4366;top:668;width:444;height:50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К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880,1076" to="4730,1076" ID="Line 317" stroked="t" style="position:absolute">
                  <v:stroke color="black" weight="9360" joinstyle="round" endcap="flat"/>
                  <v:fill o:detectmouseclick="t" on="false"/>
                </v:line>
                <v:oval id="shape_0" ID="Oval 318" fillcolor="white" stroked="t" style="position:absolute;left:4651;top:443;width:1186;height:1439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3637,252" to="5235,252" ID="Line 319" stroked="t" style="position:absolute">
                  <v:stroke color="black" weight="9360" joinstyle="round" endcap="flat"/>
                  <v:fill o:detectmouseclick="t" on="false"/>
                </v:line>
                <v:oval id="shape_0" ID="Oval 320" fillcolor="white" stroked="t" style="position:absolute;left:7781;top:443;width:443;height:538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5327,387" to="5327,753" ID="Line 321" stroked="t" style="position:absolute">
                  <v:stroke color="black" weight="9360" joinstyle="round" endcap="flat"/>
                  <v:fill o:detectmouseclick="t" on="false"/>
                </v:line>
                <v:rect id="shape_0" ID="Rectangle 322" fillcolor="white" stroked="t" style="position:absolute;left:8078;top:1329;width:295;height:178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5327,813" to="5327,1118" ID="Line 323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rect id="shape_0" ID="Rectangle 324" fillcolor="white" stroked="f" style="position:absolute;left:4886;top:863;width:443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С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oval id="shape_0" ID="Oval 325" fillcolor="black" stroked="t" style="position:absolute;left:5220;top:1043;width:54;height:67">
                  <w10:wrap type="none"/>
                  <v:fill o:detectmouseclick="t" type="solid" color2="white"/>
                  <v:stroke color="black" weight="9360" joinstyle="round" endcap="flat"/>
                </v:oval>
                <v:line id="shape_0" from="3665,252" to="4001,252" ID="Line 326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  <w:r>
        <w:t xml:space="preserve">        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 xml:space="preserve">В системе, рассмотренной в задаче 4.11.6., груз </w:t>
      </w:r>
      <w:r>
        <w:rPr>
          <w:b/>
          <w:bCs/>
          <w:i/>
          <w:iCs/>
        </w:rPr>
        <w:t>Г</w:t>
      </w:r>
      <w:r>
        <w:t xml:space="preserve"> под действием силы тяжести опускается из состояния покоя вниз. Определить скорость </w:t>
      </w:r>
      <w:r>
        <w:rPr>
          <w:b/>
          <w:bCs/>
        </w:rPr>
        <w:t xml:space="preserve">υ </w:t>
      </w:r>
      <w:r>
        <w:t xml:space="preserve">груза </w:t>
      </w:r>
      <w:r>
        <w:rPr>
          <w:b/>
          <w:bCs/>
          <w:i/>
          <w:iCs/>
        </w:rPr>
        <w:t>Г</w:t>
      </w:r>
      <w:r>
        <w:t xml:space="preserve"> при опускании его на высоту </w:t>
      </w:r>
      <w:r>
        <w:rPr>
          <w:b/>
          <w:bCs/>
          <w:i/>
          <w:iCs/>
          <w:lang w:val="en-US"/>
        </w:rPr>
        <w:t>h</w:t>
      </w:r>
      <w:r>
        <w:t>. Трением качения катка и трением на оси блока пренебречь.</w:t>
      </w: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 xml:space="preserve">Груз </w:t>
      </w:r>
      <w:r>
        <w:rPr>
          <w:b/>
          <w:bCs/>
          <w:i/>
          <w:iCs/>
        </w:rPr>
        <w:t>Г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t xml:space="preserve"> поднимается с помощью электрической лебедки. Барабан</w:t>
      </w:r>
      <w:proofErr w:type="gramStart"/>
      <w:r>
        <w:t xml:space="preserve"> </w:t>
      </w:r>
      <w:r>
        <w:rPr>
          <w:b/>
          <w:bCs/>
          <w:i/>
          <w:iCs/>
        </w:rPr>
        <w:t>Б</w:t>
      </w:r>
      <w:proofErr w:type="gramEnd"/>
      <w:r>
        <w:t xml:space="preserve"> при</w:t>
      </w:r>
      <w:r>
        <w:t xml:space="preserve">водится во вращение электромотором, который создает вращающий момент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вр</w:t>
      </w:r>
      <w:r>
        <w:t xml:space="preserve">, изменяющийся по закону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вр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</m:t>
        </m:r>
        <m:r>
          <m:rPr>
            <m:lit/>
            <m:nor/>
          </m:rPr>
          <w:rPr>
            <w:rFonts w:ascii="Cambria Math" w:hAnsi="Cambria Math"/>
          </w:rPr>
          <m:t>χω</m:t>
        </m:r>
      </m:oMath>
      <w:r>
        <w:t xml:space="preserve">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</w:t>
      </w:r>
      <m:oMath>
        <m:r>
          <w:rPr>
            <w:rFonts w:ascii="Cambria Math" w:hAnsi="Cambria Math"/>
          </w:rPr>
          <m:t>χ</m:t>
        </m:r>
      </m:oMath>
      <w:r>
        <w:t xml:space="preserve"> – положительные постоянные, характеризующие двигатель, а </w:t>
      </w:r>
      <m:oMath>
        <m:r>
          <w:rPr>
            <w:rFonts w:ascii="Cambria Math" w:hAnsi="Cambria Math"/>
          </w:rPr>
          <m:t>ω</m:t>
        </m:r>
      </m:oMath>
      <w:r>
        <w:t xml:space="preserve"> – угловая скорость барабана. Моменты инерции блока</w:t>
      </w:r>
      <w:proofErr w:type="gramStart"/>
      <w:r>
        <w:t xml:space="preserve"> </w:t>
      </w:r>
      <w:r>
        <w:rPr>
          <w:b/>
          <w:bCs/>
          <w:i/>
          <w:iCs/>
        </w:rPr>
        <w:t>В</w:t>
      </w:r>
      <w:proofErr w:type="gramEnd"/>
      <w:r>
        <w:t xml:space="preserve"> и барабана </w:t>
      </w:r>
      <w:r>
        <w:rPr>
          <w:b/>
          <w:bCs/>
          <w:i/>
          <w:iCs/>
        </w:rPr>
        <w:t>Б</w:t>
      </w:r>
      <w:r>
        <w:t xml:space="preserve"> относительно их осей вращения соответственно равны </w:t>
      </w: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  <w:vertAlign w:val="subscript"/>
        </w:rPr>
        <w:t>2</w:t>
      </w:r>
      <w:r>
        <w:t xml:space="preserve"> и </w:t>
      </w: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  <w:vertAlign w:val="subscript"/>
        </w:rPr>
        <w:t>1</w:t>
      </w:r>
      <w:r>
        <w:t xml:space="preserve">; радиус блока равен </w:t>
      </w:r>
      <w:r>
        <w:rPr>
          <w:b/>
          <w:bCs/>
          <w:i/>
          <w:iCs/>
          <w:lang w:val="en-US"/>
        </w:rPr>
        <w:t>r</w:t>
      </w:r>
      <w:r>
        <w:t xml:space="preserve">, радиус барабана </w:t>
      </w:r>
      <w:r>
        <w:rPr>
          <w:b/>
          <w:bCs/>
          <w:i/>
          <w:iCs/>
          <w:lang w:val="en-US"/>
        </w:rPr>
        <w:t>R</w:t>
      </w:r>
      <w:r>
        <w:t>. Определить закон движения груза и натяжение троса. В начальный момент система находилась в покое; массой троса пренебречь.</w:t>
      </w:r>
    </w:p>
    <w:p w:rsidR="001B1757" w:rsidRDefault="001B1757">
      <w:pPr>
        <w:spacing w:before="0"/>
        <w:jc w:val="both"/>
      </w:pPr>
    </w:p>
    <w:p w:rsidR="001B1757" w:rsidRDefault="001B1757">
      <w:pPr>
        <w:spacing w:before="0"/>
        <w:jc w:val="both"/>
      </w:pPr>
    </w:p>
    <w:p w:rsidR="001B1757" w:rsidRDefault="005267B0">
      <w:p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5" behindDoc="0" locked="0" layoutInCell="1" allowOverlap="1" wp14:anchorId="2EA8FBE7" wp14:editId="23D48B43">
                <wp:simplePos x="0" y="0"/>
                <wp:positionH relativeFrom="column">
                  <wp:posOffset>1828800</wp:posOffset>
                </wp:positionH>
                <wp:positionV relativeFrom="paragraph">
                  <wp:posOffset>-356870</wp:posOffset>
                </wp:positionV>
                <wp:extent cx="2696210" cy="1852295"/>
                <wp:effectExtent l="9525" t="8255" r="0" b="6985"/>
                <wp:wrapNone/>
                <wp:docPr id="367" name="Группа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680" cy="1851840"/>
                          <a:chOff x="0" y="0"/>
                          <a:chExt cx="0" cy="0"/>
                        </a:xfrm>
                      </wpg:grpSpPr>
                      <wps:wsp>
                        <wps:cNvPr id="368" name="Прямоугольник 368"/>
                        <wps:cNvSpPr/>
                        <wps:spPr>
                          <a:xfrm>
                            <a:off x="2430720" y="1094760"/>
                            <a:ext cx="264960" cy="35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Г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69" name="Прямоугольник 369"/>
                        <wps:cNvSpPr/>
                        <wps:spPr>
                          <a:xfrm>
                            <a:off x="2313360" y="64080"/>
                            <a:ext cx="26424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70" name="Прямоугольник 370"/>
                        <wps:cNvSpPr/>
                        <wps:spPr>
                          <a:xfrm>
                            <a:off x="1422360" y="1199520"/>
                            <a:ext cx="26424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71" name="Прямая соединительная линия 371"/>
                        <wps:cNvCnPr/>
                        <wps:spPr>
                          <a:xfrm>
                            <a:off x="0" y="1203840"/>
                            <a:ext cx="6508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2" name="Прямоугольник 372"/>
                        <wps:cNvSpPr/>
                        <wps:spPr>
                          <a:xfrm>
                            <a:off x="840600" y="1809000"/>
                            <a:ext cx="705960" cy="42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3" name="Прямая соединительная линия 373"/>
                        <wps:cNvCnPr/>
                        <wps:spPr>
                          <a:xfrm flipH="1">
                            <a:off x="200160" y="1117440"/>
                            <a:ext cx="50040" cy="648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4" name="Прямая соединительная линия 374"/>
                        <wps:cNvCnPr/>
                        <wps:spPr>
                          <a:xfrm>
                            <a:off x="417240" y="1116360"/>
                            <a:ext cx="50040" cy="648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5" name="Овал 375"/>
                        <wps:cNvSpPr/>
                        <wps:spPr>
                          <a:xfrm>
                            <a:off x="936000" y="1050840"/>
                            <a:ext cx="528480" cy="684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6" name="Прямая соединительная линия 376"/>
                        <wps:cNvCnPr/>
                        <wps:spPr>
                          <a:xfrm flipV="1">
                            <a:off x="237960" y="213840"/>
                            <a:ext cx="650880" cy="5842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7" name="Овал 377"/>
                        <wps:cNvSpPr/>
                        <wps:spPr>
                          <a:xfrm>
                            <a:off x="2092320" y="102240"/>
                            <a:ext cx="264960" cy="343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8" name="Прямая соединительная линия 378"/>
                        <wps:cNvCnPr/>
                        <wps:spPr>
                          <a:xfrm>
                            <a:off x="989280" y="304200"/>
                            <a:ext cx="0" cy="519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9" name="Прямоугольник 379"/>
                        <wps:cNvSpPr/>
                        <wps:spPr>
                          <a:xfrm>
                            <a:off x="2268720" y="1180440"/>
                            <a:ext cx="176400" cy="113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0" name="Полилиния 380"/>
                        <wps:cNvSpPr/>
                        <wps:spPr>
                          <a:xfrm>
                            <a:off x="1039320" y="1247040"/>
                            <a:ext cx="10224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" h="360">
                                <a:moveTo>
                                  <a:pt x="210" y="0"/>
                                </a:moveTo>
                                <a:cubicBezTo>
                                  <a:pt x="135" y="60"/>
                                  <a:pt x="60" y="120"/>
                                  <a:pt x="30" y="180"/>
                                </a:cubicBezTo>
                                <a:cubicBezTo>
                                  <a:pt x="0" y="240"/>
                                  <a:pt x="15" y="300"/>
                                  <a:pt x="3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1" name="Прямая соединительная линия 381"/>
                        <wps:cNvCnPr/>
                        <wps:spPr>
                          <a:xfrm>
                            <a:off x="245160" y="972360"/>
                            <a:ext cx="52560" cy="788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stealth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2" name="Прямая соединительная линия 382"/>
                        <wps:cNvCnPr/>
                        <wps:spPr>
                          <a:xfrm>
                            <a:off x="817920" y="153000"/>
                            <a:ext cx="1976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3" name="Равнобедренный треугольник 383"/>
                        <wps:cNvSpPr/>
                        <wps:spPr>
                          <a:xfrm rot="10800000">
                            <a:off x="2143800" y="0"/>
                            <a:ext cx="176400" cy="3024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4" name="Овал 384"/>
                        <wps:cNvSpPr/>
                        <wps:spPr>
                          <a:xfrm>
                            <a:off x="2217600" y="255240"/>
                            <a:ext cx="33120" cy="424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17" editas="canvas" style="margin-left:144pt;margin-top:-28.15pt;width:212.25pt;height:145.85pt" coordorigin="2880,-563" coordsize="4245,2917">
                <v:rect id="shape_0" ID="Rectangle 328" fillcolor="white" stroked="f" style="position:absolute;left:6708;top:1162;width:416;height:55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Г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29" fillcolor="white" stroked="f" style="position:absolute;left:6523;top:-461;width:415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В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30" fillcolor="white" stroked="f" style="position:absolute;left:5120;top:1327;width:415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2880,1334" to="3904,1334" ID="Line 331" stroked="t" style="position:absolute">
                  <v:stroke color="black" weight="9360" joinstyle="round" endcap="flat"/>
                  <v:fill o:detectmouseclick="t" on="false"/>
                </v:line>
                <v:rect id="shape_0" ID="Rectangle 332" fillcolor="white" stroked="t" style="position:absolute;left:4204;top:2287;width:1111;height:66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3195,1198" to="3273,1299" ID="Line 333" stroked="t" style="position:absolute;flip:x">
                  <v:stroke color="black" weight="9360" joinstyle="round" endcap="flat"/>
                  <v:fill o:detectmouseclick="t" on="false"/>
                </v:line>
                <v:line id="shape_0" from="3537,1196" to="3615,1297" ID="Line 334" stroked="t" style="position:absolute">
                  <v:stroke color="black" weight="9360" joinstyle="round" endcap="flat"/>
                  <v:fill o:detectmouseclick="t" on="false"/>
                </v:line>
                <v:oval id="shape_0" ID="Oval 335" fillcolor="white" stroked="t" style="position:absolute;left:4354;top:1093;width:831;height:1077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3255,-225" to="4279,694" ID="Line 336" stroked="t" style="position:absolute;flip:y">
                  <v:stroke color="black" weight="9360" joinstyle="round" endcap="flat"/>
                  <v:fill o:detectmouseclick="t" on="false"/>
                </v:line>
                <v:oval id="shape_0" ID="Oval 337" fillcolor="white" stroked="t" style="position:absolute;left:6175;top:-401;width:416;height:539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4438,-83" to="4438,734" ID="Line 338" stroked="t" style="position:absolute">
                  <v:stroke color="black" weight="9360" joinstyle="round" endcap="flat"/>
                  <v:fill o:detectmouseclick="t" on="false"/>
                </v:line>
                <v:rect id="shape_0" ID="Rectangle 339" fillcolor="white" stroked="t" style="position:absolute;left:6453;top:1297;width:277;height:178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3266,969" to="3348,1092" ID="Line 341" stroked="t" style="position:absolute">
                  <v:stroke color="black" weight="9360" endarrow="classic" endarrowwidth="medium" endarrowlength="medium" joinstyle="round" endcap="flat"/>
                  <v:fill o:detectmouseclick="t" on="false"/>
                </v:line>
                <v:line id="shape_0" from="4168,-321" to="4478,-321" ID="Line 342" stroked="t" style="position:absolute">
                  <v:stroke color="black" weight="9360" joinstyle="round" endcap="flat"/>
                  <v:fill o:detectmouseclick="t" on="false"/>
                </v:line>
                <v:shapetype id="shapetype_5" coordsize="21600,21600" o:spt="5" adj="10800" path="m,21600l@0,l21600,21600xe">
                  <v:stroke joinstyle="miter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0"/>
                  </v:handles>
                </v:shapetype>
                <v:shape id="shape_0" ID="AutoShape 343" fillcolor="white" stroked="t" style="position:absolute;left:6256;top:-562;width:277;height:475;rotation:180" type="shapetype_5">
                  <w10:wrap type="none"/>
                  <v:fill o:detectmouseclick="t" type="solid" color2="black"/>
                  <v:stroke color="black" weight="9360" joinstyle="miter" endcap="flat"/>
                </v:shape>
                <v:oval id="shape_0" ID="Oval 344" fillcolor="white" stroked="t" style="position:absolute;left:6372;top:-160;width:51;height:66">
                  <w10:wrap type="none"/>
                  <v:fill o:detectmouseclick="t" type="solid" color2="black"/>
                  <v:stroke color="black" weight="9360" joinstyle="round" endcap="flat"/>
                </v:oval>
              </v:group>
            </w:pict>
          </mc:Fallback>
        </mc:AlternateContent>
      </w:r>
    </w:p>
    <w:p w:rsidR="001B1757" w:rsidRDefault="005267B0">
      <w:pPr>
        <w:spacing w:before="0"/>
        <w:ind w:left="360"/>
        <w:jc w:val="both"/>
      </w:pP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>Одноро</w:t>
      </w:r>
      <w:r>
        <w:t xml:space="preserve">дный тонкий стержень </w:t>
      </w:r>
      <w:r>
        <w:rPr>
          <w:b/>
          <w:bCs/>
          <w:i/>
          <w:iCs/>
          <w:lang w:val="en-US"/>
        </w:rPr>
        <w:t>AB</w:t>
      </w:r>
      <w:r>
        <w:t xml:space="preserve"> длиной </w:t>
      </w:r>
      <w:r>
        <w:rPr>
          <w:b/>
          <w:bCs/>
          <w:i/>
          <w:iCs/>
          <w:lang w:val="en-US"/>
        </w:rPr>
        <w:t>l</w:t>
      </w:r>
      <w:r>
        <w:t xml:space="preserve"> движется в вертикальной плоскости, скользя своим концом </w:t>
      </w:r>
      <w:r>
        <w:rPr>
          <w:b/>
          <w:bCs/>
          <w:i/>
          <w:iCs/>
          <w:lang w:val="en-US"/>
        </w:rPr>
        <w:t>A</w:t>
      </w:r>
      <w:r>
        <w:t xml:space="preserve"> </w:t>
      </w:r>
      <w:proofErr w:type="gramStart"/>
      <w:r>
        <w:t>по</w:t>
      </w:r>
      <w:proofErr w:type="gramEnd"/>
      <w:r>
        <w:t xml:space="preserve"> гладкой горизонтальной прямой. Определить угловую скорость движения стержня, если в начальный момент она </w:t>
      </w:r>
      <w:proofErr w:type="gramStart"/>
      <w:r>
        <w:t xml:space="preserve">равнялась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˙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ϕ</m:t>
                </m:r>
              </m:e>
            </m:acc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стержень составлял</w:t>
      </w:r>
      <w:proofErr w:type="gramEnd"/>
      <w:r>
        <w:t xml:space="preserve"> с горизонтом угол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ϕ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>.</w:t>
      </w:r>
    </w:p>
    <w:p w:rsidR="001B1757" w:rsidRDefault="005267B0">
      <w:pPr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6" behindDoc="0" locked="0" layoutInCell="1" allowOverlap="1" wp14:anchorId="2BEF419D" wp14:editId="14B4E753">
                <wp:simplePos x="0" y="0"/>
                <wp:positionH relativeFrom="column">
                  <wp:posOffset>2057400</wp:posOffset>
                </wp:positionH>
                <wp:positionV relativeFrom="paragraph">
                  <wp:posOffset>131445</wp:posOffset>
                </wp:positionV>
                <wp:extent cx="3801110" cy="1543685"/>
                <wp:effectExtent l="0" t="1270" r="0" b="0"/>
                <wp:wrapNone/>
                <wp:docPr id="385" name="Группа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520" cy="1542960"/>
                          <a:chOff x="0" y="0"/>
                          <a:chExt cx="0" cy="0"/>
                        </a:xfrm>
                      </wpg:grpSpPr>
                      <wps:wsp>
                        <wps:cNvPr id="386" name="Прямоугольник 386"/>
                        <wps:cNvSpPr/>
                        <wps:spPr>
                          <a:xfrm>
                            <a:off x="1781280" y="899280"/>
                            <a:ext cx="286920" cy="34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87" name="Прямоугольник 387"/>
                        <wps:cNvSpPr/>
                        <wps:spPr>
                          <a:xfrm>
                            <a:off x="2188080" y="102960"/>
                            <a:ext cx="286920" cy="340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88" name="Прямоугольник 388"/>
                        <wps:cNvSpPr/>
                        <wps:spPr>
                          <a:xfrm>
                            <a:off x="1326600" y="1003320"/>
                            <a:ext cx="286560" cy="340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89" name="Прямоугольник 389"/>
                        <wps:cNvSpPr/>
                        <wps:spPr>
                          <a:xfrm>
                            <a:off x="3513600" y="1202760"/>
                            <a:ext cx="286920" cy="34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90" name="Прямоугольник 390"/>
                        <wps:cNvSpPr/>
                        <wps:spPr>
                          <a:xfrm>
                            <a:off x="615960" y="8280"/>
                            <a:ext cx="286560" cy="34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391" name="Прямая соединительная линия 391"/>
                        <wps:cNvCnPr/>
                        <wps:spPr>
                          <a:xfrm flipV="1">
                            <a:off x="0" y="0"/>
                            <a:ext cx="0" cy="6444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2" name="Прямая соединительная линия 392"/>
                        <wps:cNvCnPr/>
                        <wps:spPr>
                          <a:xfrm>
                            <a:off x="0" y="644400"/>
                            <a:ext cx="157536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3" name="Прямая соединительная линия 393"/>
                        <wps:cNvCnPr/>
                        <wps:spPr>
                          <a:xfrm flipV="1">
                            <a:off x="371520" y="64080"/>
                            <a:ext cx="434520" cy="5803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4" name="Полилиния 394"/>
                        <wps:cNvSpPr/>
                        <wps:spPr>
                          <a:xfrm>
                            <a:off x="1749600" y="899280"/>
                            <a:ext cx="95400" cy="340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" h="360">
                                <a:moveTo>
                                  <a:pt x="0" y="0"/>
                                </a:moveTo>
                                <a:cubicBezTo>
                                  <a:pt x="75" y="60"/>
                                  <a:pt x="150" y="120"/>
                                  <a:pt x="180" y="180"/>
                                </a:cubicBezTo>
                                <a:cubicBezTo>
                                  <a:pt x="210" y="240"/>
                                  <a:pt x="195" y="300"/>
                                  <a:pt x="18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407" editas="canvas" style="margin-left:162.05pt;margin-top:10.35pt;width:299.25pt;height:121.5pt" coordorigin="3241,207" coordsize="5985,2430">
                <v:rect id="shape_0" ID="Rectangle 346" fillcolor="white" stroked="f" style="position:absolute;left:6045;top:1623;width:451;height:53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47" fillcolor="white" stroked="f" style="position:absolute;left:6686;top:369;width:451;height:53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48" fillcolor="white" stroked="f" style="position:absolute;left:5329;top:1787;width:450;height:53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49" fillcolor="white" stroked="f" style="position:absolute;left:8773;top:2101;width:451;height:53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50" fillcolor="white" stroked="f" style="position:absolute;left:4210;top:220;width:450;height:53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240,207" to="3240,1221" ID="Line 351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240,1222" to="5720,1222" ID="Line 352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825,308" to="4508,1221" ID="Line 353" stroked="t" style="position:absolute;flip:y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8" behindDoc="0" locked="0" layoutInCell="1" allowOverlap="1" wp14:anchorId="7B1B12F8" wp14:editId="58B3C0A8">
                <wp:simplePos x="0" y="0"/>
                <wp:positionH relativeFrom="column">
                  <wp:posOffset>1943100</wp:posOffset>
                </wp:positionH>
                <wp:positionV relativeFrom="paragraph">
                  <wp:posOffset>1128395</wp:posOffset>
                </wp:positionV>
                <wp:extent cx="3429635" cy="1486535"/>
                <wp:effectExtent l="9525" t="0" r="9525" b="13335"/>
                <wp:wrapNone/>
                <wp:docPr id="395" name="Группа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1486080"/>
                          <a:chOff x="0" y="0"/>
                          <a:chExt cx="0" cy="0"/>
                        </a:xfrm>
                      </wpg:grpSpPr>
                      <wps:wsp>
                        <wps:cNvPr id="396" name="Прямая соединительная линия 396"/>
                        <wps:cNvCnPr/>
                        <wps:spPr>
                          <a:xfrm>
                            <a:off x="0" y="579240"/>
                            <a:ext cx="185976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7" name="Прямоугольный треугольник 397"/>
                        <wps:cNvSpPr/>
                        <wps:spPr>
                          <a:xfrm>
                            <a:off x="1351800" y="662400"/>
                            <a:ext cx="2077200" cy="82368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8" name="Прямоугольный треугольник 398"/>
                        <wps:cNvSpPr/>
                        <wps:spPr>
                          <a:xfrm rot="10740000">
                            <a:off x="1348920" y="640800"/>
                            <a:ext cx="873720" cy="36576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9" name="Прямоугольник 399"/>
                        <wps:cNvSpPr/>
                        <wps:spPr>
                          <a:xfrm>
                            <a:off x="994320" y="927720"/>
                            <a:ext cx="311040" cy="19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00" name="Прямоугольник 400"/>
                        <wps:cNvSpPr/>
                        <wps:spPr>
                          <a:xfrm>
                            <a:off x="2244600" y="708120"/>
                            <a:ext cx="3276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01" name="Прямая соединительная линия 401"/>
                        <wps:cNvCnPr/>
                        <wps:spPr>
                          <a:xfrm>
                            <a:off x="1487880" y="475560"/>
                            <a:ext cx="0" cy="103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2" name="Прямая соединительная линия 402"/>
                        <wps:cNvCnPr/>
                        <wps:spPr>
                          <a:xfrm>
                            <a:off x="309960" y="527760"/>
                            <a:ext cx="11779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3" name="Прямоугольник 403"/>
                        <wps:cNvSpPr/>
                        <wps:spPr>
                          <a:xfrm>
                            <a:off x="2044800" y="1164600"/>
                            <a:ext cx="290880" cy="23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04" name="Прямая соединительная линия 404"/>
                        <wps:cNvCnPr/>
                        <wps:spPr>
                          <a:xfrm>
                            <a:off x="309960" y="8280"/>
                            <a:ext cx="0" cy="104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5" name="Прямая соединительная линия 405"/>
                        <wps:cNvCnPr/>
                        <wps:spPr>
                          <a:xfrm>
                            <a:off x="805680" y="0"/>
                            <a:ext cx="0" cy="103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6" name="Прямая соединительная линия 406"/>
                        <wps:cNvCnPr/>
                        <wps:spPr>
                          <a:xfrm>
                            <a:off x="309960" y="60480"/>
                            <a:ext cx="4960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7" name="Прямоугольник 407"/>
                        <wps:cNvSpPr/>
                        <wps:spPr>
                          <a:xfrm>
                            <a:off x="1679400" y="295920"/>
                            <a:ext cx="291600" cy="23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394" editas="canvas" style="margin-left:153pt;margin-top:88.85pt;width:270pt;height:117pt" coordorigin="3060,1777" coordsize="5400,2340">
                <v:line id="shape_0" from="3060,2689" to="5988,2689" ID="Line 373" stroked="t" style="position:absolute">
                  <v:stroke color="black" weight="9360" joinstyle="round" endcap="flat"/>
                  <v:fill o:detectmouseclick="t" on="false"/>
                </v:line>
                <v:shapetype id="shapetype_6" coordsize="21600,21600" o:spt="6" path="m,21600l,l21600,21600xe">
                  <v:stroke joinstyle="miter"/>
                  <v:formulas>
                    <v:f eqn="prod height 7 12"/>
                    <v:f eqn="prod width 7 12"/>
                    <v:f eqn="prod height 11 12"/>
                  </v:formulas>
                  <v:path gradientshapeok="t" o:connecttype="rect" textboxrect="1800,@0,@1,@2"/>
                </v:shapetype>
                <v:shape id="shape_0" ID="AutoShape 374" fillcolor="white" stroked="t" style="position:absolute;left:5189;top:2820;width:3270;height:1296" type="shapetype_6">
                  <w10:wrap type="none"/>
                  <v:fill o:detectmouseclick="t" type="solid" color2="black"/>
                  <v:stroke color="black" weight="9360" joinstyle="miter" endcap="flat"/>
                </v:shape>
                <v:shape id="shape_0" ID="AutoShape 375" fillcolor="white" stroked="t" style="position:absolute;left:5189;top:2797;width:1375;height:575;rotation:179" type="shapetype_6">
                  <w10:wrap type="none"/>
                  <v:fill o:detectmouseclick="t" type="solid" color2="black"/>
                  <v:stroke color="black" weight="9360" joinstyle="miter" endcap="flat"/>
                </v:shape>
                <v:rect id="shape_0" ID="Rectangle 376" fillcolor="white" stroked="f" style="position:absolute;left:4626;top:3238;width:489;height:30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77" fillcolor="white" stroked="f" style="position:absolute;left:6595;top:2892;width:515;height:43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5403,2526" to="5403,2688" ID="Line 378" stroked="t" style="position:absolute">
                  <v:stroke color="black" weight="9360" joinstyle="round" endcap="flat"/>
                  <v:fill o:detectmouseclick="t" on="false"/>
                </v:line>
                <v:line id="shape_0" from="3548,2608" to="5402,2608" ID="Line 379" stroked="t" style="position:absolute">
                  <v:stroke color="black" weight="9360" startarrow="block" endarrow="block" startarrowwidth="medium" startarrowlength="medium" endarrowwidth="medium" endarrowlength="medium" joinstyle="round" endcap="flat"/>
                  <v:fill o:detectmouseclick="t" on="false"/>
                </v:line>
                <v:rect id="shape_0" ID="Rectangle 380" fillcolor="white" stroked="f" style="position:absolute;left:6280;top:3611;width:457;height:36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548,1790" to="3548,1953" ID="Line 381" stroked="t" style="position:absolute">
                  <v:stroke color="black" weight="9360" joinstyle="round" endcap="flat"/>
                  <v:fill o:detectmouseclick="t" on="false"/>
                </v:line>
                <v:line id="shape_0" from="4329,1777" to="4329,1939" ID="Line 382" stroked="t" style="position:absolute">
                  <v:stroke color="black" weight="9360" joinstyle="round" endcap="flat"/>
                  <v:fill o:detectmouseclick="t" on="false"/>
                </v:line>
                <v:line id="shape_0" from="3548,1872" to="4328,1872" ID="Line 383" stroked="t" style="position:absolute">
                  <v:stroke color="black" weight="9360" startarrow="block" endarrow="block" startarrowwidth="medium" startarrowlength="medium" endarrowwidth="medium" endarrowlength="medium" joinstyle="round" endcap="flat"/>
                  <v:fill o:detectmouseclick="t" on="false"/>
                </v:line>
                <v:rect id="shape_0" ID="Rectangle 384" fillcolor="white" stroked="f" style="position:absolute;left:5705;top:2243;width:458;height:36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</v:group>
            </w:pict>
          </mc:Fallback>
        </mc:AlternateContent>
      </w:r>
      <w:r>
        <w:t xml:space="preserve">На однородную призму </w:t>
      </w:r>
      <w:r>
        <w:rPr>
          <w:b/>
          <w:bCs/>
          <w:i/>
          <w:iCs/>
          <w:lang w:val="en-US"/>
        </w:rPr>
        <w:t>A</w:t>
      </w:r>
      <w:r>
        <w:t xml:space="preserve">, лежащую на горизонтальной плоскости, положена однородная призма </w:t>
      </w:r>
      <w:r>
        <w:rPr>
          <w:b/>
          <w:bCs/>
          <w:i/>
          <w:iCs/>
          <w:lang w:val="en-US"/>
        </w:rPr>
        <w:t>B</w:t>
      </w:r>
      <w:r>
        <w:t xml:space="preserve">; поперечные сечения призм – прямоугольные треугольники, масса призмы </w:t>
      </w:r>
      <w:r>
        <w:rPr>
          <w:b/>
          <w:bCs/>
          <w:i/>
          <w:iCs/>
          <w:lang w:val="en-US"/>
        </w:rPr>
        <w:t>A</w:t>
      </w:r>
      <w:r>
        <w:t xml:space="preserve"> втрое больше массы призмы </w:t>
      </w:r>
      <w:r>
        <w:rPr>
          <w:b/>
          <w:bCs/>
          <w:i/>
          <w:iCs/>
          <w:lang w:val="en-US"/>
        </w:rPr>
        <w:t>B</w:t>
      </w:r>
      <w:r>
        <w:t xml:space="preserve">. Предполагая, что призмы и горизонтальная плоскость идеально гладкие, определить длину </w:t>
      </w:r>
      <w:r>
        <w:rPr>
          <w:b/>
          <w:bCs/>
          <w:i/>
          <w:iCs/>
          <w:lang w:val="en-US"/>
        </w:rPr>
        <w:t>l</w:t>
      </w:r>
      <w:r>
        <w:t xml:space="preserve">, на которую передвинется призма </w:t>
      </w:r>
      <w:r>
        <w:rPr>
          <w:b/>
          <w:bCs/>
          <w:i/>
          <w:iCs/>
          <w:lang w:val="en-US"/>
        </w:rPr>
        <w:t>A</w:t>
      </w:r>
      <w:r>
        <w:t xml:space="preserve">, когда призма </w:t>
      </w:r>
      <w:r>
        <w:rPr>
          <w:b/>
          <w:bCs/>
          <w:i/>
          <w:iCs/>
          <w:lang w:val="en-US"/>
        </w:rPr>
        <w:t>B</w:t>
      </w:r>
      <w:r>
        <w:t xml:space="preserve">, спускаясь по </w:t>
      </w:r>
      <w:r>
        <w:rPr>
          <w:b/>
          <w:bCs/>
          <w:i/>
          <w:iCs/>
          <w:lang w:val="en-US"/>
        </w:rPr>
        <w:t>A</w:t>
      </w:r>
      <w:r>
        <w:t>, дойдет до горизонтальной плоскости.</w:t>
      </w: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spacing w:before="0"/>
        <w:ind w:left="360"/>
        <w:jc w:val="both"/>
      </w:pPr>
      <w:r>
        <w:t xml:space="preserve"> </w:t>
      </w: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 xml:space="preserve">Два груза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, соответственно массы </w:t>
      </w:r>
      <w:r>
        <w:rPr>
          <w:lang w:val="en-US"/>
        </w:rPr>
        <w:t>M</w:t>
      </w:r>
      <w:r>
        <w:rPr>
          <w:vertAlign w:val="subscript"/>
        </w:rPr>
        <w:t>1</w:t>
      </w:r>
      <w:r>
        <w:t xml:space="preserve"> и </w:t>
      </w:r>
      <w:r>
        <w:rPr>
          <w:lang w:val="en-US"/>
        </w:rPr>
        <w:t>M</w:t>
      </w:r>
      <w:r>
        <w:rPr>
          <w:vertAlign w:val="subscript"/>
        </w:rPr>
        <w:t>2</w:t>
      </w:r>
      <w:r>
        <w:t>, с</w:t>
      </w:r>
      <w:r>
        <w:t xml:space="preserve">оединенные нерастяжимой нитью, переброшенной через блок </w:t>
      </w:r>
      <w:r>
        <w:rPr>
          <w:b/>
          <w:bCs/>
          <w:i/>
          <w:iCs/>
          <w:lang w:val="en-US"/>
        </w:rPr>
        <w:t>A</w:t>
      </w:r>
      <w:r>
        <w:t xml:space="preserve">, скользят по гладким боковым сторонам прямоугольного клина, опирающегося основанием </w:t>
      </w:r>
      <w:r>
        <w:rPr>
          <w:b/>
          <w:bCs/>
          <w:i/>
          <w:iCs/>
          <w:lang w:val="en-US"/>
        </w:rPr>
        <w:t>BC</w:t>
      </w:r>
      <w:r>
        <w:t xml:space="preserve"> на гладкую горизонтальную плоскость. Найти перемещение клина по горизонтальной плоскости при опускании груза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на высоту </w:t>
      </w:r>
      <w:r>
        <w:rPr>
          <w:b/>
          <w:bCs/>
          <w:i/>
          <w:iCs/>
          <w:lang w:val="en-US"/>
        </w:rPr>
        <w:t>h</w:t>
      </w:r>
      <w:r>
        <w:t xml:space="preserve"> = 10 см. Масса клина </w:t>
      </w:r>
      <w:r>
        <w:rPr>
          <w:lang w:val="en-US"/>
        </w:rPr>
        <w:t>M</w:t>
      </w:r>
      <w:r>
        <w:t xml:space="preserve"> = 4</w:t>
      </w:r>
      <w:r>
        <w:rPr>
          <w:lang w:val="en-US"/>
        </w:rPr>
        <w:t>M</w:t>
      </w:r>
      <w:r>
        <w:rPr>
          <w:vertAlign w:val="subscript"/>
        </w:rPr>
        <w:t>1</w:t>
      </w:r>
      <w:r>
        <w:t xml:space="preserve"> = 16</w:t>
      </w:r>
      <w:r>
        <w:rPr>
          <w:lang w:val="en-US"/>
        </w:rPr>
        <w:t>M</w:t>
      </w:r>
      <w:r>
        <w:rPr>
          <w:vertAlign w:val="subscript"/>
        </w:rPr>
        <w:t>2</w:t>
      </w:r>
      <w:r>
        <w:t>; массой нити и блока пренебречь.</w:t>
      </w: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17" behindDoc="0" locked="0" layoutInCell="1" allowOverlap="1" wp14:anchorId="02F2E3F2" wp14:editId="3B1F788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</wp:posOffset>
                </wp:positionV>
                <wp:extent cx="3886835" cy="1819910"/>
                <wp:effectExtent l="9525" t="0" r="9525" b="0"/>
                <wp:wrapNone/>
                <wp:docPr id="408" name="Группа 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1819440"/>
                          <a:chOff x="0" y="0"/>
                          <a:chExt cx="0" cy="0"/>
                        </a:xfrm>
                      </wpg:grpSpPr>
                      <wps:wsp>
                        <wps:cNvPr id="409" name="Прямоугольник 409"/>
                        <wps:cNvSpPr/>
                        <wps:spPr>
                          <a:xfrm>
                            <a:off x="3500640" y="616680"/>
                            <a:ext cx="385560" cy="27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/>
                                  <w:position w:val="-6"/>
                                </w:rPr>
                                <w:t>2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10" name="Прямоугольник 410"/>
                        <wps:cNvSpPr/>
                        <wps:spPr>
                          <a:xfrm>
                            <a:off x="1819440" y="334800"/>
                            <a:ext cx="385560" cy="27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/>
                                  <w:position w:val="-6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11" name="Прямоугольник 411"/>
                        <wps:cNvSpPr/>
                        <wps:spPr>
                          <a:xfrm>
                            <a:off x="3476520" y="867240"/>
                            <a:ext cx="290160" cy="27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12" name="Прямоугольник 412"/>
                        <wps:cNvSpPr/>
                        <wps:spPr>
                          <a:xfrm>
                            <a:off x="3106440" y="0"/>
                            <a:ext cx="290880" cy="27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13" name="Прямоугольник 413"/>
                        <wps:cNvSpPr/>
                        <wps:spPr>
                          <a:xfrm>
                            <a:off x="843840" y="867240"/>
                            <a:ext cx="290880" cy="27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14" name="Прямоугольный треугольник 414"/>
                        <wps:cNvSpPr/>
                        <wps:spPr>
                          <a:xfrm rot="9600000">
                            <a:off x="979200" y="266760"/>
                            <a:ext cx="2398320" cy="82620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5" name="Прямая соединительная линия 415"/>
                        <wps:cNvCnPr/>
                        <wps:spPr>
                          <a:xfrm>
                            <a:off x="0" y="583560"/>
                            <a:ext cx="18604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6" name="Полилиния 416"/>
                        <wps:cNvSpPr/>
                        <wps:spPr>
                          <a:xfrm>
                            <a:off x="3042360" y="334800"/>
                            <a:ext cx="256680" cy="10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" h="420">
                                <a:moveTo>
                                  <a:pt x="0" y="0"/>
                                </a:moveTo>
                                <a:cubicBezTo>
                                  <a:pt x="45" y="150"/>
                                  <a:pt x="90" y="300"/>
                                  <a:pt x="180" y="360"/>
                                </a:cubicBezTo>
                                <a:cubicBezTo>
                                  <a:pt x="270" y="420"/>
                                  <a:pt x="405" y="390"/>
                                  <a:pt x="54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7" name="Овал 417"/>
                        <wps:cNvSpPr/>
                        <wps:spPr>
                          <a:xfrm>
                            <a:off x="3130560" y="213480"/>
                            <a:ext cx="163800" cy="154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8" name="Прямая соединительная линия 418"/>
                        <wps:cNvCnPr/>
                        <wps:spPr>
                          <a:xfrm>
                            <a:off x="1477800" y="126360"/>
                            <a:ext cx="109080" cy="259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9" name="Прямая соединительная линия 419"/>
                        <wps:cNvCnPr/>
                        <wps:spPr>
                          <a:xfrm flipH="1">
                            <a:off x="887760" y="113760"/>
                            <a:ext cx="550440" cy="1980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0" name="Прямоугольник 420"/>
                        <wps:cNvSpPr/>
                        <wps:spPr>
                          <a:xfrm rot="20340000">
                            <a:off x="1853640" y="488160"/>
                            <a:ext cx="383040" cy="12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1" name="Прямоугольник 421"/>
                        <wps:cNvSpPr/>
                        <wps:spPr>
                          <a:xfrm rot="4260000">
                            <a:off x="3423960" y="675000"/>
                            <a:ext cx="183600" cy="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2" name="Прямоугольник 422"/>
                        <wps:cNvSpPr/>
                        <wps:spPr>
                          <a:xfrm>
                            <a:off x="1706760" y="806400"/>
                            <a:ext cx="385560" cy="23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30</w:t>
                              </w:r>
                              <w:r>
                                <w:rPr>
                                  <w:rFonts w:ascii="Calibri" w:eastAsia="Calibri" w:hAnsi="Calibri"/>
                                  <w:position w:val="7"/>
                                </w:rPr>
                                <w:t>0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23" name="Полилиния 423"/>
                        <wps:cNvSpPr/>
                        <wps:spPr>
                          <a:xfrm>
                            <a:off x="1505520" y="867240"/>
                            <a:ext cx="208440" cy="182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" h="360">
                                <a:moveTo>
                                  <a:pt x="0" y="0"/>
                                </a:moveTo>
                                <a:cubicBezTo>
                                  <a:pt x="165" y="60"/>
                                  <a:pt x="330" y="120"/>
                                  <a:pt x="360" y="180"/>
                                </a:cubicBezTo>
                                <a:cubicBezTo>
                                  <a:pt x="390" y="240"/>
                                  <a:pt x="285" y="300"/>
                                  <a:pt x="180" y="36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4" name="Прямоугольник 424"/>
                        <wps:cNvSpPr/>
                        <wps:spPr>
                          <a:xfrm>
                            <a:off x="2921760" y="469800"/>
                            <a:ext cx="385560" cy="23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90</w:t>
                              </w:r>
                              <w:r>
                                <w:rPr>
                                  <w:rFonts w:ascii="Calibri" w:eastAsia="Calibri" w:hAnsi="Calibri"/>
                                  <w:position w:val="7"/>
                                </w:rPr>
                                <w:t>0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377" editas="canvas" style="margin-left:144pt;margin-top:1.7pt;width:306pt;height:115.6pt" coordorigin="2880,34" coordsize="6120,2312">
                <v:rect id="shape_0" ID="Rectangle 356" fillcolor="white" stroked="f" style="position:absolute;left:8393;top:1005;width:606;height:42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position w:val="-6"/>
                            <w:rFonts w:ascii="Calibri" w:hAnsi="Calibri" w:eastAsia="Calibri"/>
                          </w:rPr>
                          <w:t>2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57" fillcolor="white" stroked="f" style="position:absolute;left:5745;top:561;width:606;height:43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position w:val="-6"/>
                            <w:rFonts w:ascii="Calibri" w:hAnsi="Calibri" w:eastAsia="Calibri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58" fillcolor="white" stroked="f" style="position:absolute;left:8355;top:1400;width:456;height:43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59" fillcolor="white" stroked="f" style="position:absolute;left:7772;top:34;width:457;height:43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60" fillcolor="white" stroked="f" style="position:absolute;left:4209;top:1400;width:457;height:43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shape id="shape_0" ID="AutoShape 361" fillcolor="white" stroked="t" style="position:absolute;left:4530;top:1060;width:3776;height:1300;rotation:160" type="shapetype_6">
                  <w10:wrap type="none"/>
                  <v:fill o:detectmouseclick="t" type="solid" color2="black"/>
                  <v:stroke color="black" weight="9360" joinstyle="miter" endcap="flat"/>
                </v:shape>
                <v:line id="shape_0" from="2880,953" to="5809,953" ID="Line 362" stroked="t" style="position:absolute">
                  <v:stroke color="black" weight="9360" joinstyle="round" endcap="flat"/>
                  <v:fill o:detectmouseclick="t" on="false"/>
                </v:line>
                <v:oval id="shape_0" ID="Oval 364" fillcolor="white" stroked="t" style="position:absolute;left:7810;top:370;width:257;height:242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5207,233" to="5378,640" ID="Line 365" stroked="t" style="position:absolute">
                  <v:stroke color="black" weight="9360" joinstyle="round" endcap="flat"/>
                  <v:fill o:detectmouseclick="t" on="false"/>
                </v:line>
                <v:line id="shape_0" from="4278,213" to="5144,524" ID="Line 366" stroked="t" style="position:absolute;flip:x">
                  <v:stroke color="black" weight="9360" joinstyle="round" endcap="flat"/>
                  <v:fill o:detectmouseclick="t" on="false"/>
                </v:line>
                <v:rect id="shape_0" ID="Rectangle 367" fillcolor="white" stroked="t" style="position:absolute;left:5814;top:904;width:602;height:198;rotation:339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368" fillcolor="white" stroked="t" style="position:absolute;left:8246;top:1183;width:288;height:149;rotation:71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369" fillcolor="white" stroked="f" style="position:absolute;left:5568;top:1304;width:606;height:36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30</w:t>
                        </w: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position w:val="7"/>
                            <w:rFonts w:ascii="Calibri" w:hAnsi="Calibri" w:eastAsia="Calibri"/>
                          </w:rPr>
                          <w:t>0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71" fillcolor="white" stroked="f" style="position:absolute;left:7481;top:774;width:606;height:36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90</w:t>
                        </w: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position w:val="7"/>
                            <w:rFonts w:ascii="Calibri" w:hAnsi="Calibri" w:eastAsia="Calibri"/>
                          </w:rPr>
                          <w:t>0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</v:group>
            </w:pict>
          </mc:Fallback>
        </mc:AlternateContent>
      </w:r>
      <w:r>
        <w:t xml:space="preserve"> </w:t>
      </w: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lastRenderedPageBreak/>
        <w:t>Масса ствола орудия равна 11 т. Масса снаряда равна 54 кг. Скорость снаряда у дульного среза υ</w:t>
      </w:r>
      <w:r>
        <w:rPr>
          <w:vertAlign w:val="subscript"/>
        </w:rPr>
        <w:t>0</w:t>
      </w:r>
      <w:r>
        <w:t xml:space="preserve"> = 900 м/с. Определить скорость свободного отката ствола орудия в момент вылета снаряда.</w:t>
      </w:r>
    </w:p>
    <w:p w:rsidR="001B1757" w:rsidRDefault="001B1757">
      <w:pPr>
        <w:spacing w:before="0"/>
        <w:jc w:val="both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 xml:space="preserve">По наклонной плоскости </w:t>
      </w:r>
      <w:r>
        <w:rPr>
          <w:b/>
          <w:bCs/>
          <w:i/>
          <w:iCs/>
          <w:lang w:val="en-US"/>
        </w:rPr>
        <w:t>KL</w:t>
      </w:r>
      <w:r>
        <w:t xml:space="preserve"> усеченной четырехугольной призмы </w:t>
      </w:r>
      <w:r>
        <w:rPr>
          <w:b/>
          <w:bCs/>
          <w:i/>
          <w:iCs/>
          <w:lang w:val="en-US"/>
        </w:rPr>
        <w:t>DEKL</w:t>
      </w:r>
      <w:r>
        <w:t xml:space="preserve"> опускается груз </w:t>
      </w:r>
      <w:r>
        <w:rPr>
          <w:b/>
          <w:bCs/>
          <w:i/>
          <w:iCs/>
          <w:lang w:val="en-US"/>
        </w:rPr>
        <w:t>A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  <w:lang w:val="en-US"/>
        </w:rPr>
        <w:t>A</w:t>
      </w:r>
      <w:r>
        <w:t xml:space="preserve"> = 10 кг, приводя в движение посредством невесомой нерастяжимой нити груз </w:t>
      </w:r>
      <w:r>
        <w:rPr>
          <w:b/>
          <w:bCs/>
          <w:i/>
          <w:iCs/>
          <w:lang w:val="en-US"/>
        </w:rPr>
        <w:t>B</w:t>
      </w:r>
      <w:r>
        <w:t xml:space="preserve"> </w:t>
      </w:r>
      <w:r>
        <w:t xml:space="preserve">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  <w:lang w:val="en-US"/>
        </w:rPr>
        <w:t>A</w:t>
      </w:r>
      <w:r>
        <w:t xml:space="preserve"> = 6 кг. Найти перемещение призмы </w:t>
      </w:r>
      <w:r>
        <w:rPr>
          <w:b/>
          <w:bCs/>
          <w:i/>
          <w:iCs/>
          <w:lang w:val="en-US"/>
        </w:rPr>
        <w:t>DEKL</w:t>
      </w:r>
      <w:r>
        <w:t xml:space="preserve"> массы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пр</w:t>
      </w:r>
      <w:r>
        <w:rPr>
          <w:vertAlign w:val="subscript"/>
        </w:rPr>
        <w:t xml:space="preserve"> </w:t>
      </w:r>
      <w:r>
        <w:t xml:space="preserve">= 20 кг по идеально гладкой горизонтальной плоскости, если груз </w:t>
      </w:r>
      <w:r>
        <w:rPr>
          <w:b/>
          <w:bCs/>
          <w:i/>
          <w:iCs/>
          <w:lang w:val="en-US"/>
        </w:rPr>
        <w:t>A</w:t>
      </w:r>
      <w:r>
        <w:t xml:space="preserve"> переместился по наклонной плоскости </w:t>
      </w:r>
      <w:r>
        <w:rPr>
          <w:b/>
          <w:bCs/>
          <w:i/>
          <w:iCs/>
          <w:lang w:val="en-US"/>
        </w:rPr>
        <w:t>KL</w:t>
      </w:r>
      <w:r>
        <w:t xml:space="preserve"> вниз на 1 м. В начальный момент система находилась в покое.</w:t>
      </w:r>
    </w:p>
    <w:p w:rsidR="001B1757" w:rsidRDefault="001B1757">
      <w:pPr>
        <w:spacing w:before="0"/>
        <w:jc w:val="both"/>
      </w:pPr>
    </w:p>
    <w:p w:rsidR="001B1757" w:rsidRDefault="005267B0">
      <w:p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9" behindDoc="0" locked="0" layoutInCell="1" allowOverlap="1" wp14:anchorId="415ED28B" wp14:editId="6DBFFBA1">
                <wp:simplePos x="0" y="0"/>
                <wp:positionH relativeFrom="column">
                  <wp:posOffset>1143000</wp:posOffset>
                </wp:positionH>
                <wp:positionV relativeFrom="paragraph">
                  <wp:posOffset>-173355</wp:posOffset>
                </wp:positionV>
                <wp:extent cx="4534535" cy="1819910"/>
                <wp:effectExtent l="9525" t="0" r="0" b="3810"/>
                <wp:wrapNone/>
                <wp:docPr id="425" name="Группа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3840" cy="1819440"/>
                          <a:chOff x="0" y="0"/>
                          <a:chExt cx="0" cy="0"/>
                        </a:xfrm>
                      </wpg:grpSpPr>
                      <wps:wsp>
                        <wps:cNvPr id="426" name="Прямоугольник 426"/>
                        <wps:cNvSpPr/>
                        <wps:spPr>
                          <a:xfrm>
                            <a:off x="3099960" y="1200960"/>
                            <a:ext cx="49788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60</w:t>
                              </w:r>
                              <w:r>
                                <w:rPr>
                                  <w:rFonts w:ascii="Calibri" w:eastAsia="Calibri" w:hAnsi="Calibri"/>
                                  <w:position w:val="7"/>
                                </w:rPr>
                                <w:t>0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27" name="Прямоугольник 427"/>
                        <wps:cNvSpPr/>
                        <wps:spPr>
                          <a:xfrm>
                            <a:off x="3400920" y="676440"/>
                            <a:ext cx="30852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28" name="Прямоугольник 428"/>
                        <wps:cNvSpPr/>
                        <wps:spPr>
                          <a:xfrm>
                            <a:off x="4225320" y="147708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29" name="Прямоугольник 429"/>
                        <wps:cNvSpPr/>
                        <wps:spPr>
                          <a:xfrm>
                            <a:off x="3959280" y="127692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L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30" name="Прямоугольник 430"/>
                        <wps:cNvSpPr/>
                        <wps:spPr>
                          <a:xfrm>
                            <a:off x="2482200" y="5724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K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31" name="Прямоугольник 431"/>
                        <wps:cNvSpPr/>
                        <wps:spPr>
                          <a:xfrm>
                            <a:off x="979200" y="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32" name="Прямоугольник 432"/>
                        <wps:cNvSpPr/>
                        <wps:spPr>
                          <a:xfrm>
                            <a:off x="660960" y="16200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33" name="Прямоугольник 433"/>
                        <wps:cNvSpPr/>
                        <wps:spPr>
                          <a:xfrm>
                            <a:off x="635760" y="1276920"/>
                            <a:ext cx="30852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D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34" name="Прямая соединительная линия 434"/>
                        <wps:cNvCnPr/>
                        <wps:spPr>
                          <a:xfrm>
                            <a:off x="0" y="930960"/>
                            <a:ext cx="22204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5" name="Прямая соединительная линия 435"/>
                        <wps:cNvCnPr/>
                        <wps:spPr>
                          <a:xfrm>
                            <a:off x="233640" y="282600"/>
                            <a:ext cx="0" cy="648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6" name="Прямая соединительная линия 436"/>
                        <wps:cNvCnPr/>
                        <wps:spPr>
                          <a:xfrm>
                            <a:off x="233640" y="282600"/>
                            <a:ext cx="935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7" name="Прямая соединительная линия 437"/>
                        <wps:cNvCnPr/>
                        <wps:spPr>
                          <a:xfrm>
                            <a:off x="1168920" y="282600"/>
                            <a:ext cx="876240" cy="648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8" name="Прямоугольник 438"/>
                        <wps:cNvSpPr/>
                        <wps:spPr>
                          <a:xfrm>
                            <a:off x="1176480" y="209520"/>
                            <a:ext cx="308520" cy="150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9" name="Овал 439"/>
                        <wps:cNvSpPr/>
                        <wps:spPr>
                          <a:xfrm>
                            <a:off x="2446200" y="276120"/>
                            <a:ext cx="135360" cy="1504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40" name="Прямая соединительная линия 440"/>
                        <wps:cNvCnPr/>
                        <wps:spPr>
                          <a:xfrm>
                            <a:off x="593640" y="231840"/>
                            <a:ext cx="584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41" name="Прямая соединительная линия 441"/>
                        <wps:cNvCnPr/>
                        <wps:spPr>
                          <a:xfrm>
                            <a:off x="1192680" y="240120"/>
                            <a:ext cx="419040" cy="3078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42" name="Прямоугольник 442"/>
                        <wps:cNvSpPr/>
                        <wps:spPr>
                          <a:xfrm rot="2040000">
                            <a:off x="3244680" y="784080"/>
                            <a:ext cx="320040" cy="145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43" name="Полилиния 443"/>
                        <wps:cNvSpPr/>
                        <wps:spPr>
                          <a:xfrm>
                            <a:off x="3392280" y="1172160"/>
                            <a:ext cx="222840" cy="342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" h="720">
                                <a:moveTo>
                                  <a:pt x="390" y="0"/>
                                </a:moveTo>
                                <a:cubicBezTo>
                                  <a:pt x="225" y="120"/>
                                  <a:pt x="60" y="240"/>
                                  <a:pt x="30" y="360"/>
                                </a:cubicBezTo>
                                <a:cubicBezTo>
                                  <a:pt x="0" y="480"/>
                                  <a:pt x="105" y="600"/>
                                  <a:pt x="210" y="72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358" editas="canvas" style="margin-left:90.05pt;margin-top:-13.65pt;width:356.95pt;height:143.25pt" coordorigin="1801,-273" coordsize="7139,2865">
                <v:rect id="shape_0" ID="Rectangle 386" fillcolor="white" stroked="f" style="position:absolute;left:6682;top:1618;width:783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60</w:t>
                        </w: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position w:val="7"/>
                            <w:rFonts w:ascii="Calibri" w:hAnsi="Calibri" w:eastAsia="Calibri"/>
                          </w:rPr>
                          <w:t>0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87" fillcolor="white" stroked="f" style="position:absolute;left:7156;top:792;width:485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88" fillcolor="white" stroked="f" style="position:absolute;left:8454;top:2053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89" fillcolor="white" stroked="f" style="position:absolute;left:8035;top:1738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L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90" fillcolor="white" stroked="f" style="position:absolute;left:5709;top:-183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K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91" fillcolor="white" stroked="f" style="position:absolute;left:3342;top:-273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92" fillcolor="white" stroked="f" style="position:absolute;left:2841;top:-18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E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393" fillcolor="white" stroked="f" style="position:absolute;left:2801;top:1738;width:48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D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1800,1193" to="5296,1193" ID="Line 394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2168,172" to="2168,1192" ID="Line 395" stroked="t" style="position:absolute">
                  <v:stroke color="black" weight="9360" joinstyle="round" endcap="flat"/>
                  <v:fill o:detectmouseclick="t" on="false"/>
                </v:line>
                <v:line id="shape_0" from="2168,172" to="3640,172" ID="Line 396" stroked="t" style="position:absolute">
                  <v:stroke color="black" weight="9360" joinstyle="round" endcap="flat"/>
                  <v:fill o:detectmouseclick="t" on="false"/>
                </v:line>
                <v:line id="shape_0" from="3641,172" to="5020,1192" ID="Line 397" stroked="t" style="position:absolute">
                  <v:stroke color="black" weight="9360" joinstyle="round" endcap="flat"/>
                  <v:fill o:detectmouseclick="t" on="false"/>
                </v:line>
                <v:rect id="shape_0" ID="Rectangle 398" fillcolor="white" stroked="t" style="position:absolute;left:3653;top:57;width:485;height:236">
                  <w10:wrap type="none"/>
                  <v:fill o:detectmouseclick="t" type="solid" color2="black"/>
                  <v:stroke color="black" weight="9360" joinstyle="miter" endcap="flat"/>
                </v:rect>
                <v:oval id="shape_0" ID="Oval 399" fillcolor="white" stroked="t" style="position:absolute;left:5652;top:162;width:212;height:236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2735,92" to="3654,92" ID="Line 400" stroked="t" style="position:absolute">
                  <v:stroke color="black" weight="9360" joinstyle="round" endcap="flat"/>
                  <v:fill o:detectmouseclick="t" on="false"/>
                </v:line>
                <v:line id="shape_0" from="3678,105" to="4337,589" ID="Line 401" stroked="t" style="position:absolute">
                  <v:stroke color="black" weight="9360" joinstyle="round" endcap="flat"/>
                  <v:fill o:detectmouseclick="t" on="false"/>
                </v:line>
                <v:rect id="shape_0" ID="Rectangle 402" fillcolor="white" stroked="t" style="position:absolute;left:6930;top:1083;width:503;height:228;rotation:34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</w:r>
    </w:p>
    <w:p w:rsidR="001B1757" w:rsidRDefault="001B1757">
      <w:pPr>
        <w:spacing w:before="0"/>
        <w:jc w:val="both"/>
      </w:pPr>
    </w:p>
    <w:p w:rsidR="001B1757" w:rsidRDefault="001B1757">
      <w:pPr>
        <w:spacing w:before="0"/>
      </w:pPr>
    </w:p>
    <w:p w:rsidR="001B1757" w:rsidRDefault="005267B0">
      <w:pPr>
        <w:spacing w:before="0"/>
        <w:ind w:left="360"/>
      </w:pPr>
      <w:r>
        <w:t xml:space="preserve">     </w:t>
      </w: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t xml:space="preserve">Прямоугольная пластинка </w:t>
      </w:r>
      <w:r>
        <w:rPr>
          <w:b/>
          <w:bCs/>
          <w:i/>
          <w:iCs/>
          <w:lang w:val="en-US"/>
        </w:rPr>
        <w:t>ABCD</w:t>
      </w:r>
      <w:r>
        <w:t xml:space="preserve"> со сторонами </w:t>
      </w:r>
      <w:r>
        <w:rPr>
          <w:b/>
          <w:bCs/>
          <w:i/>
          <w:iCs/>
          <w:lang w:val="en-US"/>
        </w:rPr>
        <w:t>a</w:t>
      </w:r>
      <w:r>
        <w:t xml:space="preserve"> и </w:t>
      </w:r>
      <w:r>
        <w:rPr>
          <w:b/>
          <w:bCs/>
          <w:i/>
          <w:iCs/>
          <w:lang w:val="en-US"/>
        </w:rPr>
        <w:t>b</w:t>
      </w:r>
      <w:r>
        <w:t xml:space="preserve"> и весом </w:t>
      </w:r>
      <w:r>
        <w:rPr>
          <w:b/>
          <w:bCs/>
          <w:i/>
          <w:iCs/>
          <w:lang w:val="en-US"/>
        </w:rPr>
        <w:t>P</w:t>
      </w:r>
      <w:r>
        <w:t xml:space="preserve"> вращается вокруг вертикальной оси </w:t>
      </w:r>
      <w:r>
        <w:rPr>
          <w:b/>
          <w:bCs/>
          <w:i/>
          <w:iCs/>
          <w:lang w:val="en-US"/>
        </w:rPr>
        <w:t>z</w:t>
      </w:r>
      <w:r>
        <w:t xml:space="preserve"> с начальной угловой скоростью </w:t>
      </w:r>
      <w:r>
        <w:rPr>
          <w:b/>
          <w:bCs/>
          <w:i/>
          <w:iCs/>
        </w:rPr>
        <w:t>ω</w:t>
      </w:r>
      <w:r>
        <w:rPr>
          <w:b/>
          <w:bCs/>
          <w:i/>
          <w:iCs/>
          <w:vertAlign w:val="subscript"/>
        </w:rPr>
        <w:t>0</w:t>
      </w:r>
      <w:r>
        <w:t>. Каждый элемент пластинки испытывает при этом сопротивление воздуха, направление которого перпендикулярно к пло</w:t>
      </w:r>
      <w:r>
        <w:t xml:space="preserve">скости пластинки, а величина прямо пропорциональна площади элемента и квадрату его скорости </w:t>
      </w:r>
      <w:r>
        <w:rPr>
          <w:b/>
          <w:bCs/>
        </w:rPr>
        <w:t>υ</w:t>
      </w:r>
      <w:r>
        <w:t xml:space="preserve">; коэффициент пропорциональности равен </w:t>
      </w:r>
      <w:r>
        <w:rPr>
          <w:b/>
          <w:bCs/>
          <w:i/>
          <w:iCs/>
        </w:rPr>
        <w:t>μ</w:t>
      </w:r>
      <w:r>
        <w:t>. Сколько оборотов сделает пластинка до того момента, когда ее угловая скорость станет вдвое меньше начальной?</w:t>
      </w:r>
    </w:p>
    <w:p w:rsidR="001B1757" w:rsidRDefault="005267B0">
      <w:p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0" behindDoc="0" locked="0" layoutInCell="1" allowOverlap="1" wp14:anchorId="79254738" wp14:editId="262A39BD">
                <wp:simplePos x="0" y="0"/>
                <wp:positionH relativeFrom="column">
                  <wp:posOffset>2743200</wp:posOffset>
                </wp:positionH>
                <wp:positionV relativeFrom="paragraph">
                  <wp:posOffset>-39370</wp:posOffset>
                </wp:positionV>
                <wp:extent cx="1838960" cy="2385060"/>
                <wp:effectExtent l="0" t="0" r="0" b="7620"/>
                <wp:wrapNone/>
                <wp:docPr id="444" name="Группа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160" cy="2384280"/>
                          <a:chOff x="0" y="0"/>
                          <a:chExt cx="0" cy="0"/>
                        </a:xfrm>
                      </wpg:grpSpPr>
                      <wpg:grpSp>
                        <wpg:cNvPr id="445" name="Группа 445"/>
                        <wpg:cNvGrpSpPr/>
                        <wpg:grpSpPr>
                          <a:xfrm>
                            <a:off x="0" y="0"/>
                            <a:ext cx="1838160" cy="2384280"/>
                            <a:chOff x="0" y="0"/>
                            <a:chExt cx="0" cy="0"/>
                          </a:xfrm>
                        </wpg:grpSpPr>
                        <wps:wsp>
                          <wps:cNvPr id="446" name="Прямоугольник 446"/>
                          <wps:cNvSpPr/>
                          <wps:spPr>
                            <a:xfrm>
                              <a:off x="740880" y="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47" name="Прямоугольник 447"/>
                          <wps:cNvSpPr/>
                          <wps:spPr>
                            <a:xfrm>
                              <a:off x="1028880" y="39924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48" name="Прямоугольник 448"/>
                          <wps:cNvSpPr/>
                          <wps:spPr>
                            <a:xfrm>
                              <a:off x="1621800" y="142488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49" name="Прямоугольник 449"/>
                          <wps:cNvSpPr/>
                          <wps:spPr>
                            <a:xfrm>
                              <a:off x="1287000" y="207216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50" name="Прямоугольник 450"/>
                          <wps:cNvSpPr/>
                          <wps:spPr>
                            <a:xfrm>
                              <a:off x="1310760" y="72252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51" name="Прямоугольник 451"/>
                          <wps:cNvSpPr/>
                          <wps:spPr>
                            <a:xfrm>
                              <a:off x="711720" y="744840"/>
                              <a:ext cx="21636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52" name="Прямоугольник 452"/>
                          <wps:cNvSpPr/>
                          <wps:spPr>
                            <a:xfrm>
                              <a:off x="705600" y="2050560"/>
                              <a:ext cx="217080" cy="312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453" name="Прямая соединительная линия 453"/>
                          <wps:cNvCnPr/>
                          <wps:spPr>
                            <a:xfrm flipV="1">
                              <a:off x="63360" y="343440"/>
                              <a:ext cx="0" cy="12063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4" name="Прямая соединительная линия 454"/>
                          <wps:cNvCnPr/>
                          <wps:spPr>
                            <a:xfrm>
                              <a:off x="63360" y="563760"/>
                              <a:ext cx="2793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5" name="Прямая соединительная линия 455"/>
                          <wps:cNvCnPr/>
                          <wps:spPr>
                            <a:xfrm>
                              <a:off x="343080" y="563760"/>
                              <a:ext cx="0" cy="660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6" name="Прямая соединительная линия 456"/>
                          <wps:cNvCnPr/>
                          <wps:spPr>
                            <a:xfrm flipH="1">
                              <a:off x="63360" y="1225080"/>
                              <a:ext cx="2793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7" name="Прямая соединительная линия 457"/>
                          <wps:cNvCnPr/>
                          <wps:spPr>
                            <a:xfrm>
                              <a:off x="0" y="1550160"/>
                              <a:ext cx="1306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8" name="Прямая соединительная линия 458"/>
                          <wps:cNvCnPr/>
                          <wps:spPr>
                            <a:xfrm>
                              <a:off x="50040" y="1426680"/>
                              <a:ext cx="0" cy="1249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9" name="Прямая соединительная линия 459"/>
                          <wps:cNvCnPr/>
                          <wps:spPr>
                            <a:xfrm>
                              <a:off x="76680" y="1426680"/>
                              <a:ext cx="0" cy="1249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0" name="Прямая соединительная линия 460"/>
                          <wps:cNvCnPr/>
                          <wps:spPr>
                            <a:xfrm>
                              <a:off x="343080" y="1225080"/>
                              <a:ext cx="424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1" name="Прямая соединительная линия 461"/>
                          <wps:cNvCnPr/>
                          <wps:spPr>
                            <a:xfrm>
                              <a:off x="413280" y="1225080"/>
                              <a:ext cx="424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2" name="Прямая соединительная линия 462"/>
                          <wps:cNvCnPr/>
                          <wps:spPr>
                            <a:xfrm>
                              <a:off x="482760" y="1225080"/>
                              <a:ext cx="4320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3" name="Прямая соединительная линия 463"/>
                          <wps:cNvCnPr/>
                          <wps:spPr>
                            <a:xfrm>
                              <a:off x="343080" y="563760"/>
                              <a:ext cx="424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4" name="Прямая соединительная линия 464"/>
                          <wps:cNvCnPr/>
                          <wps:spPr>
                            <a:xfrm>
                              <a:off x="413280" y="563760"/>
                              <a:ext cx="424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5" name="Прямая соединительная линия 465"/>
                          <wps:cNvCnPr/>
                          <wps:spPr>
                            <a:xfrm>
                              <a:off x="482760" y="563760"/>
                              <a:ext cx="4320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6" name="Прямая соединительная линия 466"/>
                          <wps:cNvCnPr/>
                          <wps:spPr>
                            <a:xfrm>
                              <a:off x="502920" y="557640"/>
                              <a:ext cx="0" cy="6667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7" name="Прямая соединительная линия 467"/>
                          <wps:cNvCnPr/>
                          <wps:spPr>
                            <a:xfrm>
                              <a:off x="343080" y="484560"/>
                              <a:ext cx="0" cy="788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8" name="Прямая соединительная линия 468"/>
                          <wps:cNvCnPr/>
                          <wps:spPr>
                            <a:xfrm>
                              <a:off x="343080" y="349920"/>
                              <a:ext cx="0" cy="788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9" name="Прямая соединительная линия 469"/>
                          <wps:cNvCnPr/>
                          <wps:spPr>
                            <a:xfrm>
                              <a:off x="63360" y="392400"/>
                              <a:ext cx="2793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70" name="Прямая соединительная линия 470"/>
                          <wps:cNvCnPr/>
                          <wps:spPr>
                            <a:xfrm>
                              <a:off x="63360" y="215280"/>
                              <a:ext cx="0" cy="788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71" name="Прямая соединительная линия 471"/>
                          <wps:cNvCnPr/>
                          <wps:spPr>
                            <a:xfrm>
                              <a:off x="63360" y="80640"/>
                              <a:ext cx="0" cy="788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72" name="Полилиния 472"/>
                          <wps:cNvSpPr/>
                          <wps:spPr>
                            <a:xfrm>
                              <a:off x="723240" y="367200"/>
                              <a:ext cx="281160" cy="15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0" h="210">
                                  <a:moveTo>
                                    <a:pt x="0" y="0"/>
                                  </a:moveTo>
                                  <a:cubicBezTo>
                                    <a:pt x="45" y="75"/>
                                    <a:pt x="90" y="150"/>
                                    <a:pt x="180" y="180"/>
                                  </a:cubicBezTo>
                                  <a:cubicBezTo>
                                    <a:pt x="270" y="210"/>
                                    <a:pt x="450" y="210"/>
                                    <a:pt x="540" y="180"/>
                                  </a:cubicBezTo>
                                  <a:cubicBezTo>
                                    <a:pt x="630" y="150"/>
                                    <a:pt x="675" y="75"/>
                                    <a:pt x="72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473" name="Прямая соединительная линия 473"/>
                        <wps:cNvCnPr/>
                        <wps:spPr>
                          <a:xfrm flipV="1">
                            <a:off x="119880" y="203040"/>
                            <a:ext cx="39960" cy="738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stealth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328" editas="canvas" style="margin-left:216pt;margin-top:-3.1pt;width:144.75pt;height:187.75pt" coordorigin="4320,-62" coordsize="2895,3755">
                <v:group id="shape_0" alt="Group 405" editas="canvas" style="left:4320;top:-62;width:2895;height:3755">
                  <v:rect id="shape_0" ID="Rectangle 406" fillcolor="white" stroked="f" style="position:absolute;left:5487;top:-62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z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07" fillcolor="white" stroked="f" style="position:absolute;left:5940;top:567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08" fillcolor="white" stroked="f" style="position:absolute;left:6874;top:2182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09" fillcolor="white" stroked="f" style="position:absolute;left:6347;top:3201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D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10" fillcolor="white" stroked="f" style="position:absolute;left:6384;top:1076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11" fillcolor="white" stroked="f" style="position:absolute;left:5441;top:1111;width:340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12" fillcolor="white" stroked="f" style="position:absolute;left:5431;top:3167;width:341;height:491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420,479" to="4420,2378" ID="Line 413" stroked="t" style="position:absolute;flip:y">
                    <v:stroke color="black" weight="9360" joinstyle="round" endcap="flat"/>
                    <v:fill o:detectmouseclick="t" on="false"/>
                  </v:line>
                  <v:line id="shape_0" from="4420,826" to="4859,826" ID="Line 414" stroked="t" style="position:absolute">
                    <v:stroke color="black" weight="9360" joinstyle="round" endcap="flat"/>
                    <v:fill o:detectmouseclick="t" on="false"/>
                  </v:line>
                  <v:line id="shape_0" from="4860,826" to="4860,1866" ID="Line 415" stroked="t" style="position:absolute">
                    <v:stroke color="black" weight="9360" joinstyle="round" endcap="flat"/>
                    <v:fill o:detectmouseclick="t" on="false"/>
                  </v:line>
                  <v:line id="shape_0" from="4420,1867" to="4859,1867" ID="Line 416" stroked="t" style="position:absolute;flip:x">
                    <v:stroke color="black" weight="9360" joinstyle="round" endcap="flat"/>
                    <v:fill o:detectmouseclick="t" on="false"/>
                  </v:line>
                  <v:line id="shape_0" from="4320,2379" to="4525,2379" ID="Line 417" stroked="t" style="position:absolute">
                    <v:stroke color="black" weight="9360" joinstyle="round" endcap="flat"/>
                    <v:fill o:detectmouseclick="t" on="false"/>
                  </v:line>
                  <v:line id="shape_0" from="4399,2185" to="4399,2381" ID="Line 418" stroked="t" style="position:absolute">
                    <v:stroke color="black" weight="9360" joinstyle="round" endcap="flat"/>
                    <v:fill o:detectmouseclick="t" on="false"/>
                  </v:line>
                  <v:line id="shape_0" from="4441,2185" to="4441,2381" ID="Line 419" stroked="t" style="position:absolute">
                    <v:stroke color="black" weight="9360" joinstyle="round" endcap="flat"/>
                    <v:fill o:detectmouseclick="t" on="false"/>
                  </v:line>
                  <v:line id="shape_0" from="4860,1867" to="4926,1867" ID="Line 420" stroked="t" style="position:absolute">
                    <v:stroke color="black" weight="9360" joinstyle="round" endcap="flat"/>
                    <v:fill o:detectmouseclick="t" on="false"/>
                  </v:line>
                  <v:line id="shape_0" from="4971,1867" to="5037,1867" ID="Line 421" stroked="t" style="position:absolute">
                    <v:stroke color="black" weight="9360" joinstyle="round" endcap="flat"/>
                    <v:fill o:detectmouseclick="t" on="false"/>
                  </v:line>
                  <v:line id="shape_0" from="5080,1867" to="5147,1867" ID="Line 422" stroked="t" style="position:absolute">
                    <v:stroke color="black" weight="9360" joinstyle="round" endcap="flat"/>
                    <v:fill o:detectmouseclick="t" on="false"/>
                  </v:line>
                  <v:line id="shape_0" from="4860,826" to="4926,826" ID="Line 423" stroked="t" style="position:absolute">
                    <v:stroke color="black" weight="9360" joinstyle="round" endcap="flat"/>
                    <v:fill o:detectmouseclick="t" on="false"/>
                  </v:line>
                  <v:line id="shape_0" from="4971,826" to="5037,826" ID="Line 424" stroked="t" style="position:absolute">
                    <v:stroke color="black" weight="9360" joinstyle="round" endcap="flat"/>
                    <v:fill o:detectmouseclick="t" on="false"/>
                  </v:line>
                  <v:line id="shape_0" from="5080,826" to="5147,826" ID="Line 425" stroked="t" style="position:absolute">
                    <v:stroke color="black" weight="9360" joinstyle="round" endcap="flat"/>
                    <v:fill o:detectmouseclick="t" on="false"/>
                  </v:line>
                  <v:line id="shape_0" from="5112,816" to="5112,1865" ID="Line 426" stroked="t" style="position:absolute">
                    <v:stroke color="black" weight="9360" startarrow="block" endarrow="block" startarrowwidth="medium" startarrowlength="medium" endarrowwidth="medium" endarrowlength="medium" joinstyle="round" endcap="flat"/>
                    <v:fill o:detectmouseclick="t" on="false"/>
                  </v:line>
                  <v:line id="shape_0" from="4860,701" to="4860,824" ID="Line 427" stroked="t" style="position:absolute">
                    <v:stroke color="black" weight="9360" joinstyle="round" endcap="flat"/>
                    <v:fill o:detectmouseclick="t" on="false"/>
                  </v:line>
                  <v:line id="shape_0" from="4860,489" to="4860,612" ID="Line 428" stroked="t" style="position:absolute">
                    <v:stroke color="black" weight="9360" joinstyle="round" endcap="flat"/>
                    <v:fill o:detectmouseclick="t" on="false"/>
                  </v:line>
                  <v:line id="shape_0" from="4420,556" to="4859,556" ID="Line 429" stroked="t" style="position:absolute">
                    <v:stroke color="black" weight="9360" startarrow="block" endarrow="block" startarrowwidth="medium" startarrowlength="medium" endarrowwidth="medium" endarrowlength="medium" joinstyle="round" endcap="flat"/>
                    <v:fill o:detectmouseclick="t" on="false"/>
                  </v:line>
                  <v:line id="shape_0" from="4420,277" to="4420,400" ID="Line 430" stroked="t" style="position:absolute">
                    <v:stroke color="black" weight="9360" joinstyle="round" endcap="flat"/>
                    <v:fill o:detectmouseclick="t" on="false"/>
                  </v:line>
                  <v:line id="shape_0" from="4420,65" to="4420,188" ID="Line 431" stroked="t" style="position:absolute">
                    <v:stroke color="black" weight="9360" joinstyle="round" endcap="flat"/>
                    <v:fill o:detectmouseclick="t" on="false"/>
                  </v:line>
                </v:group>
                <v:line id="shape_0" from="4509,258" to="4571,373" ID="Line 433" stroked="t" style="position:absolute;flip:y">
                  <v:stroke color="black" weight="9360" endarrow="classic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spacing w:before="0"/>
        <w:jc w:val="both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2"/>
        </w:num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1" behindDoc="0" locked="0" layoutInCell="1" allowOverlap="1" wp14:anchorId="3CF5CE05" wp14:editId="3CED5ECC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1714500</wp:posOffset>
                </wp:positionV>
                <wp:extent cx="1972310" cy="1877060"/>
                <wp:effectExtent l="0" t="1270" r="0" b="0"/>
                <wp:wrapNone/>
                <wp:docPr id="474" name="Группа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720" cy="1876320"/>
                          <a:chOff x="0" y="0"/>
                          <a:chExt cx="0" cy="0"/>
                        </a:xfrm>
                      </wpg:grpSpPr>
                      <wps:wsp>
                        <wps:cNvPr id="475" name="Прямоугольник 475"/>
                        <wps:cNvSpPr/>
                        <wps:spPr>
                          <a:xfrm>
                            <a:off x="1743120" y="138168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</w:rPr>
                                <w:t>υ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76" name="Прямоугольник 476"/>
                        <wps:cNvSpPr/>
                        <wps:spPr>
                          <a:xfrm>
                            <a:off x="655200" y="1106280"/>
                            <a:ext cx="228600" cy="168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77" name="Прямоугольник 477"/>
                        <wps:cNvSpPr/>
                        <wps:spPr>
                          <a:xfrm>
                            <a:off x="992520" y="119772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78" name="Прямоугольник 478"/>
                        <wps:cNvSpPr/>
                        <wps:spPr>
                          <a:xfrm>
                            <a:off x="884520" y="79452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79" name="Прямоугольник 479"/>
                        <wps:cNvSpPr/>
                        <wps:spPr>
                          <a:xfrm>
                            <a:off x="1074960" y="68148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80" name="Прямоугольник 480"/>
                        <wps:cNvSpPr/>
                        <wps:spPr>
                          <a:xfrm>
                            <a:off x="1704960" y="802080"/>
                            <a:ext cx="228600" cy="168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81" name="Прямоугольник 481"/>
                        <wps:cNvSpPr/>
                        <wps:spPr>
                          <a:xfrm>
                            <a:off x="1049760" y="48312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</w:rPr>
                                <w:t>z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82" name="Прямоугольник 482"/>
                        <wps:cNvSpPr/>
                        <wps:spPr>
                          <a:xfrm>
                            <a:off x="973440" y="1706760"/>
                            <a:ext cx="228600" cy="16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483" name="Прямая соединительная линия 483"/>
                        <wps:cNvCnPr/>
                        <wps:spPr>
                          <a:xfrm>
                            <a:off x="173520" y="0"/>
                            <a:ext cx="0" cy="96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4" name="Прямая соединительная линия 484"/>
                        <wps:cNvCnPr/>
                        <wps:spPr>
                          <a:xfrm>
                            <a:off x="86400" y="236880"/>
                            <a:ext cx="1735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5" name="Прямая соединительная линия 485"/>
                        <wps:cNvCnPr/>
                        <wps:spPr>
                          <a:xfrm>
                            <a:off x="86400" y="236880"/>
                            <a:ext cx="0" cy="2408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6" name="Прямая соединительная линия 486"/>
                        <wps:cNvCnPr/>
                        <wps:spPr>
                          <a:xfrm>
                            <a:off x="86400" y="477360"/>
                            <a:ext cx="1735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7" name="Прямая соединительная линия 487"/>
                        <wps:cNvCnPr/>
                        <wps:spPr>
                          <a:xfrm>
                            <a:off x="259560" y="236880"/>
                            <a:ext cx="0" cy="2426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8" name="Прямоугольник 488"/>
                        <wps:cNvSpPr/>
                        <wps:spPr>
                          <a:xfrm>
                            <a:off x="1074960" y="1445400"/>
                            <a:ext cx="28440" cy="254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89" name="Прямая соединительная линия 489"/>
                        <wps:cNvCnPr/>
                        <wps:spPr>
                          <a:xfrm>
                            <a:off x="104760" y="601920"/>
                            <a:ext cx="432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0" name="Прямая соединительная линия 490"/>
                        <wps:cNvCnPr/>
                        <wps:spPr>
                          <a:xfrm>
                            <a:off x="147960" y="601920"/>
                            <a:ext cx="0" cy="475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1" name="Прямая соединительная линия 491"/>
                        <wps:cNvCnPr/>
                        <wps:spPr>
                          <a:xfrm>
                            <a:off x="147960" y="645840"/>
                            <a:ext cx="572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2" name="Прямая соединительная линия 492"/>
                        <wps:cNvCnPr/>
                        <wps:spPr>
                          <a:xfrm flipV="1">
                            <a:off x="201960" y="597600"/>
                            <a:ext cx="0" cy="482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3" name="Прямая соединительная линия 493"/>
                        <wps:cNvCnPr/>
                        <wps:spPr>
                          <a:xfrm>
                            <a:off x="201960" y="601920"/>
                            <a:ext cx="432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4" name="Прямоугольник 494"/>
                        <wps:cNvSpPr/>
                        <wps:spPr>
                          <a:xfrm>
                            <a:off x="1074960" y="929160"/>
                            <a:ext cx="28440" cy="9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5" name="Прямоугольник 495"/>
                        <wps:cNvSpPr/>
                        <wps:spPr>
                          <a:xfrm>
                            <a:off x="1048320" y="837000"/>
                            <a:ext cx="83880" cy="93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6" name="Прямоугольник 496"/>
                        <wps:cNvSpPr/>
                        <wps:spPr>
                          <a:xfrm>
                            <a:off x="1074960" y="772200"/>
                            <a:ext cx="28440" cy="65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7" name="Прямая соединительная линия 497"/>
                        <wps:cNvCnPr/>
                        <wps:spPr>
                          <a:xfrm>
                            <a:off x="177120" y="132840"/>
                            <a:ext cx="3492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8" name="Овал 498"/>
                        <wps:cNvSpPr/>
                        <wps:spPr>
                          <a:xfrm>
                            <a:off x="1622520" y="837000"/>
                            <a:ext cx="119520" cy="133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9" name="Прямая соединительная линия 499"/>
                        <wps:cNvCnPr/>
                        <wps:spPr>
                          <a:xfrm>
                            <a:off x="544680" y="164520"/>
                            <a:ext cx="0" cy="2304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0" name="Прямоугольник 500"/>
                        <wps:cNvSpPr/>
                        <wps:spPr>
                          <a:xfrm>
                            <a:off x="1660680" y="1296720"/>
                            <a:ext cx="179640" cy="84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1" name="Прямоугольник 501"/>
                        <wps:cNvSpPr/>
                        <wps:spPr>
                          <a:xfrm>
                            <a:off x="1666800" y="716760"/>
                            <a:ext cx="28440" cy="20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2" name="Прямая соединительная линия 502"/>
                        <wps:cNvCnPr/>
                        <wps:spPr>
                          <a:xfrm>
                            <a:off x="468720" y="64080"/>
                            <a:ext cx="871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3" name="Прямая соединительная линия 503"/>
                        <wps:cNvCnPr/>
                        <wps:spPr>
                          <a:xfrm>
                            <a:off x="86400" y="429120"/>
                            <a:ext cx="1735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4" name="Прямая соединительная линия 504"/>
                        <wps:cNvCnPr/>
                        <wps:spPr>
                          <a:xfrm>
                            <a:off x="0" y="236880"/>
                            <a:ext cx="864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5" name="Прямая соединительная линия 505"/>
                        <wps:cNvCnPr/>
                        <wps:spPr>
                          <a:xfrm>
                            <a:off x="0" y="477360"/>
                            <a:ext cx="864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6" name="Прямая соединительная линия 506"/>
                        <wps:cNvCnPr/>
                        <wps:spPr>
                          <a:xfrm>
                            <a:off x="21600" y="236880"/>
                            <a:ext cx="0" cy="2408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7" name="Прямая соединительная линия 507"/>
                        <wps:cNvCnPr/>
                        <wps:spPr>
                          <a:xfrm>
                            <a:off x="544680" y="417240"/>
                            <a:ext cx="0" cy="96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8" name="Полилиния 508"/>
                        <wps:cNvSpPr/>
                        <wps:spPr>
                          <a:xfrm>
                            <a:off x="1011600" y="653400"/>
                            <a:ext cx="152280" cy="84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" h="180">
                                <a:moveTo>
                                  <a:pt x="0" y="0"/>
                                </a:moveTo>
                                <a:cubicBezTo>
                                  <a:pt x="60" y="90"/>
                                  <a:pt x="120" y="180"/>
                                  <a:pt x="180" y="180"/>
                                </a:cubicBezTo>
                                <a:cubicBezTo>
                                  <a:pt x="240" y="180"/>
                                  <a:pt x="300" y="90"/>
                                  <a:pt x="360" y="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9" name="Прямая соединительная линия 509"/>
                        <wps:cNvCnPr/>
                        <wps:spPr>
                          <a:xfrm flipV="1">
                            <a:off x="208800" y="12240"/>
                            <a:ext cx="30600" cy="33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stealth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292" editas="canvas" style="margin-left:198pt;margin-top:135pt;width:155.25pt;height:147.75pt" coordorigin="3960,2700" coordsize="3105,2955">
                <v:rect id="shape_0" ID="Rectangle 435" fillcolor="white" stroked="f" style="position:absolute;left:6705;top:4876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4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υ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36" fillcolor="white" stroked="f" style="position:absolute;left:4992;top:4442;width:359;height:26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4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37" fillcolor="white" stroked="f" style="position:absolute;left:5523;top:4586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4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38" fillcolor="white" stroked="f" style="position:absolute;left:5353;top:3951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39" fillcolor="white" stroked="f" style="position:absolute;left:5653;top:3773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40" fillcolor="white" stroked="f" style="position:absolute;left:6645;top:3963;width:359;height:26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4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D</w:t>
                        </w:r>
                        <w:r>
                          <w:rPr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z w:val="28"/>
                            <w:spacing w:val="0"/>
                            <w:bCs/>
                            <w:iCs/>
                            <w:smallCaps w:val="false"/>
                            <w:caps w:val="false"/>
                            <w:sz w:val="28"/>
                            <w:szCs w:val="28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41" fillcolor="white" stroked="f" style="position:absolute;left:5613;top:3461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4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z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442" fillcolor="white" stroked="f" style="position:absolute;left:5493;top:5388;width:359;height:26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4233,2700" to="4233,2851" ID="Line 443" stroked="t" style="position:absolute">
                  <v:stroke color="black" weight="9360" joinstyle="round" endcap="flat"/>
                  <v:fill o:detectmouseclick="t" on="false"/>
                </v:line>
                <v:line id="shape_0" from="4096,3073" to="4368,3073" ID="Line 444" stroked="t" style="position:absolute">
                  <v:stroke color="black" weight="9360" joinstyle="round" endcap="flat"/>
                  <v:fill o:detectmouseclick="t" on="false"/>
                </v:line>
                <v:line id="shape_0" from="4096,3073" to="4096,3451" ID="Line 445" stroked="t" style="position:absolute">
                  <v:stroke color="black" weight="9360" joinstyle="round" endcap="flat"/>
                  <v:fill o:detectmouseclick="t" on="false"/>
                </v:line>
                <v:line id="shape_0" from="4096,3452" to="4368,3452" ID="Line 446" stroked="t" style="position:absolute">
                  <v:stroke color="black" weight="9360" joinstyle="round" endcap="flat"/>
                  <v:fill o:detectmouseclick="t" on="false"/>
                </v:line>
                <v:line id="shape_0" from="4369,3073" to="4369,3454" ID="Line 447" stroked="t" style="position:absolute">
                  <v:stroke color="black" weight="9360" joinstyle="round" endcap="flat"/>
                  <v:fill o:detectmouseclick="t" on="false"/>
                </v:line>
                <v:rect id="shape_0" ID="Rectangle 448" fillcolor="white" stroked="t" style="position:absolute;left:5653;top:4977;width:44;height:400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125,3648" to="4192,3648" ID="Line 449" stroked="t" style="position:absolute">
                  <v:stroke color="black" weight="9360" joinstyle="round" endcap="flat"/>
                  <v:fill o:detectmouseclick="t" on="false"/>
                </v:line>
                <v:line id="shape_0" from="4193,3648" to="4193,3722" ID="Line 450" stroked="t" style="position:absolute">
                  <v:stroke color="black" weight="9360" joinstyle="round" endcap="flat"/>
                  <v:fill o:detectmouseclick="t" on="false"/>
                </v:line>
                <v:line id="shape_0" from="4193,3717" to="4282,3717" ID="Line 451" stroked="t" style="position:absolute">
                  <v:stroke color="black" weight="9360" joinstyle="round" endcap="flat"/>
                  <v:fill o:detectmouseclick="t" on="false"/>
                </v:line>
                <v:line id="shape_0" from="4278,3641" to="4278,3716" ID="Line 452" stroked="t" style="position:absolute;flip:y">
                  <v:stroke color="black" weight="9360" joinstyle="round" endcap="flat"/>
                  <v:fill o:detectmouseclick="t" on="false"/>
                </v:line>
                <v:line id="shape_0" from="4278,3648" to="4345,3648" ID="Line 453" stroked="t" style="position:absolute">
                  <v:stroke color="black" weight="9360" joinstyle="round" endcap="flat"/>
                  <v:fill o:detectmouseclick="t" on="false"/>
                </v:line>
                <v:rect id="shape_0" ID="Rectangle 454" fillcolor="white" stroked="t" style="position:absolute;left:5653;top:4164;width:44;height:145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455" fillcolor="white" stroked="t" style="position:absolute;left:5611;top:4018;width:131;height:146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456" fillcolor="white" stroked="t" style="position:absolute;left:5653;top:3916;width:44;height:103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239,2909" to="4788,2909" ID="Line 457" stroked="t" style="position:absolute">
                  <v:stroke color="black" weight="9360" joinstyle="round" endcap="flat"/>
                  <v:fill o:detectmouseclick="t" on="false"/>
                </v:line>
                <v:oval id="shape_0" ID="Oval 458" fillcolor="white" stroked="t" style="position:absolute;left:6515;top:4018;width:187;height:209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4818,2959" to="4818,3321" ID="Line 459" stroked="t" style="position:absolute">
                  <v:stroke color="black" weight="9360" joinstyle="round" endcap="flat"/>
                  <v:fill o:detectmouseclick="t" on="false"/>
                </v:line>
                <v:rect id="shape_0" ID="Rectangle 460" fillcolor="white" stroked="t" style="position:absolute;left:6575;top:4742;width:282;height:132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461" fillcolor="white" stroked="t" style="position:absolute;left:6585;top:3829;width:44;height:314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698,2801" to="4834,2801" ID="Line 462" stroked="t" style="position:absolute">
                  <v:stroke color="black" weight="9360" joinstyle="round" endcap="flat"/>
                  <v:fill o:detectmouseclick="t" on="false"/>
                </v:line>
                <v:line id="shape_0" from="4096,3376" to="4368,3376" ID="Line 463" stroked="t" style="position:absolute">
                  <v:stroke color="black" weight="9360" startarrow="block" endarrow="block" startarrowwidth="medium" startarrowlength="medium" endarrowwidth="medium" endarrowlength="medium" joinstyle="round" endcap="flat"/>
                  <v:fill o:detectmouseclick="t" on="false"/>
                </v:line>
                <v:line id="shape_0" from="3960,3073" to="4095,3073" ID="Line 464" stroked="t" style="position:absolute">
                  <v:stroke color="black" weight="9360" joinstyle="round" endcap="flat"/>
                  <v:fill o:detectmouseclick="t" on="false"/>
                </v:line>
                <v:line id="shape_0" from="3960,3452" to="4095,3452" ID="Line 465" stroked="t" style="position:absolute">
                  <v:stroke color="black" weight="9360" joinstyle="round" endcap="flat"/>
                  <v:fill o:detectmouseclick="t" on="false"/>
                </v:line>
                <v:line id="shape_0" from="3994,3073" to="3994,3451" ID="Line 466" stroked="t" style="position:absolute">
                  <v:stroke color="black" weight="9360" startarrow="block" endarrow="block" startarrowwidth="medium" startarrowlength="medium" endarrowwidth="medium" endarrowlength="medium" joinstyle="round" endcap="flat"/>
                  <v:fill o:detectmouseclick="t" on="false"/>
                </v:line>
                <v:line id="shape_0" from="4818,3357" to="4818,3508" ID="Line 467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4289,2720" to="4336,2772" ID="Line 469" stroked="t" style="position:absolute;flip:y">
                  <v:stroke color="black" weight="9360" endarrow="classic" endarrowwidth="medium" endarrowlength="medium" joinstyle="round" endcap="flat"/>
                  <v:fill o:detectmouseclick="t" on="false"/>
                </v:line>
              </v:group>
            </w:pict>
          </mc:Fallback>
        </mc:AlternateContent>
      </w:r>
      <w:r>
        <w:t xml:space="preserve">Прямоугольная пластинка со сторонами </w:t>
      </w:r>
      <w:r>
        <w:rPr>
          <w:b/>
          <w:bCs/>
          <w:i/>
          <w:iCs/>
          <w:lang w:val="en-US"/>
        </w:rPr>
        <w:t>a</w:t>
      </w:r>
      <w:r>
        <w:t xml:space="preserve"> и </w:t>
      </w:r>
      <w:r>
        <w:rPr>
          <w:b/>
          <w:bCs/>
          <w:i/>
          <w:iCs/>
          <w:lang w:val="en-US"/>
        </w:rPr>
        <w:t>b</w:t>
      </w:r>
      <w:r>
        <w:t xml:space="preserve"> может вращаться без трения вокруг вертикальной оси </w:t>
      </w:r>
      <w:r>
        <w:rPr>
          <w:b/>
          <w:bCs/>
          <w:i/>
          <w:iCs/>
          <w:lang w:val="en-US"/>
        </w:rPr>
        <w:t>AB</w:t>
      </w:r>
      <w:r>
        <w:t xml:space="preserve">, проходящей через ее середину и параллельной стороне </w:t>
      </w:r>
      <w:r>
        <w:rPr>
          <w:lang w:val="en-US"/>
        </w:rPr>
        <w:t>b</w:t>
      </w:r>
      <w:r>
        <w:t xml:space="preserve">. На конце оси надет шкив </w:t>
      </w:r>
      <w:r>
        <w:rPr>
          <w:b/>
          <w:bCs/>
          <w:i/>
          <w:iCs/>
          <w:lang w:val="en-US"/>
        </w:rPr>
        <w:t>C</w:t>
      </w:r>
      <w:r>
        <w:t xml:space="preserve"> радиусом </w:t>
      </w:r>
      <w:r>
        <w:rPr>
          <w:b/>
          <w:bCs/>
          <w:i/>
          <w:iCs/>
          <w:lang w:val="en-US"/>
        </w:rPr>
        <w:t>r</w:t>
      </w:r>
      <w:r>
        <w:t xml:space="preserve">, на который намотана гибкая нерастяжимая нить; другой конец нити перекинут через блок </w:t>
      </w:r>
      <w:r>
        <w:rPr>
          <w:b/>
          <w:bCs/>
          <w:i/>
          <w:iCs/>
          <w:lang w:val="en-US"/>
        </w:rPr>
        <w:t>D</w:t>
      </w:r>
      <w:r>
        <w:t xml:space="preserve"> и к нему привязан груз весом </w:t>
      </w:r>
      <w:r>
        <w:rPr>
          <w:b/>
          <w:bCs/>
          <w:i/>
          <w:iCs/>
          <w:lang w:val="en-US"/>
        </w:rPr>
        <w:t>P</w:t>
      </w:r>
      <w:r>
        <w:t xml:space="preserve">, приводящий во вращение пластинку. Пренебрегая массой шкива и блока, найти ускорение груза, если вес пластинки равен </w:t>
      </w:r>
      <w:r>
        <w:rPr>
          <w:b/>
          <w:bCs/>
          <w:i/>
          <w:iCs/>
          <w:lang w:val="en-US"/>
        </w:rPr>
        <w:t>Q</w:t>
      </w:r>
      <w:r>
        <w:t>, начальная скорос</w:t>
      </w:r>
      <w:r>
        <w:t>ть груза равна нулю и никаких сопротивлений движению нет.</w:t>
      </w:r>
    </w:p>
    <w:p w:rsidR="001B1757" w:rsidRDefault="005267B0">
      <w:pPr>
        <w:spacing w:before="0"/>
        <w:ind w:left="360"/>
      </w:pPr>
      <w:r>
        <w:t xml:space="preserve">    </w:t>
      </w: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tabs>
          <w:tab w:val="left" w:pos="6090"/>
        </w:tabs>
        <w:spacing w:before="0"/>
      </w:pPr>
      <w:r>
        <w:tab/>
      </w:r>
    </w:p>
    <w:p w:rsidR="001B1757" w:rsidRDefault="001B1757">
      <w:pPr>
        <w:pStyle w:val="afa"/>
        <w:ind w:left="0"/>
        <w:jc w:val="left"/>
        <w:rPr>
          <w:sz w:val="24"/>
        </w:rPr>
      </w:pPr>
    </w:p>
    <w:p w:rsidR="001B1757" w:rsidRDefault="005267B0">
      <w:pPr>
        <w:pStyle w:val="afa"/>
        <w:tabs>
          <w:tab w:val="clear" w:pos="993"/>
        </w:tabs>
        <w:jc w:val="left"/>
        <w:rPr>
          <w:sz w:val="24"/>
        </w:rPr>
      </w:pPr>
      <w:r>
        <w:rPr>
          <w:sz w:val="24"/>
        </w:rPr>
        <w:t>Тема 10. Аналитическая механика</w:t>
      </w:r>
    </w:p>
    <w:p w:rsidR="001B1757" w:rsidRDefault="001B1757">
      <w:pPr>
        <w:pStyle w:val="afa"/>
        <w:tabs>
          <w:tab w:val="clear" w:pos="993"/>
        </w:tabs>
        <w:ind w:left="0"/>
        <w:jc w:val="left"/>
        <w:rPr>
          <w:sz w:val="24"/>
        </w:rPr>
      </w:pPr>
    </w:p>
    <w:p w:rsidR="001B1757" w:rsidRDefault="005267B0">
      <w:pPr>
        <w:pStyle w:val="afa"/>
        <w:numPr>
          <w:ilvl w:val="2"/>
          <w:numId w:val="23"/>
        </w:numPr>
        <w:tabs>
          <w:tab w:val="left" w:pos="1260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Кривошипно-ползунный механизм состоит из кривошипа </w:t>
      </w:r>
      <w:r>
        <w:rPr>
          <w:i/>
          <w:iCs/>
          <w:sz w:val="24"/>
          <w:lang w:val="en-US"/>
        </w:rPr>
        <w:t>OA</w:t>
      </w:r>
      <w:r>
        <w:rPr>
          <w:b w:val="0"/>
          <w:bCs w:val="0"/>
          <w:sz w:val="24"/>
        </w:rPr>
        <w:t xml:space="preserve">, шатуна </w:t>
      </w:r>
      <w:r>
        <w:rPr>
          <w:i/>
          <w:iCs/>
          <w:sz w:val="24"/>
          <w:lang w:val="en-US"/>
        </w:rPr>
        <w:t>AB</w:t>
      </w:r>
      <w:r>
        <w:rPr>
          <w:b w:val="0"/>
          <w:bCs w:val="0"/>
          <w:sz w:val="24"/>
        </w:rPr>
        <w:t xml:space="preserve"> и поршня, на который действует сила </w:t>
      </w:r>
      <w:r>
        <w:rPr>
          <w:i/>
          <w:iCs/>
          <w:sz w:val="24"/>
          <w:lang w:val="en-US"/>
        </w:rPr>
        <w:t>P</w:t>
      </w:r>
      <w:r>
        <w:rPr>
          <w:b w:val="0"/>
          <w:bCs w:val="0"/>
          <w:sz w:val="24"/>
        </w:rPr>
        <w:t xml:space="preserve">. </w:t>
      </w:r>
      <w:proofErr w:type="gramStart"/>
      <w:r>
        <w:rPr>
          <w:b w:val="0"/>
          <w:bCs w:val="0"/>
          <w:sz w:val="24"/>
        </w:rPr>
        <w:t>Известны</w:t>
      </w:r>
      <w:proofErr w:type="gramEnd"/>
      <w:r>
        <w:rPr>
          <w:b w:val="0"/>
          <w:bCs w:val="0"/>
          <w:sz w:val="24"/>
        </w:rPr>
        <w:t xml:space="preserve"> длина кривошипа </w:t>
      </w:r>
      <w:r>
        <w:rPr>
          <w:i/>
          <w:iCs/>
          <w:sz w:val="24"/>
          <w:lang w:val="en-US"/>
        </w:rPr>
        <w:t>l</w:t>
      </w:r>
      <w:r>
        <w:rPr>
          <w:b w:val="0"/>
          <w:bCs w:val="0"/>
          <w:sz w:val="24"/>
        </w:rPr>
        <w:t xml:space="preserve">, длина шатуна </w:t>
      </w:r>
      <w:r>
        <w:rPr>
          <w:i/>
          <w:iCs/>
          <w:sz w:val="24"/>
          <w:lang w:val="en-US"/>
        </w:rPr>
        <w:t>L</w:t>
      </w:r>
      <w:r>
        <w:rPr>
          <w:b w:val="0"/>
          <w:bCs w:val="0"/>
          <w:sz w:val="24"/>
        </w:rPr>
        <w:t xml:space="preserve">, угол </w:t>
      </w:r>
      <w:r>
        <w:rPr>
          <w:i/>
          <w:iCs/>
          <w:sz w:val="24"/>
        </w:rPr>
        <w:t>α</w:t>
      </w:r>
      <w:r>
        <w:rPr>
          <w:b w:val="0"/>
          <w:bCs w:val="0"/>
          <w:sz w:val="24"/>
        </w:rPr>
        <w:t xml:space="preserve"> между осью цилиндра и кривошипом </w:t>
      </w:r>
      <w:r>
        <w:rPr>
          <w:i/>
          <w:iCs/>
          <w:sz w:val="24"/>
          <w:lang w:val="en-US"/>
        </w:rPr>
        <w:t>OA</w:t>
      </w:r>
      <w:r>
        <w:rPr>
          <w:b w:val="0"/>
          <w:bCs w:val="0"/>
          <w:sz w:val="24"/>
        </w:rPr>
        <w:t xml:space="preserve">. Пренебрегая трением и силами тяжести поршня, шатуна и кривошипа, определить момент пары сил </w:t>
      </w:r>
      <w:r>
        <w:rPr>
          <w:i/>
          <w:iCs/>
          <w:sz w:val="24"/>
          <w:lang w:val="en-US"/>
        </w:rPr>
        <w:t>M</w:t>
      </w:r>
      <w:r>
        <w:rPr>
          <w:b w:val="0"/>
          <w:bCs w:val="0"/>
          <w:sz w:val="24"/>
        </w:rPr>
        <w:t xml:space="preserve">, приложенной к кривошипу </w:t>
      </w:r>
      <w:r>
        <w:rPr>
          <w:i/>
          <w:iCs/>
          <w:sz w:val="24"/>
          <w:lang w:val="en-US"/>
        </w:rPr>
        <w:t>OA</w:t>
      </w:r>
      <w:r>
        <w:rPr>
          <w:b w:val="0"/>
          <w:bCs w:val="0"/>
          <w:sz w:val="24"/>
        </w:rPr>
        <w:t>, при котором механизм находится в равновесии.</w:t>
      </w: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noProof/>
          <w:sz w:val="24"/>
        </w:rPr>
        <mc:AlternateContent>
          <mc:Choice Requires="wpg">
            <w:drawing>
              <wp:anchor distT="0" distB="0" distL="0" distR="0" simplePos="0" relativeHeight="22" behindDoc="0" locked="0" layoutInCell="1" allowOverlap="1" wp14:anchorId="795A8ECC" wp14:editId="22252E62">
                <wp:simplePos x="0" y="0"/>
                <wp:positionH relativeFrom="column">
                  <wp:posOffset>3086100</wp:posOffset>
                </wp:positionH>
                <wp:positionV relativeFrom="paragraph">
                  <wp:posOffset>86360</wp:posOffset>
                </wp:positionV>
                <wp:extent cx="1124585" cy="2058035"/>
                <wp:effectExtent l="0" t="1270" r="0" b="8255"/>
                <wp:wrapNone/>
                <wp:docPr id="510" name="Группа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20" cy="2057400"/>
                          <a:chOff x="0" y="0"/>
                          <a:chExt cx="0" cy="0"/>
                        </a:xfrm>
                      </wpg:grpSpPr>
                      <wpg:grpSp>
                        <wpg:cNvPr id="511" name="Группа 511"/>
                        <wpg:cNvGrpSpPr/>
                        <wpg:grpSpPr>
                          <a:xfrm>
                            <a:off x="0" y="0"/>
                            <a:ext cx="1123920" cy="2057400"/>
                            <a:chOff x="0" y="0"/>
                            <a:chExt cx="0" cy="0"/>
                          </a:xfrm>
                        </wpg:grpSpPr>
                        <wps:wsp>
                          <wps:cNvPr id="512" name="Прямоугольник 512"/>
                          <wps:cNvSpPr/>
                          <wps:spPr>
                            <a:xfrm>
                              <a:off x="845280" y="1275840"/>
                              <a:ext cx="159480" cy="346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3" name="Прямоугольник 513"/>
                          <wps:cNvSpPr/>
                          <wps:spPr>
                            <a:xfrm>
                              <a:off x="716760" y="898560"/>
                              <a:ext cx="15876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4" name="Прямоугольник 514"/>
                          <wps:cNvSpPr/>
                          <wps:spPr>
                            <a:xfrm>
                              <a:off x="725760" y="1352520"/>
                              <a:ext cx="15876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5" name="Прямоугольник 515"/>
                          <wps:cNvSpPr/>
                          <wps:spPr>
                            <a:xfrm>
                              <a:off x="818640" y="1584360"/>
                              <a:ext cx="15948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6" name="Прямоугольник 516"/>
                          <wps:cNvSpPr/>
                          <wps:spPr>
                            <a:xfrm>
                              <a:off x="822960" y="831240"/>
                              <a:ext cx="159480" cy="346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7" name="Прямоугольник 517"/>
                          <wps:cNvSpPr/>
                          <wps:spPr>
                            <a:xfrm>
                              <a:off x="614520" y="550440"/>
                              <a:ext cx="15948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8" name="Прямоугольник 518"/>
                          <wps:cNvSpPr/>
                          <wps:spPr>
                            <a:xfrm>
                              <a:off x="601200" y="1710000"/>
                              <a:ext cx="15948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19" name="Прямоугольник 519"/>
                          <wps:cNvSpPr/>
                          <wps:spPr>
                            <a:xfrm>
                              <a:off x="964440" y="1343160"/>
                              <a:ext cx="15948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20" name="Прямоугольник 520"/>
                          <wps:cNvSpPr/>
                          <wps:spPr>
                            <a:xfrm>
                              <a:off x="690120" y="0"/>
                              <a:ext cx="158760" cy="34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521" name="Прямая соединительная линия 521"/>
                          <wps:cNvCnPr/>
                          <wps:spPr>
                            <a:xfrm>
                              <a:off x="0" y="153720"/>
                              <a:ext cx="0" cy="1976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2" name="Прямая соединительная линия 522"/>
                          <wps:cNvCnPr/>
                          <wps:spPr>
                            <a:xfrm>
                              <a:off x="0" y="153720"/>
                              <a:ext cx="907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3" name="Прямая соединительная линия 523"/>
                          <wps:cNvCnPr/>
                          <wps:spPr>
                            <a:xfrm>
                              <a:off x="90720" y="153720"/>
                              <a:ext cx="0" cy="1976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4" name="Прямая соединительная линия 524"/>
                          <wps:cNvCnPr/>
                          <wps:spPr>
                            <a:xfrm>
                              <a:off x="47520" y="307440"/>
                              <a:ext cx="159480" cy="5036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5" name="Прямая соединительная линия 525"/>
                          <wps:cNvCnPr/>
                          <wps:spPr>
                            <a:xfrm flipH="1">
                              <a:off x="47520" y="805680"/>
                              <a:ext cx="153000" cy="1969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6" name="Прямая соединительная линия 526"/>
                          <wps:cNvCnPr/>
                          <wps:spPr>
                            <a:xfrm>
                              <a:off x="47520" y="312480"/>
                              <a:ext cx="0" cy="658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7" name="Прямая соединительная линия 527"/>
                          <wps:cNvCnPr/>
                          <wps:spPr>
                            <a:xfrm>
                              <a:off x="47520" y="422280"/>
                              <a:ext cx="0" cy="655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8" name="Прямая соединительная линия 528"/>
                          <wps:cNvCnPr/>
                          <wps:spPr>
                            <a:xfrm>
                              <a:off x="47520" y="531360"/>
                              <a:ext cx="0" cy="658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9" name="Прямая соединительная линия 529"/>
                          <wps:cNvCnPr/>
                          <wps:spPr>
                            <a:xfrm>
                              <a:off x="47520" y="641520"/>
                              <a:ext cx="0" cy="655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0" name="Прямая соединительная линия 530"/>
                          <wps:cNvCnPr/>
                          <wps:spPr>
                            <a:xfrm>
                              <a:off x="47520" y="750600"/>
                              <a:ext cx="0" cy="658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1" name="Прямая соединительная линия 531"/>
                          <wps:cNvCnPr/>
                          <wps:spPr>
                            <a:xfrm>
                              <a:off x="47520" y="860400"/>
                              <a:ext cx="0" cy="658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2" name="Прямая соединительная линия 532"/>
                          <wps:cNvCnPr/>
                          <wps:spPr>
                            <a:xfrm>
                              <a:off x="47520" y="970200"/>
                              <a:ext cx="0" cy="655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3" name="Прямая соединительная линия 533"/>
                          <wps:cNvCnPr/>
                          <wps:spPr>
                            <a:xfrm>
                              <a:off x="47520" y="1079640"/>
                              <a:ext cx="0" cy="658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4" name="Прямая соединительная линия 534"/>
                          <wps:cNvCnPr/>
                          <wps:spPr>
                            <a:xfrm>
                              <a:off x="0" y="219600"/>
                              <a:ext cx="907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5" name="Прямая соединительная линия 535"/>
                          <wps:cNvCnPr/>
                          <wps:spPr>
                            <a:xfrm>
                              <a:off x="0" y="301680"/>
                              <a:ext cx="907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6" name="Прямая соединительная линия 536"/>
                          <wps:cNvCnPr/>
                          <wps:spPr>
                            <a:xfrm>
                              <a:off x="10080" y="219600"/>
                              <a:ext cx="0" cy="87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7" name="Прямая соединительная линия 537"/>
                          <wps:cNvCnPr/>
                          <wps:spPr>
                            <a:xfrm>
                              <a:off x="17640" y="219600"/>
                              <a:ext cx="0" cy="87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8" name="Прямая соединительная линия 538"/>
                          <wps:cNvCnPr/>
                          <wps:spPr>
                            <a:xfrm>
                              <a:off x="80640" y="219600"/>
                              <a:ext cx="0" cy="87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9" name="Прямая соединительная линия 539"/>
                          <wps:cNvCnPr/>
                          <wps:spPr>
                            <a:xfrm>
                              <a:off x="73080" y="219600"/>
                              <a:ext cx="0" cy="87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0" name="Прямая соединительная линия 540"/>
                          <wps:cNvCnPr/>
                          <wps:spPr>
                            <a:xfrm>
                              <a:off x="63000" y="219600"/>
                              <a:ext cx="0" cy="87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1" name="Прямая соединительная линия 541"/>
                          <wps:cNvCnPr/>
                          <wps:spPr>
                            <a:xfrm>
                              <a:off x="47520" y="22320"/>
                              <a:ext cx="0" cy="19764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stealth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2" name="Полилиния 542"/>
                          <wps:cNvSpPr/>
                          <wps:spPr>
                            <a:xfrm>
                              <a:off x="721440" y="1574640"/>
                              <a:ext cx="124920" cy="115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0" h="390">
                                  <a:moveTo>
                                    <a:pt x="0" y="210"/>
                                  </a:moveTo>
                                  <a:cubicBezTo>
                                    <a:pt x="135" y="105"/>
                                    <a:pt x="270" y="0"/>
                                    <a:pt x="360" y="30"/>
                                  </a:cubicBezTo>
                                  <a:cubicBezTo>
                                    <a:pt x="450" y="60"/>
                                    <a:pt x="495" y="225"/>
                                    <a:pt x="540" y="39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3" name="Полилиния 543"/>
                          <wps:cNvSpPr/>
                          <wps:spPr>
                            <a:xfrm rot="10800000">
                              <a:off x="719280" y="858600"/>
                              <a:ext cx="100440" cy="115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0" h="390">
                                  <a:moveTo>
                                    <a:pt x="0" y="210"/>
                                  </a:moveTo>
                                  <a:cubicBezTo>
                                    <a:pt x="135" y="105"/>
                                    <a:pt x="270" y="0"/>
                                    <a:pt x="360" y="30"/>
                                  </a:cubicBezTo>
                                  <a:cubicBezTo>
                                    <a:pt x="450" y="60"/>
                                    <a:pt x="495" y="225"/>
                                    <a:pt x="540" y="39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4" name="Полилиния 544"/>
                          <wps:cNvSpPr/>
                          <wps:spPr>
                            <a:xfrm>
                              <a:off x="845280" y="1487880"/>
                              <a:ext cx="159480" cy="231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0" h="210">
                                  <a:moveTo>
                                    <a:pt x="0" y="30"/>
                                  </a:moveTo>
                                  <a:cubicBezTo>
                                    <a:pt x="135" y="15"/>
                                    <a:pt x="270" y="0"/>
                                    <a:pt x="360" y="30"/>
                                  </a:cubicBezTo>
                                  <a:cubicBezTo>
                                    <a:pt x="450" y="60"/>
                                    <a:pt x="495" y="135"/>
                                    <a:pt x="540" y="21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5" name="Прямая соединительная линия 545"/>
                          <wps:cNvCnPr/>
                          <wps:spPr>
                            <a:xfrm flipH="1">
                              <a:off x="108000" y="816480"/>
                              <a:ext cx="3060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stealth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546" name="Овал 546"/>
                        <wps:cNvSpPr/>
                        <wps:spPr>
                          <a:xfrm>
                            <a:off x="984240" y="1449000"/>
                            <a:ext cx="20160" cy="43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47" name="Овал 547"/>
                        <wps:cNvSpPr/>
                        <wps:spPr>
                          <a:xfrm>
                            <a:off x="714240" y="1806480"/>
                            <a:ext cx="19800" cy="43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254" editas="canvas" style="margin-left:243pt;margin-top:6.8pt;width:88.5pt;height:162pt" coordorigin="4860,136" coordsize="1770,3240">
                <v:group id="shape_0" alt="Group 471" editas="canvas" style="left:4860;top:136;width:1770;height:3240">
                  <v:rect id="shape_0" ID="Rectangle 472" fillcolor="white" stroked="f" style="position:absolute;left:6191;top:2145;width:250;height:545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3" fillcolor="white" stroked="f" style="position:absolute;left:5989;top:1551;width:249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β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4" fillcolor="white" stroked="f" style="position:absolute;left:6003;top:2266;width:249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α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5" fillcolor="white" stroked="f" style="position:absolute;left:6149;top:2631;width:250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l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6" fillcolor="white" stroked="f" style="position:absolute;left:6156;top:1445;width:250;height:545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L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7" fillcolor="white" stroked="f" style="position:absolute;left:5828;top:1003;width:250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8" fillcolor="white" stroked="f" style="position:absolute;left:5807;top:2829;width:250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O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79" fillcolor="white" stroked="f" style="position:absolute;left:6379;top:2251;width:250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480" fillcolor="white" stroked="f" style="position:absolute;left:5947;top:136;width:249;height:54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P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860,378" to="4860,688" ID="Line 481" stroked="t" style="position:absolute">
                    <v:stroke color="black" weight="9360" joinstyle="round" endcap="flat"/>
                    <v:fill o:detectmouseclick="t" on="false"/>
                  </v:line>
                  <v:line id="shape_0" from="4860,378" to="5002,378" ID="Line 482" stroked="t" style="position:absolute">
                    <v:stroke color="black" weight="9360" joinstyle="round" endcap="flat"/>
                    <v:fill o:detectmouseclick="t" on="false"/>
                  </v:line>
                  <v:line id="shape_0" from="5003,378" to="5003,688" ID="Line 483" stroked="t" style="position:absolute">
                    <v:stroke color="black" weight="9360" joinstyle="round" endcap="flat"/>
                    <v:fill o:detectmouseclick="t" on="false"/>
                  </v:line>
                  <v:line id="shape_0" from="4935,620" to="5185,1412" ID="Line 484" stroked="t" style="position:absolute">
                    <v:stroke color="black" weight="9360" joinstyle="round" endcap="flat"/>
                    <v:fill o:detectmouseclick="t" on="false"/>
                  </v:line>
                  <v:line id="shape_0" from="4935,1405" to="5175,1714" ID="Line 485" stroked="t" style="position:absolute;flip:x">
                    <v:stroke color="black" weight="9360" joinstyle="round" endcap="flat"/>
                    <v:fill o:detectmouseclick="t" on="false"/>
                  </v:line>
                  <v:line id="shape_0" from="4935,628" to="4935,731" ID="Line 486" stroked="t" style="position:absolute">
                    <v:stroke color="black" weight="9360" joinstyle="round" endcap="flat"/>
                    <v:fill o:detectmouseclick="t" on="false"/>
                  </v:line>
                  <v:line id="shape_0" from="4935,801" to="4935,903" ID="Line 487" stroked="t" style="position:absolute">
                    <v:stroke color="black" weight="9360" joinstyle="round" endcap="flat"/>
                    <v:fill o:detectmouseclick="t" on="false"/>
                  </v:line>
                  <v:line id="shape_0" from="4935,973" to="4935,1076" ID="Line 488" stroked="t" style="position:absolute">
                    <v:stroke color="black" weight="9360" joinstyle="round" endcap="flat"/>
                    <v:fill o:detectmouseclick="t" on="false"/>
                  </v:line>
                  <v:line id="shape_0" from="4935,1146" to="4935,1248" ID="Line 489" stroked="t" style="position:absolute">
                    <v:stroke color="black" weight="9360" joinstyle="round" endcap="flat"/>
                    <v:fill o:detectmouseclick="t" on="false"/>
                  </v:line>
                  <v:line id="shape_0" from="4935,1318" to="4935,1421" ID="Line 490" stroked="t" style="position:absolute">
                    <v:stroke color="black" weight="9360" joinstyle="round" endcap="flat"/>
                    <v:fill o:detectmouseclick="t" on="false"/>
                  </v:line>
                  <v:line id="shape_0" from="4935,1491" to="4935,1594" ID="Line 491" stroked="t" style="position:absolute">
                    <v:stroke color="black" weight="9360" joinstyle="round" endcap="flat"/>
                    <v:fill o:detectmouseclick="t" on="false"/>
                  </v:line>
                  <v:line id="shape_0" from="4935,1664" to="4935,1766" ID="Line 492" stroked="t" style="position:absolute">
                    <v:stroke color="black" weight="9360" joinstyle="round" endcap="flat"/>
                    <v:fill o:detectmouseclick="t" on="false"/>
                  </v:line>
                  <v:line id="shape_0" from="4935,1836" to="4935,1939" ID="Line 493" stroked="t" style="position:absolute">
                    <v:stroke color="black" weight="9360" joinstyle="round" endcap="flat"/>
                    <v:fill o:detectmouseclick="t" on="false"/>
                  </v:line>
                  <v:line id="shape_0" from="4860,482" to="5002,482" ID="Line 494" stroked="t" style="position:absolute">
                    <v:stroke color="black" weight="9360" joinstyle="round" endcap="flat"/>
                    <v:fill o:detectmouseclick="t" on="false"/>
                  </v:line>
                  <v:line id="shape_0" from="4860,611" to="5002,611" ID="Line 495" stroked="t" style="position:absolute">
                    <v:stroke color="black" weight="9360" joinstyle="round" endcap="flat"/>
                    <v:fill o:detectmouseclick="t" on="false"/>
                  </v:line>
                  <v:line id="shape_0" from="4876,482" to="4876,618" ID="Line 496" stroked="t" style="position:absolute">
                    <v:stroke color="black" weight="9360" joinstyle="round" endcap="flat"/>
                    <v:fill o:detectmouseclick="t" on="false"/>
                  </v:line>
                  <v:line id="shape_0" from="4888,482" to="4888,618" ID="Line 497" stroked="t" style="position:absolute">
                    <v:stroke color="black" weight="9360" joinstyle="round" endcap="flat"/>
                    <v:fill o:detectmouseclick="t" on="false"/>
                  </v:line>
                  <v:line id="shape_0" from="4987,482" to="4987,618" ID="Line 498" stroked="t" style="position:absolute">
                    <v:stroke color="black" weight="9360" joinstyle="round" endcap="flat"/>
                    <v:fill o:detectmouseclick="t" on="false"/>
                  </v:line>
                  <v:line id="shape_0" from="4975,482" to="4975,618" ID="Line 499" stroked="t" style="position:absolute">
                    <v:stroke color="black" weight="9360" joinstyle="round" endcap="flat"/>
                    <v:fill o:detectmouseclick="t" on="false"/>
                  </v:line>
                  <v:line id="shape_0" from="4959,482" to="4959,618" ID="Line 500" stroked="t" style="position:absolute">
                    <v:stroke color="black" weight="9360" joinstyle="round" endcap="flat"/>
                    <v:fill o:detectmouseclick="t" on="false"/>
                  </v:line>
                  <v:line id="shape_0" from="4935,171" to="4935,481" ID="Line 501" stroked="t" style="position:absolute">
                    <v:stroke color="black" weight="9360" endarrow="classic" endarrowwidth="medium" endarrowlength="medium" joinstyle="round" endcap="flat"/>
                    <v:fill o:detectmouseclick="t" on="false"/>
                  </v:line>
                  <v:line id="shape_0" from="5030,1422" to="5077,1422" ID="Line 505" stroked="t" style="position:absolute;flip:x">
                    <v:stroke color="black" weight="9360" endarrow="classic" endarrowwidth="medium" endarrowlength="medium" joinstyle="round" endcap="flat"/>
                    <v:fill o:detectmouseclick="t" on="false"/>
                  </v:line>
                </v:group>
                <v:oval id="shape_0" ID="Oval 506" fillcolor="white" stroked="t" style="position:absolute;left:6410;top:2418;width:31;height:67">
                  <w10:wrap type="none"/>
                  <v:fill o:detectmouseclick="t" type="solid" color2="black"/>
                  <v:stroke color="black" weight="9360" joinstyle="round" endcap="flat"/>
                </v:oval>
                <v:oval id="shape_0" ID="Oval 507" fillcolor="white" stroked="t" style="position:absolute;left:5985;top:2981;width:30;height:67">
                  <w10:wrap type="none"/>
                  <v:fill o:detectmouseclick="t" type="solid" color2="black"/>
                  <v:stroke color="black" weight="9360" joinstyle="round" endcap="flat"/>
                </v:oval>
              </v:group>
            </w:pict>
          </mc:Fallback>
        </mc:AlternateConten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jc w:val="both"/>
        <w:rPr>
          <w:b w:val="0"/>
          <w:bCs w:val="0"/>
          <w:sz w:val="24"/>
        </w:rPr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В эпициклическом механизме кривошип </w:t>
      </w:r>
      <w:r>
        <w:rPr>
          <w:b/>
          <w:bCs/>
          <w:i/>
          <w:iCs/>
          <w:lang w:val="en-US"/>
        </w:rPr>
        <w:t>OC</w:t>
      </w:r>
      <w:r>
        <w:t xml:space="preserve"> вращается вокруг оси, проходящей через центр </w:t>
      </w:r>
      <w:r>
        <w:rPr>
          <w:b/>
          <w:bCs/>
          <w:i/>
          <w:iCs/>
          <w:lang w:val="en-US"/>
        </w:rPr>
        <w:t>O</w:t>
      </w:r>
      <w:r>
        <w:t xml:space="preserve"> неподвижной шестерни </w:t>
      </w:r>
      <w:r>
        <w:rPr>
          <w:b/>
          <w:bCs/>
          <w:i/>
          <w:iCs/>
          <w:lang w:val="en-US"/>
        </w:rPr>
        <w:t>I</w:t>
      </w:r>
      <w:r>
        <w:t xml:space="preserve"> радиуса </w:t>
      </w:r>
      <w:r>
        <w:rPr>
          <w:b/>
          <w:bCs/>
          <w:i/>
          <w:iCs/>
          <w:lang w:val="en-US"/>
        </w:rPr>
        <w:t>R</w:t>
      </w:r>
      <w:r>
        <w:t xml:space="preserve">, и приводит в движение сателлит </w:t>
      </w:r>
      <w:r>
        <w:rPr>
          <w:b/>
          <w:bCs/>
          <w:i/>
          <w:iCs/>
          <w:lang w:val="en-US"/>
        </w:rPr>
        <w:t>II</w:t>
      </w:r>
      <w:r>
        <w:t xml:space="preserve"> радиуса </w:t>
      </w:r>
      <w:r>
        <w:rPr>
          <w:b/>
          <w:bCs/>
          <w:i/>
          <w:iCs/>
          <w:lang w:val="en-US"/>
        </w:rPr>
        <w:t>r</w:t>
      </w:r>
      <w:r>
        <w:t xml:space="preserve">. К кривошипу приложен вращающий момент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вр</w:t>
      </w:r>
      <w:r>
        <w:t xml:space="preserve">. Силы трения создают на оси </w:t>
      </w:r>
      <w:r>
        <w:rPr>
          <w:b/>
          <w:bCs/>
          <w:i/>
          <w:iCs/>
          <w:lang w:val="en-US"/>
        </w:rPr>
        <w:t>C</w:t>
      </w:r>
      <w:r>
        <w:t xml:space="preserve"> сателлита м</w:t>
      </w:r>
      <w:r>
        <w:t xml:space="preserve">омент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тр</w:t>
      </w:r>
      <w:r>
        <w:t xml:space="preserve">. Ввести обобщенную координату и определить соответствующую обобщенную силу, считая, что механизм расположен в горизонтальной плоскости. </w:t>
      </w:r>
    </w:p>
    <w:p w:rsidR="001B1757" w:rsidRDefault="005267B0">
      <w:pPr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3" behindDoc="0" locked="0" layoutInCell="1" allowOverlap="1" wp14:anchorId="07712C43" wp14:editId="1BBBC4D5">
                <wp:simplePos x="0" y="0"/>
                <wp:positionH relativeFrom="column">
                  <wp:posOffset>2971800</wp:posOffset>
                </wp:positionH>
                <wp:positionV relativeFrom="paragraph">
                  <wp:posOffset>10795</wp:posOffset>
                </wp:positionV>
                <wp:extent cx="2096135" cy="1388745"/>
                <wp:effectExtent l="0" t="13335" r="0" b="8255"/>
                <wp:wrapNone/>
                <wp:docPr id="548" name="Группа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60" cy="1388160"/>
                          <a:chOff x="0" y="0"/>
                          <a:chExt cx="0" cy="0"/>
                        </a:xfrm>
                      </wpg:grpSpPr>
                      <wps:wsp>
                        <wps:cNvPr id="549" name="Прямоугольник 549"/>
                        <wps:cNvSpPr/>
                        <wps:spPr>
                          <a:xfrm>
                            <a:off x="1672560" y="237960"/>
                            <a:ext cx="42300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M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тр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g:grpSp>
                        <wpg:cNvPr id="550" name="Группа 550"/>
                        <wpg:cNvGrpSpPr/>
                        <wpg:grpSpPr>
                          <a:xfrm>
                            <a:off x="0" y="0"/>
                            <a:ext cx="1724040" cy="1388160"/>
                            <a:chOff x="0" y="0"/>
                            <a:chExt cx="0" cy="0"/>
                          </a:xfrm>
                        </wpg:grpSpPr>
                        <wpg:grpSp>
                          <wpg:cNvPr id="551" name="Группа 551"/>
                          <wpg:cNvGrpSpPr/>
                          <wpg:grpSpPr>
                            <a:xfrm>
                              <a:off x="0" y="0"/>
                              <a:ext cx="1724040" cy="1388160"/>
                              <a:chOff x="0" y="0"/>
                              <a:chExt cx="0" cy="0"/>
                            </a:xfrm>
                          </wpg:grpSpPr>
                          <wpg:grpSp>
                            <wpg:cNvPr id="552" name="Группа 552"/>
                            <wpg:cNvGrpSpPr/>
                            <wpg:grpSpPr>
                              <a:xfrm>
                                <a:off x="0" y="0"/>
                                <a:ext cx="1724040" cy="138816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553" name="Прямоугольник 553"/>
                              <wps:cNvSpPr/>
                              <wps:spPr>
                                <a:xfrm>
                                  <a:off x="1144800" y="47520"/>
                                  <a:ext cx="233640" cy="34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54" name="Прямоугольник 554"/>
                              <wps:cNvSpPr/>
                              <wps:spPr>
                                <a:xfrm>
                                  <a:off x="662400" y="581040"/>
                                  <a:ext cx="234360" cy="343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55" name="Овал 555"/>
                              <wps:cNvSpPr/>
                              <wps:spPr>
                                <a:xfrm>
                                  <a:off x="1333440" y="0"/>
                                  <a:ext cx="390600" cy="5709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56" name="Овал 556"/>
                              <wps:cNvSpPr/>
                              <wps:spPr>
                                <a:xfrm>
                                  <a:off x="805680" y="361800"/>
                                  <a:ext cx="701640" cy="1026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57" name="Прямая соединительная линия 557"/>
                              <wps:cNvCnPr/>
                              <wps:spPr>
                                <a:xfrm flipV="1">
                                  <a:off x="63360" y="151920"/>
                                  <a:ext cx="208440" cy="31860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58" name="Прямая соединительная линия 558"/>
                              <wps:cNvCnPr/>
                              <wps:spPr>
                                <a:xfrm>
                                  <a:off x="77400" y="474840"/>
                                  <a:ext cx="14652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59" name="Прямая соединительная линия 559"/>
                              <wps:cNvCnPr/>
                              <wps:spPr>
                                <a:xfrm flipV="1">
                                  <a:off x="74160" y="162720"/>
                                  <a:ext cx="208440" cy="31860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60" name="Полилиния 560"/>
                              <wps:cNvSpPr/>
                              <wps:spPr>
                                <a:xfrm>
                                  <a:off x="1255320" y="713160"/>
                                  <a:ext cx="108000" cy="132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" h="210">
                                      <a:moveTo>
                                        <a:pt x="0" y="30"/>
                                      </a:moveTo>
                                      <a:cubicBezTo>
                                        <a:pt x="60" y="15"/>
                                        <a:pt x="120" y="0"/>
                                        <a:pt x="180" y="30"/>
                                      </a:cubicBezTo>
                                      <a:cubicBezTo>
                                        <a:pt x="240" y="60"/>
                                        <a:pt x="300" y="135"/>
                                        <a:pt x="360" y="2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61" name="Полилиния 561"/>
                              <wps:cNvSpPr/>
                              <wps:spPr>
                                <a:xfrm>
                                  <a:off x="1092240" y="714960"/>
                                  <a:ext cx="234360" cy="227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" h="210">
                                      <a:moveTo>
                                        <a:pt x="0" y="30"/>
                                      </a:moveTo>
                                      <a:cubicBezTo>
                                        <a:pt x="60" y="15"/>
                                        <a:pt x="120" y="0"/>
                                        <a:pt x="180" y="30"/>
                                      </a:cubicBezTo>
                                      <a:cubicBezTo>
                                        <a:pt x="240" y="60"/>
                                        <a:pt x="300" y="135"/>
                                        <a:pt x="360" y="2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62" name="Прямая соединительная линия 562"/>
                              <wps:cNvCnPr/>
                              <wps:spPr>
                                <a:xfrm flipH="1">
                                  <a:off x="0" y="410040"/>
                                  <a:ext cx="4428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stealth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63" name="Прямоугольник 563"/>
                              <wps:cNvSpPr/>
                              <wps:spPr>
                                <a:xfrm>
                                  <a:off x="916200" y="905400"/>
                                  <a:ext cx="332280" cy="34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proofErr w:type="gramStart"/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M</w:t>
                                    </w:r>
                                    <w:proofErr w:type="gramEnd"/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вр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64" name="Полилиния 564"/>
                              <wps:cNvSpPr/>
                              <wps:spPr>
                                <a:xfrm rot="10800000">
                                  <a:off x="1405800" y="257760"/>
                                  <a:ext cx="184320" cy="15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" h="210">
                                      <a:moveTo>
                                        <a:pt x="0" y="30"/>
                                      </a:moveTo>
                                      <a:cubicBezTo>
                                        <a:pt x="60" y="15"/>
                                        <a:pt x="120" y="0"/>
                                        <a:pt x="180" y="30"/>
                                      </a:cubicBezTo>
                                      <a:cubicBezTo>
                                        <a:pt x="240" y="60"/>
                                        <a:pt x="300" y="135"/>
                                        <a:pt x="360" y="2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65" name="Прямая соединительная линия 565"/>
                              <wps:cNvCnPr/>
                              <wps:spPr>
                                <a:xfrm flipV="1">
                                  <a:off x="299880" y="198720"/>
                                  <a:ext cx="43200" cy="1656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stealth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grpSp>
                          <wps:wsp>
                            <wps:cNvPr id="566" name="Овал 566"/>
                            <wps:cNvSpPr/>
                            <wps:spPr>
                              <a:xfrm>
                                <a:off x="1528920" y="252000"/>
                                <a:ext cx="29160" cy="42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567" name="Овал 567"/>
                          <wps:cNvSpPr/>
                          <wps:spPr>
                            <a:xfrm>
                              <a:off x="1160640" y="819720"/>
                              <a:ext cx="29160" cy="424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234" editas="canvas" style="margin-left:234pt;margin-top:0.85pt;width:165pt;height:109.3pt" coordorigin="4680,17" coordsize="3300,2186">
                <v:rect id="shape_0" ID="Rectangle 509" fillcolor="white" stroked="f" style="position:absolute;left:7314;top:392;width:665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M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тр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group id="shape_0" alt="Group 510" editas="canvas" style="left:4680;top:17;width:2715;height:2186">
                  <v:group id="shape_0" alt="Group 511" editas="canvas" style="left:4680;top:17;width:2715;height:2186">
                    <v:group id="shape_0" alt="Group 512" editas="canvas" style="left:4680;top:17;width:2715;height:2186">
                      <v:rect id="shape_0" ID="Rectangle 513" fillcolor="white" stroked="f" style="position:absolute;left:6483;top:92;width:367;height:538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II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14" fillcolor="white" stroked="f" style="position:absolute;left:5723;top:932;width:368;height:539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I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oval id="shape_0" ID="Oval 515" fillcolor="white" stroked="t" style="position:absolute;left:6780;top:17;width:614;height:898">
                        <w10:wrap type="none"/>
                        <v:fill o:detectmouseclick="t" type="solid" color2="black"/>
                        <v:stroke color="black" weight="9360" joinstyle="round" endcap="flat"/>
                      </v:oval>
                      <v:oval id="shape_0" ID="Oval 516" fillcolor="white" stroked="t" style="position:absolute;left:5949;top:587;width:1104;height:1615">
                        <w10:wrap type="none"/>
                        <v:fill o:detectmouseclick="t" type="solid" color2="black"/>
                        <v:stroke color="black" weight="9360" joinstyle="round" endcap="flat"/>
                      </v:oval>
                      <v:line id="shape_0" from="4780,256" to="5107,757" ID="Line 517" stroked="t" style="position:absolute;flip:y">
                        <v:stroke color="black" weight="9360" joinstyle="round" endcap="flat"/>
                        <v:fill o:detectmouseclick="t" on="false"/>
                      </v:line>
                      <v:line id="shape_0" from="4802,765" to="5032,765" ID="Line 518" stroked="t" style="position:absolute">
                        <v:stroke color="black" weight="9360" joinstyle="round" endcap="flat"/>
                        <v:fill o:detectmouseclick="t" on="false"/>
                      </v:line>
                      <v:line id="shape_0" from="4797,273" to="5124,774" ID="Line 519" stroked="t" style="position:absolute;flip:y">
                        <v:stroke color="black" weight="9360" joinstyle="round" endcap="flat"/>
                        <v:fill o:detectmouseclick="t" on="false"/>
                      </v:line>
                      <v:line id="shape_0" from="4680,663" to="4749,663" ID="Line 522" stroked="t" style="position:absolute;flip:x">
                        <v:stroke color="black" weight="9360" endarrow="classic" endarrowwidth="medium" endarrowlength="medium" joinstyle="round" endcap="flat"/>
                        <v:fill o:detectmouseclick="t" on="false"/>
                      </v:line>
                      <v:rect id="shape_0" ID="Rectangle 523" fillcolor="white" stroked="f" style="position:absolute;left:6123;top:1443;width:522;height:538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M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вр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line id="shape_0" from="5152,330" to="5219,355" ID="Line 525" stroked="t" style="position:absolute;flip:y">
                        <v:stroke color="black" weight="9360" endarrow="classic" endarrowwidth="medium" endarrowlength="medium" joinstyle="round" endcap="flat"/>
                        <v:fill o:detectmouseclick="t" on="false"/>
                      </v:line>
                    </v:group>
                    <v:oval id="shape_0" ID="Oval 526" fillcolor="white" stroked="t" style="position:absolute;left:7088;top:414;width:45;height:66">
                      <w10:wrap type="none"/>
                      <v:fill o:detectmouseclick="t" type="solid" color2="black"/>
                      <v:stroke color="black" weight="9360" joinstyle="round" endcap="flat"/>
                    </v:oval>
                  </v:group>
                  <v:oval id="shape_0" ID="Oval 527" fillcolor="white" stroked="t" style="position:absolute;left:6508;top:1308;width:45;height:66">
                    <w10:wrap type="none"/>
                    <v:fill o:detectmouseclick="t" type="solid" color2="black"/>
                    <v:stroke color="black" weight="9360" joinstyle="round" endcap="flat"/>
                  </v:oval>
                </v:group>
              </v:group>
            </w:pict>
          </mc:Fallback>
        </mc:AlternateConten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tabs>
          <w:tab w:val="left" w:pos="1080"/>
          <w:tab w:val="left" w:pos="1260"/>
        </w:tabs>
        <w:spacing w:before="0"/>
        <w:jc w:val="both"/>
      </w:pPr>
      <w:r>
        <w:t xml:space="preserve">Двойной математический маятник состоит из двух невесомых стержней длины </w:t>
      </w:r>
      <w:r>
        <w:rPr>
          <w:b/>
          <w:bCs/>
          <w:i/>
          <w:iCs/>
          <w:lang w:val="en-US"/>
        </w:rPr>
        <w:t>l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l</w:t>
      </w:r>
      <w:r>
        <w:rPr>
          <w:b/>
          <w:bCs/>
          <w:i/>
          <w:iCs/>
          <w:vertAlign w:val="subscript"/>
        </w:rPr>
        <w:t>2</w:t>
      </w:r>
      <w:r>
        <w:t xml:space="preserve">, на концах которых укреплены материальные точки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 соответственно. Первый стержень может вращаться вокруг неподвижной горизонтальной оси </w:t>
      </w:r>
      <w:r>
        <w:rPr>
          <w:b/>
          <w:bCs/>
          <w:i/>
          <w:iCs/>
          <w:lang w:val="en-US"/>
        </w:rPr>
        <w:t>O</w:t>
      </w:r>
      <w:r>
        <w:t xml:space="preserve">, а второй – вокруг горизонтальной оси, связанной с первой точкой. Ввести обобщенные координаты и </w:t>
      </w:r>
      <w:r>
        <w:t>вычислить обобщенные силы.</w:t>
      </w:r>
    </w:p>
    <w:p w:rsidR="001B1757" w:rsidRDefault="005267B0">
      <w:pPr>
        <w:tabs>
          <w:tab w:val="left" w:pos="1080"/>
          <w:tab w:val="left" w:pos="1260"/>
        </w:tabs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4" behindDoc="0" locked="0" layoutInCell="1" allowOverlap="1" wp14:anchorId="0D7AE597" wp14:editId="3EC68CE6">
                <wp:simplePos x="0" y="0"/>
                <wp:positionH relativeFrom="column">
                  <wp:posOffset>2171700</wp:posOffset>
                </wp:positionH>
                <wp:positionV relativeFrom="paragraph">
                  <wp:posOffset>95885</wp:posOffset>
                </wp:positionV>
                <wp:extent cx="3086735" cy="1715135"/>
                <wp:effectExtent l="0" t="13335" r="0" b="0"/>
                <wp:wrapNone/>
                <wp:docPr id="568" name="Группа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280" cy="1714680"/>
                          <a:chOff x="0" y="0"/>
                          <a:chExt cx="0" cy="0"/>
                        </a:xfrm>
                      </wpg:grpSpPr>
                      <wps:wsp>
                        <wps:cNvPr id="569" name="Прямоугольник 569"/>
                        <wps:cNvSpPr/>
                        <wps:spPr>
                          <a:xfrm>
                            <a:off x="1162080" y="329040"/>
                            <a:ext cx="356400" cy="334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  <w:jc w:val="both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g:grpSp>
                        <wpg:cNvPr id="570" name="Группа 570"/>
                        <wpg:cNvGrpSpPr/>
                        <wpg:grpSpPr>
                          <a:xfrm>
                            <a:off x="0" y="0"/>
                            <a:ext cx="3086280" cy="1714680"/>
                            <a:chOff x="0" y="0"/>
                            <a:chExt cx="0" cy="0"/>
                          </a:xfrm>
                        </wpg:grpSpPr>
                        <wpg:grpSp>
                          <wpg:cNvPr id="571" name="Группа 571"/>
                          <wpg:cNvGrpSpPr/>
                          <wpg:grpSpPr>
                            <a:xfrm>
                              <a:off x="0" y="0"/>
                              <a:ext cx="3086280" cy="1714680"/>
                              <a:chOff x="0" y="0"/>
                              <a:chExt cx="0" cy="0"/>
                            </a:xfrm>
                          </wpg:grpSpPr>
                          <wpg:grpSp>
                            <wpg:cNvPr id="572" name="Группа 572"/>
                            <wpg:cNvGrpSpPr/>
                            <wpg:grpSpPr>
                              <a:xfrm>
                                <a:off x="0" y="0"/>
                                <a:ext cx="3086280" cy="17146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573" name="Прямоугольник 573"/>
                              <wps:cNvSpPr/>
                              <wps:spPr>
                                <a:xfrm>
                                  <a:off x="1429560" y="859320"/>
                                  <a:ext cx="304200" cy="334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φ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4" name="Прямоугольник 574"/>
                              <wps:cNvSpPr/>
                              <wps:spPr>
                                <a:xfrm>
                                  <a:off x="916920" y="431280"/>
                                  <a:ext cx="304200" cy="334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φ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5" name="Прямоугольник 575"/>
                              <wps:cNvSpPr/>
                              <wps:spPr>
                                <a:xfrm>
                                  <a:off x="1920240" y="812880"/>
                                  <a:ext cx="356400" cy="334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6" name="Прямоугольник 576"/>
                              <wps:cNvSpPr/>
                              <wps:spPr>
                                <a:xfrm>
                                  <a:off x="1332720" y="570960"/>
                                  <a:ext cx="356400" cy="334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7" name="Прямоугольник 577"/>
                              <wps:cNvSpPr/>
                              <wps:spPr>
                                <a:xfrm>
                                  <a:off x="1652400" y="691560"/>
                                  <a:ext cx="267480" cy="33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8" name="Прямоугольник 578"/>
                              <wps:cNvSpPr/>
                              <wps:spPr>
                                <a:xfrm>
                                  <a:off x="679320" y="68040"/>
                                  <a:ext cx="266760" cy="33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79" name="Прямоугольник 579"/>
                              <wps:cNvSpPr/>
                              <wps:spPr>
                                <a:xfrm>
                                  <a:off x="2819520" y="170640"/>
                                  <a:ext cx="266760" cy="334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80" name="Прямоугольник 580"/>
                              <wps:cNvSpPr/>
                              <wps:spPr>
                                <a:xfrm>
                                  <a:off x="701640" y="1379880"/>
                                  <a:ext cx="266760" cy="33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581" name="Прямая соединительная линия 581"/>
                              <wps:cNvCnPr/>
                              <wps:spPr>
                                <a:xfrm>
                                  <a:off x="0" y="0"/>
                                  <a:ext cx="15192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2" name="Равнобедренный треугольник 582"/>
                              <wps:cNvSpPr/>
                              <wps:spPr>
                                <a:xfrm rot="10800000">
                                  <a:off x="812880" y="43200"/>
                                  <a:ext cx="177840" cy="1544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3" name="Прямая соединительная линия 583"/>
                              <wps:cNvCnPr/>
                              <wps:spPr>
                                <a:xfrm>
                                  <a:off x="71640" y="110520"/>
                                  <a:ext cx="0" cy="75960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4" name="Прямая соединительная линия 584"/>
                              <wps:cNvCnPr/>
                              <wps:spPr>
                                <a:xfrm>
                                  <a:off x="71640" y="94680"/>
                                  <a:ext cx="116280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5" name="Овал 585"/>
                              <wps:cNvSpPr/>
                              <wps:spPr>
                                <a:xfrm>
                                  <a:off x="887040" y="179640"/>
                                  <a:ext cx="33120" cy="417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6" name="Прямая соединительная линия 586"/>
                              <wps:cNvCnPr/>
                              <wps:spPr>
                                <a:xfrm>
                                  <a:off x="84600" y="105480"/>
                                  <a:ext cx="252720" cy="31608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7" name="Прямая соединительная линия 587"/>
                              <wps:cNvCnPr/>
                              <wps:spPr>
                                <a:xfrm>
                                  <a:off x="354240" y="426600"/>
                                  <a:ext cx="302760" cy="12708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8" name="Прямая соединительная линия 588"/>
                              <wps:cNvCnPr/>
                              <wps:spPr>
                                <a:xfrm>
                                  <a:off x="341640" y="442440"/>
                                  <a:ext cx="0" cy="18972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89" name="Прямая соединительная линия 589"/>
                              <wps:cNvCnPr/>
                              <wps:spPr>
                                <a:xfrm>
                                  <a:off x="666000" y="574560"/>
                                  <a:ext cx="0" cy="18972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grpSp>
                          <wps:wsp>
                            <wps:cNvPr id="590" name="Овал 590"/>
                            <wps:cNvSpPr/>
                            <wps:spPr>
                              <a:xfrm>
                                <a:off x="1359000" y="770400"/>
                                <a:ext cx="33120" cy="417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91" name="Овал 591"/>
                            <wps:cNvSpPr/>
                            <wps:spPr>
                              <a:xfrm>
                                <a:off x="1938600" y="1012320"/>
                                <a:ext cx="33120" cy="417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592" name="Полилиния 592"/>
                          <wps:cNvSpPr/>
                          <wps:spPr>
                            <a:xfrm>
                              <a:off x="902160" y="403200"/>
                              <a:ext cx="177840" cy="1112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93" name="Полилиния 593"/>
                          <wps:cNvSpPr/>
                          <wps:spPr>
                            <a:xfrm>
                              <a:off x="1384920" y="859320"/>
                              <a:ext cx="177840" cy="1112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208" editas="canvas" style="margin-left:171pt;margin-top:7.55pt;width:243pt;height:135pt" coordorigin="3420,151" coordsize="4860,2700">
                <v:rect id="shape_0" ID="Rectangle 529" fillcolor="white" stroked="f" style="position:absolute;left:5250;top:669;width:560;height:52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both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l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group id="shape_0" alt="Group 530" editas="canvas" style="left:3420;top:151;width:4860;height:2700">
                  <v:group id="shape_0" alt="Group 531" editas="canvas" style="left:3420;top:151;width:4860;height:2700">
                    <v:group id="shape_0" alt="Group 532" editas="canvas" style="left:3420;top:151;width:4860;height:2700">
                      <v:rect id="shape_0" ID="Rectangle 533" fillcolor="white" stroked="f" style="position:absolute;left:5672;top:1504;width:478;height:525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φ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4" fillcolor="white" stroked="f" style="position:absolute;left:4864;top:830;width:478;height:525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φ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1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5" fillcolor="white" stroked="f" style="position:absolute;left:6444;top:1431;width:560;height:525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M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6" fillcolor="white" stroked="f" style="position:absolute;left:5519;top:1050;width:560;height:525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M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1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7" fillcolor="white" stroked="f" style="position:absolute;left:6022;top:1240;width:420;height:526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l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8" fillcolor="white" stroked="f" style="position:absolute;left:4490;top:258;width:419;height:526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O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39" fillcolor="white" stroked="f" style="position:absolute;left:7860;top:420;width:419;height:525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y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540" fillcolor="white" stroked="f" style="position:absolute;left:4525;top:2324;width:419;height:526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x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line id="shape_0" from="3420,151" to="3658,151" ID="Line 541" stroked="t" style="position:absolute">
                        <v:stroke color="black" weight="9360" joinstyle="round" endcap="flat"/>
                        <v:fill o:detectmouseclick="t" on="false"/>
                      </v:line>
                      <v:shape id="shape_0" ID="AutoShape 542" fillcolor="white" stroked="t" style="position:absolute;left:4700;top:219;width:279;height:242;rotation:180" type="shapetype_5">
                        <w10:wrap type="none"/>
                        <v:fill o:detectmouseclick="t" type="solid" color2="black"/>
                        <v:stroke color="black" weight="9360" joinstyle="miter" endcap="flat"/>
                      </v:shape>
                      <v:line id="shape_0" from="3533,325" to="3533,1520" ID="Line 543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line id="shape_0" from="3533,300" to="5363,300" ID="Line 544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oval id="shape_0" ID="Oval 545" fillcolor="black" stroked="t" style="position:absolute;left:4817;top:434;width:51;height:65">
                        <w10:wrap type="none"/>
                        <v:fill o:detectmouseclick="t" type="solid" color2="white"/>
                        <v:stroke color="black" weight="9360" joinstyle="round" endcap="flat"/>
                      </v:oval>
                      <v:line id="shape_0" from="3554,317" to="3951,814" ID="Line 546" stroked="t" style="position:absolute">
                        <v:stroke color="black" weight="9360" joinstyle="round" endcap="flat"/>
                        <v:fill o:detectmouseclick="t" on="false"/>
                      </v:line>
                      <v:line id="shape_0" from="3978,823" to="4454,1022" ID="Line 547" stroked="t" style="position:absolute">
                        <v:stroke color="black" weight="9360" joinstyle="round" endcap="flat"/>
                        <v:fill o:detectmouseclick="t" on="false"/>
                      </v:line>
                      <v:line id="shape_0" from="3958,848" to="3958,1146" ID="Line 548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line id="shape_0" from="4469,1056" to="4469,1354" ID="Line 549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</v:group>
                    <v:oval id="shape_0" ID="Oval 550" fillcolor="black" stroked="t" style="position:absolute;left:5560;top:1364;width:51;height:65">
                      <w10:wrap type="none"/>
                      <v:fill o:detectmouseclick="t" type="solid" color2="white"/>
                      <v:stroke color="black" weight="9360" joinstyle="round" endcap="flat"/>
                    </v:oval>
                    <v:oval id="shape_0" ID="Oval 551" fillcolor="black" stroked="t" style="position:absolute;left:6473;top:1745;width:51;height:65">
                      <w10:wrap type="none"/>
                      <v:fill o:detectmouseclick="t" type="solid" color2="white"/>
                      <v:stroke color="black" weight="9360" joinstyle="round" endcap="flat"/>
                    </v:oval>
                  </v:group>
                </v:group>
              </v:group>
            </w:pict>
          </mc:Fallback>
        </mc:AlternateContent>
      </w:r>
    </w:p>
    <w:p w:rsidR="001B1757" w:rsidRDefault="005267B0">
      <w:pPr>
        <w:spacing w:before="0"/>
        <w:ind w:left="360"/>
      </w:pP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Два груза </w:t>
      </w:r>
      <w:r>
        <w:rPr>
          <w:b/>
          <w:bCs/>
          <w:i/>
          <w:iCs/>
          <w:lang w:val="en-US"/>
        </w:rPr>
        <w:t>A</w:t>
      </w:r>
      <w:r>
        <w:t xml:space="preserve"> и </w:t>
      </w:r>
      <w:r>
        <w:rPr>
          <w:b/>
          <w:bCs/>
          <w:i/>
          <w:iCs/>
          <w:lang w:val="en-US"/>
        </w:rPr>
        <w:t>B</w:t>
      </w:r>
      <w:r>
        <w:t xml:space="preserve">, находящиеся на гладких наклонных плоскостях, удерживают в равновесии груз </w:t>
      </w:r>
      <w:r>
        <w:rPr>
          <w:b/>
          <w:bCs/>
          <w:i/>
          <w:iCs/>
          <w:lang w:val="en-US"/>
        </w:rPr>
        <w:t>C</w:t>
      </w:r>
      <w:r>
        <w:t xml:space="preserve"> силы тяжести </w:t>
      </w:r>
      <w:r>
        <w:rPr>
          <w:b/>
          <w:bCs/>
          <w:i/>
          <w:iCs/>
          <w:lang w:val="en-US"/>
        </w:rPr>
        <w:t>P</w:t>
      </w:r>
      <w:r>
        <w:t xml:space="preserve"> при помощи троса, перекинутого через два соосных блока </w:t>
      </w:r>
      <w:r>
        <w:rPr>
          <w:b/>
          <w:bCs/>
          <w:i/>
          <w:iCs/>
          <w:lang w:val="en-US"/>
        </w:rPr>
        <w:t>I</w:t>
      </w:r>
      <w:r>
        <w:t xml:space="preserve"> и </w:t>
      </w:r>
      <w:r>
        <w:rPr>
          <w:b/>
          <w:bCs/>
          <w:i/>
          <w:iCs/>
          <w:lang w:val="en-US"/>
        </w:rPr>
        <w:t>II</w:t>
      </w:r>
      <w:r>
        <w:t xml:space="preserve"> и свободный блок </w:t>
      </w:r>
      <w:r>
        <w:rPr>
          <w:b/>
          <w:bCs/>
          <w:i/>
          <w:iCs/>
          <w:lang w:val="en-US"/>
        </w:rPr>
        <w:t>III</w:t>
      </w:r>
      <w:r>
        <w:t xml:space="preserve">. Найти силы тяжести грузов </w:t>
      </w:r>
      <w:r>
        <w:rPr>
          <w:b/>
          <w:bCs/>
          <w:i/>
          <w:iCs/>
          <w:lang w:val="en-US"/>
        </w:rPr>
        <w:t>P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P</w:t>
      </w:r>
      <w:r>
        <w:rPr>
          <w:b/>
          <w:bCs/>
          <w:i/>
          <w:iCs/>
          <w:vertAlign w:val="subscript"/>
        </w:rPr>
        <w:t>2</w:t>
      </w:r>
      <w:r>
        <w:t xml:space="preserve">, если наклонные плоскости составляют с горизонтом углы </w:t>
      </w:r>
      <w:r>
        <w:rPr>
          <w:b/>
          <w:bCs/>
          <w:i/>
          <w:iCs/>
        </w:rPr>
        <w:t>α</w:t>
      </w:r>
      <w:r>
        <w:t xml:space="preserve"> и </w:t>
      </w:r>
      <w:r>
        <w:rPr>
          <w:b/>
          <w:bCs/>
          <w:i/>
          <w:iCs/>
        </w:rPr>
        <w:t>β</w:t>
      </w:r>
      <w:r>
        <w:t>. Трением и массой блоков и троса пренебречь.</w:t>
      </w:r>
    </w:p>
    <w:p w:rsidR="001B1757" w:rsidRDefault="001B1757">
      <w:pPr>
        <w:spacing w:before="0"/>
      </w:pP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25" behindDoc="0" locked="0" layoutInCell="1" allowOverlap="1" wp14:anchorId="6218327D" wp14:editId="5555C491">
                <wp:simplePos x="0" y="0"/>
                <wp:positionH relativeFrom="column">
                  <wp:posOffset>2400300</wp:posOffset>
                </wp:positionH>
                <wp:positionV relativeFrom="paragraph">
                  <wp:posOffset>-197485</wp:posOffset>
                </wp:positionV>
                <wp:extent cx="2677160" cy="1562735"/>
                <wp:effectExtent l="9525" t="0" r="0" b="1270"/>
                <wp:wrapNone/>
                <wp:docPr id="594" name="Группа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600" cy="1562040"/>
                          <a:chOff x="0" y="0"/>
                          <a:chExt cx="0" cy="0"/>
                        </a:xfrm>
                      </wpg:grpSpPr>
                      <wps:wsp>
                        <wps:cNvPr id="595" name="Прямоугольник 595"/>
                        <wps:cNvSpPr/>
                        <wps:spPr>
                          <a:xfrm>
                            <a:off x="1572120" y="676440"/>
                            <a:ext cx="32904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III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596" name="Прямоугольник 596"/>
                        <wps:cNvSpPr/>
                        <wps:spPr>
                          <a:xfrm>
                            <a:off x="1730520" y="0"/>
                            <a:ext cx="36324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I, II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597" name="Прямоугольник 597"/>
                        <wps:cNvSpPr/>
                        <wps:spPr>
                          <a:xfrm>
                            <a:off x="2286000" y="1219680"/>
                            <a:ext cx="32904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β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598" name="Прямоугольник 598"/>
                        <wps:cNvSpPr/>
                        <wps:spPr>
                          <a:xfrm>
                            <a:off x="954360" y="1210320"/>
                            <a:ext cx="32904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α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599" name="Прямоугольник 599"/>
                        <wps:cNvSpPr/>
                        <wps:spPr>
                          <a:xfrm>
                            <a:off x="1613520" y="1077120"/>
                            <a:ext cx="329040" cy="342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00" name="Прямоугольник 600"/>
                        <wps:cNvSpPr/>
                        <wps:spPr>
                          <a:xfrm>
                            <a:off x="2347560" y="647640"/>
                            <a:ext cx="32904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01" name="Прямоугольник 601"/>
                        <wps:cNvSpPr/>
                        <wps:spPr>
                          <a:xfrm>
                            <a:off x="1016640" y="628560"/>
                            <a:ext cx="329040" cy="34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02" name="Овал 602"/>
                        <wps:cNvSpPr/>
                        <wps:spPr>
                          <a:xfrm>
                            <a:off x="1812240" y="228600"/>
                            <a:ext cx="164520" cy="2278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3" name="Прямая соединительная линия 603"/>
                        <wps:cNvCnPr/>
                        <wps:spPr>
                          <a:xfrm>
                            <a:off x="0" y="923400"/>
                            <a:ext cx="102672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4" name="Прямая соединительная линия 604"/>
                        <wps:cNvCnPr/>
                        <wps:spPr>
                          <a:xfrm flipH="1">
                            <a:off x="0" y="275040"/>
                            <a:ext cx="653400" cy="648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5" name="Прямая соединительная линия 605"/>
                        <wps:cNvCnPr/>
                        <wps:spPr>
                          <a:xfrm>
                            <a:off x="649440" y="275040"/>
                            <a:ext cx="373320" cy="648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6" name="Овал 606"/>
                        <wps:cNvSpPr/>
                        <wps:spPr>
                          <a:xfrm>
                            <a:off x="1812240" y="685800"/>
                            <a:ext cx="16452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7" name="Прямая соединительная линия 607"/>
                        <wps:cNvCnPr/>
                        <wps:spPr>
                          <a:xfrm>
                            <a:off x="603360" y="275040"/>
                            <a:ext cx="0" cy="259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8" name="Прямая соединительная линия 608"/>
                        <wps:cNvCnPr/>
                        <wps:spPr>
                          <a:xfrm>
                            <a:off x="696600" y="275040"/>
                            <a:ext cx="0" cy="259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9" name="Прямая соединительная линия 609"/>
                        <wps:cNvCnPr/>
                        <wps:spPr>
                          <a:xfrm>
                            <a:off x="649440" y="539640"/>
                            <a:ext cx="0" cy="1944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0" name="Прямоугольник 610"/>
                        <wps:cNvSpPr/>
                        <wps:spPr>
                          <a:xfrm>
                            <a:off x="1798920" y="1143720"/>
                            <a:ext cx="191160" cy="150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1" name="Прямая соединительная линия 611"/>
                        <wps:cNvCnPr/>
                        <wps:spPr>
                          <a:xfrm flipH="1">
                            <a:off x="299880" y="226080"/>
                            <a:ext cx="326520" cy="3243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2" name="Прямоугольник 612"/>
                        <wps:cNvSpPr/>
                        <wps:spPr>
                          <a:xfrm rot="19500000">
                            <a:off x="1070640" y="763920"/>
                            <a:ext cx="248760" cy="163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3" name="Прямая соединительная линия 613"/>
                        <wps:cNvCnPr/>
                        <wps:spPr>
                          <a:xfrm>
                            <a:off x="684360" y="231840"/>
                            <a:ext cx="186840" cy="3240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4" name="Прямоугольник 614"/>
                        <wps:cNvSpPr/>
                        <wps:spPr>
                          <a:xfrm rot="3240000">
                            <a:off x="2212920" y="745560"/>
                            <a:ext cx="208440" cy="179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5" name="Полилиния 615"/>
                        <wps:cNvSpPr/>
                        <wps:spPr>
                          <a:xfrm>
                            <a:off x="995760" y="1229400"/>
                            <a:ext cx="178560" cy="246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" h="390">
                                <a:moveTo>
                                  <a:pt x="0" y="30"/>
                                </a:moveTo>
                                <a:cubicBezTo>
                                  <a:pt x="60" y="15"/>
                                  <a:pt x="120" y="0"/>
                                  <a:pt x="180" y="30"/>
                                </a:cubicBezTo>
                                <a:cubicBezTo>
                                  <a:pt x="240" y="60"/>
                                  <a:pt x="330" y="150"/>
                                  <a:pt x="360" y="210"/>
                                </a:cubicBezTo>
                                <a:cubicBezTo>
                                  <a:pt x="390" y="270"/>
                                  <a:pt x="360" y="360"/>
                                  <a:pt x="360" y="39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16" name="Полилиния 616"/>
                        <wps:cNvSpPr/>
                        <wps:spPr>
                          <a:xfrm rot="16200000">
                            <a:off x="2251800" y="1230120"/>
                            <a:ext cx="246960" cy="177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" h="390">
                                <a:moveTo>
                                  <a:pt x="0" y="30"/>
                                </a:moveTo>
                                <a:cubicBezTo>
                                  <a:pt x="60" y="15"/>
                                  <a:pt x="120" y="0"/>
                                  <a:pt x="180" y="30"/>
                                </a:cubicBezTo>
                                <a:cubicBezTo>
                                  <a:pt x="240" y="60"/>
                                  <a:pt x="330" y="150"/>
                                  <a:pt x="360" y="210"/>
                                </a:cubicBezTo>
                                <a:cubicBezTo>
                                  <a:pt x="390" y="270"/>
                                  <a:pt x="360" y="360"/>
                                  <a:pt x="360" y="39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85" editas="canvas" style="margin-left:189pt;margin-top:-15.55pt;width:210.75pt;height:122.95pt" coordorigin="3780,-311" coordsize="4215,2459">
                <v:rect id="shape_0" ID="Rectangle 555" fillcolor="white" stroked="f" style="position:absolute;left:6256;top:754;width:517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III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56" fillcolor="white" stroked="f" style="position:absolute;left:6506;top:-311;width:571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I, II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57" fillcolor="white" stroked="f" style="position:absolute;left:7380;top:1610;width:517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β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58" fillcolor="white" stroked="f" style="position:absolute;left:5283;top:1595;width:517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α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59" fillcolor="white" stroked="f" style="position:absolute;left:6321;top:1385;width:517;height:538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60" fillcolor="white" stroked="f" style="position:absolute;left:7477;top:709;width:517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61" fillcolor="white" stroked="f" style="position:absolute;left:5381;top:679;width:517;height:539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oval id="shape_0" ID="Oval 562" fillcolor="white" stroked="t" style="position:absolute;left:6634;top:49;width:258;height:358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3780,1143" to="5396,1143" ID="Line 563" stroked="t" style="position:absolute">
                  <v:stroke color="black" weight="9360" joinstyle="round" endcap="flat"/>
                  <v:fill o:detectmouseclick="t" on="false"/>
                </v:line>
                <v:line id="shape_0" from="3780,122" to="4808,1142" ID="Line 564" stroked="t" style="position:absolute;flip:x">
                  <v:stroke color="black" weight="9360" joinstyle="round" endcap="flat"/>
                  <v:fill o:detectmouseclick="t" on="false"/>
                </v:line>
                <v:line id="shape_0" from="4803,122" to="5390,1142" ID="Line 565" stroked="t" style="position:absolute">
                  <v:stroke color="black" weight="9360" joinstyle="round" endcap="flat"/>
                  <v:fill o:detectmouseclick="t" on="false"/>
                </v:line>
                <v:oval id="shape_0" ID="Oval 566" fillcolor="white" stroked="t" style="position:absolute;left:6634;top:769;width:258;height:359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4730,122" to="4730,529" ID="Line 567" stroked="t" style="position:absolute">
                  <v:stroke color="black" weight="9360" joinstyle="round" endcap="flat"/>
                  <v:fill o:detectmouseclick="t" on="false"/>
                </v:line>
                <v:line id="shape_0" from="4877,122" to="4877,529" ID="Line 568" stroked="t" style="position:absolute">
                  <v:stroke color="black" weight="9360" joinstyle="round" endcap="flat"/>
                  <v:fill o:detectmouseclick="t" on="false"/>
                </v:line>
                <v:line id="shape_0" from="4803,539" to="4803,844" ID="Line 569" stroked="t" style="position:absolute">
                  <v:stroke color="black" weight="9360" joinstyle="round" endcap="flat"/>
                  <v:fill o:detectmouseclick="t" on="false"/>
                </v:line>
                <v:rect id="shape_0" ID="Rectangle 570" fillcolor="white" stroked="t" style="position:absolute;left:6613;top:1490;width:300;height:236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253,45" to="4766,555" ID="Line 571" stroked="t" style="position:absolute;flip:x">
                  <v:stroke color="black" weight="9360" joinstyle="round" endcap="flat"/>
                  <v:fill o:detectmouseclick="t" on="false"/>
                </v:line>
                <v:rect id="shape_0" ID="Rectangle 572" fillcolor="white" stroked="t" style="position:absolute;left:5504;top:981;width:391;height:257;rotation:325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4858,54" to="5151,563" ID="Line 573" stroked="t" style="position:absolute">
                  <v:stroke color="black" weight="9360" joinstyle="round" endcap="flat"/>
                  <v:fill o:detectmouseclick="t" on="false"/>
                </v:line>
                <v:rect id="shape_0" ID="Rectangle 574" fillcolor="white" stroked="t" style="position:absolute;left:7311;top:937;width:327;height:282;rotation:54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</w:r>
      <w:r>
        <w:t xml:space="preserve">     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Два тела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 с массами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 связаны между собой </w:t>
      </w:r>
      <w:proofErr w:type="gramStart"/>
      <w:r>
        <w:t>абсолютно гибкой</w:t>
      </w:r>
      <w:proofErr w:type="gramEnd"/>
      <w:r>
        <w:t xml:space="preserve"> и нерастяжимой нитью, перекинутой через блок </w:t>
      </w:r>
      <w:r>
        <w:rPr>
          <w:b/>
          <w:bCs/>
          <w:i/>
          <w:iCs/>
          <w:lang w:val="en-US"/>
        </w:rPr>
        <w:t>K</w:t>
      </w:r>
      <w:r>
        <w:t>. Пренебрегая массой нити и блока, а также трением, определить закон движения грузов.</w:t>
      </w: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26" behindDoc="0" locked="0" layoutInCell="1" allowOverlap="1" wp14:anchorId="5662E2BD" wp14:editId="2AA1545D">
                <wp:simplePos x="0" y="0"/>
                <wp:positionH relativeFrom="column">
                  <wp:posOffset>3086100</wp:posOffset>
                </wp:positionH>
                <wp:positionV relativeFrom="paragraph">
                  <wp:posOffset>43180</wp:posOffset>
                </wp:positionV>
                <wp:extent cx="943610" cy="1638935"/>
                <wp:effectExtent l="9525" t="1905" r="0" b="0"/>
                <wp:wrapNone/>
                <wp:docPr id="617" name="Группа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840" cy="1638360"/>
                          <a:chOff x="0" y="0"/>
                          <a:chExt cx="0" cy="0"/>
                        </a:xfrm>
                      </wpg:grpSpPr>
                      <wpg:grpSp>
                        <wpg:cNvPr id="618" name="Группа 618"/>
                        <wpg:cNvGrpSpPr/>
                        <wpg:grpSpPr>
                          <a:xfrm>
                            <a:off x="0" y="0"/>
                            <a:ext cx="942840" cy="1638360"/>
                            <a:chOff x="0" y="0"/>
                            <a:chExt cx="0" cy="0"/>
                          </a:xfrm>
                        </wpg:grpSpPr>
                        <wps:wsp>
                          <wps:cNvPr id="619" name="Прямоугольник 619"/>
                          <wps:cNvSpPr/>
                          <wps:spPr>
                            <a:xfrm>
                              <a:off x="663480" y="0"/>
                              <a:ext cx="173880" cy="28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20" name="Прямоугольник 620"/>
                          <wps:cNvSpPr/>
                          <wps:spPr>
                            <a:xfrm>
                              <a:off x="748800" y="723960"/>
                              <a:ext cx="194400" cy="343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position w:val="-7"/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21" name="Прямоугольник 621"/>
                          <wps:cNvSpPr/>
                          <wps:spPr>
                            <a:xfrm>
                              <a:off x="622800" y="1296000"/>
                              <a:ext cx="19440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position w:val="-7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22" name="Овал 622"/>
                          <wps:cNvSpPr/>
                          <wps:spPr>
                            <a:xfrm>
                              <a:off x="590400" y="209520"/>
                              <a:ext cx="132840" cy="3124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3" name="Прямая соединительная линия 623"/>
                          <wps:cNvCnPr/>
                          <wps:spPr>
                            <a:xfrm>
                              <a:off x="0" y="165240"/>
                              <a:ext cx="0" cy="5835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4" name="Прямая соединительная линия 624"/>
                          <wps:cNvCnPr/>
                          <wps:spPr>
                            <a:xfrm>
                              <a:off x="76320" y="181080"/>
                              <a:ext cx="0" cy="2592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5" name="Прямоугольник 625"/>
                          <wps:cNvSpPr/>
                          <wps:spPr>
                            <a:xfrm>
                              <a:off x="541800" y="1353240"/>
                              <a:ext cx="97200" cy="157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6" name="Прямоугольник 626"/>
                          <wps:cNvSpPr/>
                          <wps:spPr>
                            <a:xfrm>
                              <a:off x="682560" y="800280"/>
                              <a:ext cx="82440" cy="122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7" name="Прямая соединительная линия 627"/>
                          <wps:cNvCnPr/>
                          <wps:spPr>
                            <a:xfrm>
                              <a:off x="30960" y="138600"/>
                              <a:ext cx="5040" cy="439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8" name="Прямая соединительная линия 628"/>
                          <wps:cNvCnPr/>
                          <wps:spPr>
                            <a:xfrm flipH="1">
                              <a:off x="40680" y="139680"/>
                              <a:ext cx="6840" cy="414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629" name="Прямая соединительная линия 629"/>
                        <wps:cNvCnPr/>
                        <wps:spPr>
                          <a:xfrm>
                            <a:off x="16560" y="137880"/>
                            <a:ext cx="450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30" name="Овал 630"/>
                        <wps:cNvSpPr/>
                        <wps:spPr>
                          <a:xfrm>
                            <a:off x="650880" y="343080"/>
                            <a:ext cx="18360" cy="424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71" editas="canvas" style="margin-left:243pt;margin-top:3.4pt;width:74.25pt;height:129pt" coordorigin="4860,68" coordsize="1485,2580">
                <v:group id="shape_0" alt="Group 578" editas="canvas" style="left:4860;top:68;width:1485;height:2580">
                  <v:rect id="shape_0" ID="Rectangle 579" fillcolor="white" stroked="f" style="position:absolute;left:5905;top:68;width:273;height:44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K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580" fillcolor="white" stroked="f" style="position:absolute;left:6039;top:1208;width:305;height:539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position w:val="-7"/>
                              <w:rFonts w:ascii="Calibri" w:hAnsi="Calibri" w:eastAsia="Calibri"/>
                            </w:rPr>
                            <w:t>2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581" fillcolor="white" stroked="f" style="position:absolute;left:5841;top:2109;width:305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position w:val="-7"/>
                              <w:rFonts w:ascii="Calibri" w:hAnsi="Calibri" w:eastAsia="Calibri"/>
                            </w:rPr>
                            <w:t>1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oval id="shape_0" ID="Oval 582" fillcolor="white" stroked="t" style="position:absolute;left:5790;top:398;width:208;height:491">
                    <w10:wrap type="none"/>
                    <v:fill o:detectmouseclick="t" type="solid" color2="black"/>
                    <v:stroke color="black" weight="9360" joinstyle="round" endcap="flat"/>
                  </v:oval>
                  <v:line id="shape_0" from="4860,328" to="4860,1246" ID="Line 583" stroked="t" style="position:absolute">
                    <v:stroke color="black" weight="9360" joinstyle="round" endcap="flat"/>
                    <v:fill o:detectmouseclick="t" on="false"/>
                  </v:line>
                  <v:line id="shape_0" from="4980,353" to="4980,760" ID="Line 584" stroked="t" style="position:absolute">
                    <v:stroke color="black" weight="9360" joinstyle="round" endcap="flat"/>
                    <v:fill o:detectmouseclick="t" on="false"/>
                  </v:line>
                  <v:rect id="shape_0" ID="Rectangle 585" fillcolor="white" stroked="t" style="position:absolute;left:5714;top:2199;width:152;height:247">
                    <w10:wrap type="none"/>
                    <v:fill o:detectmouseclick="t" type="solid" color2="black"/>
                    <v:stroke color="black" weight="9360" joinstyle="miter" endcap="flat"/>
                  </v:rect>
                  <v:rect id="shape_0" ID="Rectangle 586" fillcolor="white" stroked="t" style="position:absolute;left:5935;top:1328;width:129;height:192">
                    <w10:wrap type="none"/>
                    <v:fill o:detectmouseclick="t" type="solid" color2="black"/>
                    <v:stroke color="black" weight="9360" joinstyle="miter" endcap="flat"/>
                  </v:rect>
                  <v:line id="shape_0" from="4909,286" to="4916,354" ID="Line 587" stroked="t" style="position:absolute">
                    <v:stroke color="black" weight="9360" joinstyle="round" endcap="flat"/>
                    <v:fill o:detectmouseclick="t" on="false"/>
                  </v:line>
                  <v:line id="shape_0" from="4924,288" to="4934,352" ID="Line 588" stroked="t" style="position:absolute;flip:x">
                    <v:stroke color="black" weight="9360" joinstyle="round" endcap="flat"/>
                    <v:fill o:detectmouseclick="t" on="false"/>
                  </v:line>
                </v:group>
                <v:line id="shape_0" from="4886,285" to="4956,285" ID="Line 589" stroked="t" style="position:absolute">
                  <v:stroke color="black" weight="9360" joinstyle="round" endcap="flat"/>
                  <v:fill o:detectmouseclick="t" on="false"/>
                </v:line>
                <v:oval id="shape_0" ID="Oval 590" fillcolor="white" stroked="t" style="position:absolute;left:5885;top:608;width:28;height:66">
                  <w10:wrap type="none"/>
                  <v:fill o:detectmouseclick="t" type="solid" color2="black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27" behindDoc="0" locked="0" layoutInCell="1" allowOverlap="1" wp14:anchorId="0A2E3640" wp14:editId="29E3ED26">
                <wp:simplePos x="0" y="0"/>
                <wp:positionH relativeFrom="column">
                  <wp:posOffset>2400300</wp:posOffset>
                </wp:positionH>
                <wp:positionV relativeFrom="paragraph">
                  <wp:posOffset>1265555</wp:posOffset>
                </wp:positionV>
                <wp:extent cx="2258060" cy="2324735"/>
                <wp:effectExtent l="0" t="1270" r="0" b="0"/>
                <wp:wrapNone/>
                <wp:docPr id="631" name="Группа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560" cy="2324160"/>
                          <a:chOff x="0" y="0"/>
                          <a:chExt cx="0" cy="0"/>
                        </a:xfrm>
                      </wpg:grpSpPr>
                      <wps:wsp>
                        <wps:cNvPr id="632" name="Прямоугольник 632"/>
                        <wps:cNvSpPr/>
                        <wps:spPr>
                          <a:xfrm>
                            <a:off x="843840" y="1257840"/>
                            <a:ext cx="33084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φ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3" name="Прямоугольник 633"/>
                        <wps:cNvSpPr/>
                        <wps:spPr>
                          <a:xfrm>
                            <a:off x="623520" y="882000"/>
                            <a:ext cx="330120" cy="28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4" name="Прямоугольник 634"/>
                        <wps:cNvSpPr/>
                        <wps:spPr>
                          <a:xfrm>
                            <a:off x="678960" y="411480"/>
                            <a:ext cx="33012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5" name="Прямоугольник 635"/>
                        <wps:cNvSpPr/>
                        <wps:spPr>
                          <a:xfrm>
                            <a:off x="1320120" y="2042280"/>
                            <a:ext cx="33012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6" name="Прямоугольник 636"/>
                        <wps:cNvSpPr/>
                        <wps:spPr>
                          <a:xfrm>
                            <a:off x="1092240" y="1352520"/>
                            <a:ext cx="330840" cy="28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7" name="Прямоугольник 637"/>
                        <wps:cNvSpPr/>
                        <wps:spPr>
                          <a:xfrm>
                            <a:off x="664920" y="1948320"/>
                            <a:ext cx="33084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8" name="Прямоугольник 638"/>
                        <wps:cNvSpPr/>
                        <wps:spPr>
                          <a:xfrm>
                            <a:off x="1933560" y="2010960"/>
                            <a:ext cx="32400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39" name="Прямоугольник 639"/>
                        <wps:cNvSpPr/>
                        <wps:spPr>
                          <a:xfrm>
                            <a:off x="1636920" y="2018520"/>
                            <a:ext cx="330840" cy="281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40" name="Прямоугольник 640"/>
                        <wps:cNvSpPr/>
                        <wps:spPr>
                          <a:xfrm>
                            <a:off x="650880" y="654840"/>
                            <a:ext cx="330840" cy="28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41" name="Прямая соединительная линия 641"/>
                        <wps:cNvCnPr/>
                        <wps:spPr>
                          <a:xfrm flipV="1">
                            <a:off x="0" y="0"/>
                            <a:ext cx="0" cy="8845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2" name="Прямая соединительная линия 642"/>
                        <wps:cNvCnPr/>
                        <wps:spPr>
                          <a:xfrm>
                            <a:off x="0" y="884520"/>
                            <a:ext cx="70344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3" name="Прямая соединительная линия 643"/>
                        <wps:cNvCnPr/>
                        <wps:spPr>
                          <a:xfrm>
                            <a:off x="156240" y="577800"/>
                            <a:ext cx="0" cy="160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4" name="Прямоугольник 644"/>
                        <wps:cNvSpPr/>
                        <wps:spPr>
                          <a:xfrm>
                            <a:off x="823680" y="936720"/>
                            <a:ext cx="57240" cy="159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5" name="Прямоугольник 645"/>
                        <wps:cNvSpPr/>
                        <wps:spPr>
                          <a:xfrm rot="5400000">
                            <a:off x="1355040" y="2008440"/>
                            <a:ext cx="64800" cy="140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6" name="Прямая соединительная линия 646"/>
                        <wps:cNvCnPr/>
                        <wps:spPr>
                          <a:xfrm>
                            <a:off x="0" y="301680"/>
                            <a:ext cx="328320" cy="5875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7" name="Овал 647"/>
                        <wps:cNvSpPr/>
                        <wps:spPr>
                          <a:xfrm>
                            <a:off x="837000" y="1007280"/>
                            <a:ext cx="25920" cy="291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8" name="Овал 648"/>
                        <wps:cNvSpPr/>
                        <wps:spPr>
                          <a:xfrm>
                            <a:off x="1410840" y="2026800"/>
                            <a:ext cx="25920" cy="291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49" name="Полилиния 649"/>
                        <wps:cNvSpPr/>
                        <wps:spPr>
                          <a:xfrm>
                            <a:off x="851040" y="1234440"/>
                            <a:ext cx="140400" cy="10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" h="210">
                                <a:moveTo>
                                  <a:pt x="0" y="180"/>
                                </a:moveTo>
                                <a:cubicBezTo>
                                  <a:pt x="60" y="195"/>
                                  <a:pt x="120" y="210"/>
                                  <a:pt x="180" y="180"/>
                                </a:cubicBezTo>
                                <a:cubicBezTo>
                                  <a:pt x="240" y="150"/>
                                  <a:pt x="300" y="75"/>
                                  <a:pt x="360" y="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52" editas="canvas" style="margin-left:189pt;margin-top:99.65pt;width:177.75pt;height:183pt" coordorigin="3780,1993" coordsize="3555,3660">
                <v:rect id="shape_0" ID="Rectangle 592" fillcolor="white" stroked="f" style="position:absolute;left:5109;top:3974;width:520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φ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3" fillcolor="white" stroked="f" style="position:absolute;left:4762;top:3382;width:519;height:44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A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4" fillcolor="white" stroked="f" style="position:absolute;left:4850;top:2641;width:519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y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5" fillcolor="white" stroked="f" style="position:absolute;left:5859;top:5209;width:519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B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6" fillcolor="white" stroked="f" style="position:absolute;left:5500;top:4123;width:520;height:44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7" fillcolor="white" stroked="f" style="position:absolute;left:4827;top:5061;width:520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8" fillcolor="white" stroked="f" style="position:absolute;left:6825;top:5160;width:509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x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599" fillcolor="white" stroked="f" style="position:absolute;left:6358;top:5172;width:520;height:443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E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00" fillcolor="white" stroked="f" style="position:absolute;left:4805;top:3024;width:520;height:44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D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780,1993" to="3780,3385" ID="Line 601" stroked="t" style="position:absolute;flip:y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3780,3386" to="4887,3386" ID="Line 602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line id="shape_0" from="4026,2903" to="4026,3154" ID="Line 603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rect id="shape_0" ID="Rectangle 604" fillcolor="white" stroked="t" style="position:absolute;left:5077;top:3468;width:89;height:250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605" fillcolor="white" stroked="t" style="position:absolute;left:5973;top:5097;width:101;height:220;rotation:90">
                  <w10:wrap type="none"/>
                  <v:fill o:detectmouseclick="t" type="solid" color2="black"/>
                  <v:stroke color="black" weight="9360" joinstyle="miter" endcap="flat"/>
                </v:rect>
                <v:line id="shape_0" from="3780,2468" to="4296,3392" ID="Line 606" stroked="t" style="position:absolute">
                  <v:stroke color="black" weight="9360" joinstyle="round" endcap="flat"/>
                  <v:fill o:detectmouseclick="t" on="false"/>
                </v:line>
                <v:oval id="shape_0" ID="Oval 607" fillcolor="black" stroked="t" style="position:absolute;left:5098;top:3579;width:40;height:45">
                  <w10:wrap type="none"/>
                  <v:fill o:detectmouseclick="t" type="solid" color2="white"/>
                  <v:stroke color="black" weight="9360" joinstyle="round" endcap="flat"/>
                </v:oval>
                <v:oval id="shape_0" ID="Oval 608" fillcolor="black" stroked="t" style="position:absolute;left:6002;top:5185;width:40;height:45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Тонкий однородный стержень длиной </w:t>
      </w:r>
      <w:r>
        <w:rPr>
          <w:b/>
          <w:bCs/>
          <w:i/>
          <w:iCs/>
          <w:lang w:val="en-US"/>
        </w:rPr>
        <w:t>l</w:t>
      </w:r>
      <w:r>
        <w:t xml:space="preserve"> имеет на концах ползуны </w:t>
      </w:r>
      <w:r>
        <w:rPr>
          <w:b/>
          <w:bCs/>
          <w:i/>
          <w:iCs/>
          <w:lang w:val="en-US"/>
        </w:rPr>
        <w:t>A</w:t>
      </w:r>
      <w:r>
        <w:t xml:space="preserve"> и </w:t>
      </w:r>
      <w:r>
        <w:rPr>
          <w:b/>
          <w:bCs/>
          <w:i/>
          <w:iCs/>
          <w:lang w:val="en-US"/>
        </w:rPr>
        <w:t>B</w:t>
      </w:r>
      <w:r>
        <w:t xml:space="preserve">, которые скользят под действием силы тяжести стержня по направляющим </w:t>
      </w:r>
      <w:r>
        <w:rPr>
          <w:b/>
          <w:bCs/>
          <w:i/>
          <w:iCs/>
          <w:lang w:val="en-US"/>
        </w:rPr>
        <w:t>OD</w:t>
      </w:r>
      <w:r>
        <w:t xml:space="preserve"> и </w:t>
      </w:r>
      <w:r>
        <w:rPr>
          <w:b/>
          <w:bCs/>
          <w:i/>
          <w:iCs/>
          <w:lang w:val="en-US"/>
        </w:rPr>
        <w:t>OE</w:t>
      </w:r>
      <w:r>
        <w:t xml:space="preserve">. Направляющие образуют прямой угол </w:t>
      </w:r>
      <w:r>
        <w:rPr>
          <w:b/>
          <w:bCs/>
          <w:i/>
          <w:iCs/>
          <w:lang w:val="en-US"/>
        </w:rPr>
        <w:t>DOE</w:t>
      </w:r>
      <w:r>
        <w:t>, расположенный в вертикальной плоскости. Пренебрегая массой ползунов и сил</w:t>
      </w:r>
      <w:r>
        <w:t xml:space="preserve">ами трения, составить дифференциальное уравнение движения стержня и найти его угловую скорость, если направляющая </w:t>
      </w:r>
      <w:r>
        <w:rPr>
          <w:b/>
          <w:bCs/>
          <w:i/>
          <w:iCs/>
          <w:lang w:val="en-US"/>
        </w:rPr>
        <w:t>OE</w:t>
      </w:r>
      <w:r>
        <w:t xml:space="preserve"> горизонтальна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Определить закон изменения угловой скорости </w:t>
      </w:r>
      <w:r>
        <w:rPr>
          <w:b/>
          <w:bCs/>
          <w:i/>
          <w:iCs/>
        </w:rPr>
        <w:t>ω</w:t>
      </w:r>
      <w:r>
        <w:t xml:space="preserve"> кривошипа </w:t>
      </w:r>
      <w:r>
        <w:rPr>
          <w:b/>
          <w:bCs/>
          <w:i/>
          <w:iCs/>
          <w:lang w:val="en-US"/>
        </w:rPr>
        <w:t>OC</w:t>
      </w:r>
      <w:r>
        <w:t xml:space="preserve"> эпициклического механизма, если масса кривошипа рав</w:t>
      </w:r>
      <w:r>
        <w:t xml:space="preserve">на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, а масса сателлита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. Кривошип считать однородным тонким стержнем, сателлит – однородным диском; вращающий момент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>вр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</m:t>
        </m:r>
        <m:r>
          <m:rPr>
            <m:lit/>
            <m:nor/>
          </m:rPr>
          <w:rPr>
            <w:rFonts w:ascii="Cambria Math" w:hAnsi="Cambria Math"/>
          </w:rPr>
          <m:t>χω</m:t>
        </m:r>
      </m:oMath>
      <w:r>
        <w:t xml:space="preserve">, 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</w:t>
      </w:r>
      <m:oMath>
        <m:r>
          <w:rPr>
            <w:rFonts w:ascii="Cambria Math" w:hAnsi="Cambria Math"/>
          </w:rPr>
          <m:t>χ</m:t>
        </m:r>
      </m:oMath>
      <w:r>
        <w:t xml:space="preserve"> – положительные постоянные и </w:t>
      </w:r>
      <m:oMath>
        <m:r>
          <w:rPr>
            <w:rFonts w:ascii="Cambria Math" w:hAnsi="Cambria Math"/>
          </w:rPr>
          <m:t>ω</m:t>
        </m:r>
      </m:oMath>
      <w:r>
        <w:t xml:space="preserve"> – угловая скорость кривошипа; момент трения </w:t>
      </w:r>
      <w:proofErr w:type="gramStart"/>
      <w:r>
        <w:rPr>
          <w:b/>
          <w:bCs/>
          <w:i/>
          <w:iCs/>
          <w:lang w:val="en-US"/>
        </w:rPr>
        <w:t>M</w:t>
      </w:r>
      <w:proofErr w:type="gramEnd"/>
      <w:r>
        <w:rPr>
          <w:b/>
          <w:bCs/>
          <w:i/>
          <w:iCs/>
          <w:vertAlign w:val="subscript"/>
        </w:rPr>
        <w:t>тр</w:t>
      </w:r>
      <w:r>
        <w:t xml:space="preserve"> на оси сателлита считать постоянным; весь механизм расположен в горизонтальной плоскости.</w:t>
      </w: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28" behindDoc="0" locked="0" layoutInCell="1" allowOverlap="1" wp14:anchorId="280D919D" wp14:editId="2B980077">
                <wp:simplePos x="0" y="0"/>
                <wp:positionH relativeFrom="column">
                  <wp:posOffset>2743200</wp:posOffset>
                </wp:positionH>
                <wp:positionV relativeFrom="paragraph">
                  <wp:posOffset>94615</wp:posOffset>
                </wp:positionV>
                <wp:extent cx="2086610" cy="1398905"/>
                <wp:effectExtent l="0" t="11430" r="0" b="9525"/>
                <wp:wrapNone/>
                <wp:docPr id="650" name="Группа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840" cy="1398240"/>
                          <a:chOff x="0" y="0"/>
                          <a:chExt cx="0" cy="0"/>
                        </a:xfrm>
                      </wpg:grpSpPr>
                      <wpg:grpSp>
                        <wpg:cNvPr id="651" name="Группа 651"/>
                        <wpg:cNvGrpSpPr/>
                        <wpg:grpSpPr>
                          <a:xfrm>
                            <a:off x="0" y="0"/>
                            <a:ext cx="2085840" cy="1398240"/>
                            <a:chOff x="0" y="0"/>
                            <a:chExt cx="0" cy="0"/>
                          </a:xfrm>
                        </wpg:grpSpPr>
                        <wps:wsp>
                          <wps:cNvPr id="652" name="Прямоугольник 652"/>
                          <wps:cNvSpPr/>
                          <wps:spPr>
                            <a:xfrm>
                              <a:off x="1649160" y="225360"/>
                              <a:ext cx="437040" cy="344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M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position w:val="-7"/>
                                    <w:sz w:val="28"/>
                                    <w:szCs w:val="28"/>
                                  </w:rPr>
                                  <w:t>тр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53" name="Прямоугольник 653"/>
                          <wps:cNvSpPr/>
                          <wps:spPr>
                            <a:xfrm>
                              <a:off x="1111320" y="48240"/>
                              <a:ext cx="241920" cy="344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II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54" name="Прямоугольник 654"/>
                          <wps:cNvSpPr/>
                          <wps:spPr>
                            <a:xfrm>
                              <a:off x="614160" y="585360"/>
                              <a:ext cx="241200" cy="344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55" name="Овал 655"/>
                          <wps:cNvSpPr/>
                          <wps:spPr>
                            <a:xfrm>
                              <a:off x="1306080" y="0"/>
                              <a:ext cx="403200" cy="5752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56" name="Овал 656"/>
                          <wps:cNvSpPr/>
                          <wps:spPr>
                            <a:xfrm>
                              <a:off x="761400" y="364320"/>
                              <a:ext cx="724680" cy="10339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57" name="Прямая соединительная линия 657"/>
                          <wps:cNvCnPr/>
                          <wps:spPr>
                            <a:xfrm flipV="1">
                              <a:off x="65520" y="117000"/>
                              <a:ext cx="214560" cy="3207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58" name="Прямая соединительная линия 658"/>
                          <wps:cNvCnPr/>
                          <wps:spPr>
                            <a:xfrm flipV="1">
                              <a:off x="76680" y="127800"/>
                              <a:ext cx="214560" cy="3207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59" name="Полилиния 659"/>
                          <wps:cNvSpPr/>
                          <wps:spPr>
                            <a:xfrm>
                              <a:off x="1057320" y="720000"/>
                              <a:ext cx="241920" cy="2300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210">
                                  <a:moveTo>
                                    <a:pt x="0" y="30"/>
                                  </a:moveTo>
                                  <a:cubicBezTo>
                                    <a:pt x="60" y="15"/>
                                    <a:pt x="120" y="0"/>
                                    <a:pt x="180" y="30"/>
                                  </a:cubicBezTo>
                                  <a:cubicBezTo>
                                    <a:pt x="240" y="60"/>
                                    <a:pt x="300" y="135"/>
                                    <a:pt x="360" y="21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60" name="Прямая соединительная линия 660"/>
                          <wps:cNvCnPr/>
                          <wps:spPr>
                            <a:xfrm flipH="1">
                              <a:off x="0" y="376560"/>
                              <a:ext cx="4572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stealth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61" name="Прямоугольник 661"/>
                          <wps:cNvSpPr/>
                          <wps:spPr>
                            <a:xfrm>
                              <a:off x="876240" y="911880"/>
                              <a:ext cx="342360" cy="344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M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i/>
                                    <w:iCs/>
                                    <w:position w:val="-7"/>
                                    <w:sz w:val="28"/>
                                    <w:szCs w:val="28"/>
                                  </w:rPr>
                                  <w:t>вр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662" name="Полилиния 662"/>
                          <wps:cNvSpPr/>
                          <wps:spPr>
                            <a:xfrm rot="10800000">
                              <a:off x="1380600" y="259560"/>
                              <a:ext cx="190440" cy="158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210">
                                  <a:moveTo>
                                    <a:pt x="0" y="30"/>
                                  </a:moveTo>
                                  <a:cubicBezTo>
                                    <a:pt x="60" y="15"/>
                                    <a:pt x="120" y="0"/>
                                    <a:pt x="180" y="30"/>
                                  </a:cubicBezTo>
                                  <a:cubicBezTo>
                                    <a:pt x="240" y="60"/>
                                    <a:pt x="300" y="135"/>
                                    <a:pt x="360" y="21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63" name="Прямая соединительная линия 663"/>
                          <wps:cNvCnPr/>
                          <wps:spPr>
                            <a:xfrm flipV="1">
                              <a:off x="309240" y="163800"/>
                              <a:ext cx="44280" cy="165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  <a:tailEnd type="stealth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64" name="Прямая соединительная линия 664"/>
                          <wps:cNvCnPr/>
                          <wps:spPr>
                            <a:xfrm>
                              <a:off x="76320" y="450720"/>
                              <a:ext cx="0" cy="3067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65" name="Полилиния 665"/>
                          <wps:cNvSpPr/>
                          <wps:spPr>
                            <a:xfrm>
                              <a:off x="1144800" y="685800"/>
                              <a:ext cx="113760" cy="3549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0" h="390">
                                  <a:moveTo>
                                    <a:pt x="0" y="360"/>
                                  </a:moveTo>
                                  <a:cubicBezTo>
                                    <a:pt x="60" y="375"/>
                                    <a:pt x="120" y="390"/>
                                    <a:pt x="180" y="360"/>
                                  </a:cubicBezTo>
                                  <a:cubicBezTo>
                                    <a:pt x="240" y="330"/>
                                    <a:pt x="330" y="240"/>
                                    <a:pt x="360" y="180"/>
                                  </a:cubicBezTo>
                                  <a:cubicBezTo>
                                    <a:pt x="390" y="120"/>
                                    <a:pt x="375" y="6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666" name="Овал 666"/>
                        <wps:cNvSpPr/>
                        <wps:spPr>
                          <a:xfrm>
                            <a:off x="1508040" y="259200"/>
                            <a:ext cx="29880" cy="43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67" name="Овал 667"/>
                        <wps:cNvSpPr/>
                        <wps:spPr>
                          <a:xfrm>
                            <a:off x="1124640" y="840240"/>
                            <a:ext cx="30600" cy="43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34" editas="canvas" style="margin-left:216pt;margin-top:7.45pt;width:164.25pt;height:110.1pt" coordorigin="4320,149" coordsize="3285,2202">
                <v:group id="shape_0" alt="Group 611" editas="canvas" style="left:4320;top:149;width:3285;height:2202">
                  <v:rect id="shape_0" ID="Rectangle 612" fillcolor="white" stroked="f" style="position:absolute;left:6917;top:504;width:687;height:542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position w:val="-7"/>
                              <w:rFonts w:ascii="Calibri" w:hAnsi="Calibri" w:eastAsia="Calibri"/>
                            </w:rPr>
                            <w:t>тр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613" fillcolor="white" stroked="f" style="position:absolute;left:6070;top:225;width:380;height:542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II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614" fillcolor="white" stroked="f" style="position:absolute;left:5287;top:1071;width:379;height:542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I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oval id="shape_0" ID="Oval 615" fillcolor="white" stroked="t" style="position:absolute;left:6377;top:149;width:634;height:905">
                    <w10:wrap type="none"/>
                    <v:fill o:detectmouseclick="t" type="solid" color2="black"/>
                    <v:stroke color="black" weight="9360" joinstyle="round" endcap="flat"/>
                  </v:oval>
                  <v:oval id="shape_0" ID="Oval 616" fillcolor="white" stroked="t" style="position:absolute;left:5519;top:723;width:1140;height:1627">
                    <w10:wrap type="none"/>
                    <v:fill o:detectmouseclick="t" type="solid" color2="black"/>
                    <v:stroke color="black" weight="9360" joinstyle="round" endcap="flat"/>
                  </v:oval>
                  <v:line id="shape_0" from="4423,333" to="4760,837" ID="Line 617" stroked="t" style="position:absolute;flip:y">
                    <v:stroke color="black" weight="9360" joinstyle="round" endcap="flat"/>
                    <v:fill o:detectmouseclick="t" on="false"/>
                  </v:line>
                  <v:line id="shape_0" from="4441,350" to="4778,854" ID="Line 618" stroked="t" style="position:absolute;flip:y">
                    <v:stroke color="black" weight="9360" joinstyle="round" endcap="flat"/>
                    <v:fill o:detectmouseclick="t" on="false"/>
                  </v:line>
                  <v:line id="shape_0" from="4320,742" to="4391,742" ID="Line 620" stroked="t" style="position:absolute;flip:x">
                    <v:stroke color="black" weight="9360" endarrow="classic" endarrowwidth="medium" endarrowlength="medium" joinstyle="round" endcap="flat"/>
                    <v:fill o:detectmouseclick="t" on="false"/>
                  </v:line>
                  <v:rect id="shape_0" ID="Rectangle 621" fillcolor="white" stroked="f" style="position:absolute;left:5700;top:1585;width:538;height:542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vertAlign w:val="baseline"/>
                              <w:position w:val="0"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  <w:r>
                            <w:rPr>
                              <w:sz w:val="28"/>
                              <w:b/>
                              <w:u w:val="none"/>
                              <w:dstrike w:val="false"/>
                              <w:strike w:val="false"/>
                              <w:i/>
                              <w:spacing w:val="0"/>
                              <w:szCs w:val="28"/>
                              <w:bCs/>
                              <w:iCs/>
                              <w:smallCaps w:val="false"/>
                              <w:caps w:val="false"/>
                              <w:position w:val="-7"/>
                              <w:rFonts w:ascii="Calibri" w:hAnsi="Calibri" w:eastAsia="Calibri"/>
                            </w:rPr>
                            <w:t>вр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807,407" to="4876,432" ID="Line 623" stroked="t" style="position:absolute;flip:y">
                    <v:stroke color="black" weight="9360" endarrow="classic" endarrowwidth="medium" endarrowlength="medium" joinstyle="round" endcap="flat"/>
                    <v:fill o:detectmouseclick="t" on="false"/>
                  </v:line>
                  <v:line id="shape_0" from="4440,859" to="4440,1341" ID="Line 624" stroked="t" style="position:absolute">
                    <v:stroke color="black" weight="9360" joinstyle="round" endcap="flat"/>
                    <v:fill o:detectmouseclick="t" on="false"/>
                  </v:line>
                </v:group>
                <v:oval id="shape_0" ID="Oval 626" fillcolor="white" stroked="t" style="position:absolute;left:6695;top:557;width:46;height:67">
                  <w10:wrap type="none"/>
                  <v:fill o:detectmouseclick="t" type="solid" color2="black"/>
                  <v:stroke color="black" weight="9360" joinstyle="round" endcap="flat"/>
                </v:oval>
                <v:oval id="shape_0" ID="Oval 627" fillcolor="white" stroked="t" style="position:absolute;left:6091;top:1472;width:47;height:67">
                  <w10:wrap type="none"/>
                  <v:fill o:detectmouseclick="t" type="solid" color2="black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  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Рассмотрите эллиптический маятник, который состоит из тела </w:t>
      </w:r>
      <w:r>
        <w:rPr>
          <w:b/>
          <w:bCs/>
          <w:i/>
          <w:iCs/>
          <w:lang w:val="en-US"/>
        </w:rPr>
        <w:t>I</w:t>
      </w:r>
      <w:r>
        <w:t xml:space="preserve">, перемещающегося без трения по </w:t>
      </w:r>
      <w:proofErr w:type="gramStart"/>
      <w:r>
        <w:t>горизонтальной</w:t>
      </w:r>
      <w:proofErr w:type="gramEnd"/>
      <w:r>
        <w:t xml:space="preserve"> прямой, и маятника </w:t>
      </w:r>
      <w:r>
        <w:rPr>
          <w:b/>
          <w:bCs/>
          <w:i/>
          <w:iCs/>
          <w:lang w:val="en-US"/>
        </w:rPr>
        <w:t>II</w:t>
      </w:r>
      <w:r>
        <w:t xml:space="preserve">, подвешенного к телу </w:t>
      </w:r>
      <w:r>
        <w:rPr>
          <w:b/>
          <w:bCs/>
          <w:i/>
          <w:iCs/>
          <w:lang w:val="en-US"/>
        </w:rPr>
        <w:t>I</w:t>
      </w:r>
      <w:r>
        <w:t xml:space="preserve">. Масса тела </w:t>
      </w:r>
      <w:r>
        <w:rPr>
          <w:b/>
          <w:bCs/>
          <w:i/>
          <w:iCs/>
          <w:lang w:val="en-US"/>
        </w:rPr>
        <w:t>I</w:t>
      </w:r>
      <w:r>
        <w:t xml:space="preserve"> равна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 xml:space="preserve">, масса маятника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, момент инерции маятника относительно оси подвеса </w:t>
      </w:r>
      <w:r>
        <w:rPr>
          <w:b/>
          <w:bCs/>
          <w:i/>
          <w:iCs/>
          <w:lang w:val="en-US"/>
        </w:rPr>
        <w:t>I</w:t>
      </w:r>
      <w:r>
        <w:t xml:space="preserve">, расстояние от центра тяжести </w:t>
      </w:r>
      <w:r>
        <w:rPr>
          <w:b/>
          <w:bCs/>
          <w:i/>
          <w:iCs/>
          <w:lang w:val="en-US"/>
        </w:rPr>
        <w:t>O</w:t>
      </w:r>
      <w:r>
        <w:rPr>
          <w:b/>
          <w:bCs/>
          <w:i/>
          <w:iCs/>
          <w:vertAlign w:val="subscript"/>
        </w:rPr>
        <w:t>2</w:t>
      </w:r>
      <w:r>
        <w:t xml:space="preserve"> маятника до оси подвеса </w:t>
      </w:r>
      <w:r>
        <w:rPr>
          <w:b/>
          <w:bCs/>
          <w:i/>
          <w:iCs/>
          <w:lang w:val="en-US"/>
        </w:rPr>
        <w:t>h</w:t>
      </w:r>
      <w:r>
        <w:t xml:space="preserve">. Составить дифференциальные уравнения движения эллиптического маятника и, </w:t>
      </w:r>
      <w:r>
        <w:t>считая угол отклонения маятника от вертикали малым, определить закон движения, если начальные скорости равны нулю.</w:t>
      </w: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29" behindDoc="0" locked="0" layoutInCell="1" allowOverlap="1" wp14:anchorId="01569333" wp14:editId="7159C751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</wp:posOffset>
                </wp:positionV>
                <wp:extent cx="3201035" cy="2107565"/>
                <wp:effectExtent l="9525" t="0" r="9525" b="20320"/>
                <wp:wrapNone/>
                <wp:docPr id="668" name="Группа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2107080"/>
                          <a:chOff x="0" y="0"/>
                          <a:chExt cx="0" cy="0"/>
                        </a:xfrm>
                      </wpg:grpSpPr>
                      <wps:wsp>
                        <wps:cNvPr id="669" name="Прямоугольник 669"/>
                        <wps:cNvSpPr/>
                        <wps:spPr>
                          <a:xfrm>
                            <a:off x="2202120" y="1026720"/>
                            <a:ext cx="409680" cy="369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  <w:p w:rsidR="001B1757" w:rsidRDefault="001B1757">
                              <w:pPr>
                                <w:overflowPunct w:val="0"/>
                                <w:spacing w:before="0"/>
                              </w:pP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70" name="Прямоугольник 670"/>
                        <wps:cNvSpPr/>
                        <wps:spPr>
                          <a:xfrm>
                            <a:off x="1854720" y="0"/>
                            <a:ext cx="408960" cy="369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71" name="Прямоугольник 671"/>
                        <wps:cNvSpPr/>
                        <wps:spPr>
                          <a:xfrm>
                            <a:off x="1550520" y="246240"/>
                            <a:ext cx="312480" cy="369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72" name="Прямоугольник 672"/>
                        <wps:cNvSpPr/>
                        <wps:spPr>
                          <a:xfrm>
                            <a:off x="2471400" y="955080"/>
                            <a:ext cx="409680" cy="369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73" name="Прямая соединительная линия 673"/>
                        <wps:cNvCnPr/>
                        <wps:spPr>
                          <a:xfrm>
                            <a:off x="0" y="280080"/>
                            <a:ext cx="165420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4" name="Прямоугольник 674"/>
                        <wps:cNvSpPr/>
                        <wps:spPr>
                          <a:xfrm>
                            <a:off x="1758960" y="267480"/>
                            <a:ext cx="416520" cy="245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5" name="Прямоугольник 675"/>
                        <wps:cNvSpPr/>
                        <wps:spPr>
                          <a:xfrm rot="19260000">
                            <a:off x="1950120" y="381600"/>
                            <a:ext cx="41760" cy="126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6" name="Овал 676"/>
                        <wps:cNvSpPr/>
                        <wps:spPr>
                          <a:xfrm>
                            <a:off x="2575440" y="1365840"/>
                            <a:ext cx="624960" cy="7408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7" name="Овал 677"/>
                        <wps:cNvSpPr/>
                        <wps:spPr>
                          <a:xfrm>
                            <a:off x="1948320" y="379800"/>
                            <a:ext cx="45000" cy="54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8" name="Прямоугольник 678"/>
                        <wps:cNvSpPr/>
                        <wps:spPr>
                          <a:xfrm>
                            <a:off x="2686680" y="1458720"/>
                            <a:ext cx="409680" cy="369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679" name="Прямая соединительная линия 679"/>
                        <wps:cNvCnPr/>
                        <wps:spPr>
                          <a:xfrm>
                            <a:off x="1083240" y="838800"/>
                            <a:ext cx="0" cy="4381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80" name="Овал 680"/>
                        <wps:cNvSpPr/>
                        <wps:spPr>
                          <a:xfrm>
                            <a:off x="2451600" y="1109520"/>
                            <a:ext cx="45000" cy="532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21" editas="canvas" style="margin-left:162pt;margin-top:1.85pt;width:252pt;height:165.9pt" coordorigin="3240,37" coordsize="5040,3318">
                <v:rect id="shape_0" ID="Rectangle 629" fillcolor="white" stroked="f" style="position:absolute;left:6708;top:1654;width:644;height:581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C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Cs w:val="20"/>
                            <w:rFonts w:ascii="Calibri" w:hAnsi="Calibri" w:eastAsia="Calibri"/>
                          </w:rPr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30" fillcolor="white" stroked="f" style="position:absolute;left:6161;top:37;width:643;height:58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31" fillcolor="white" stroked="f" style="position:absolute;left:5682;top:425;width:491;height:58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I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32" fillcolor="white" stroked="f" style="position:absolute;left:7132;top:1541;width:644;height:58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II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3240,478" to="5844,478" ID="Line 633" stroked="t" style="position:absolute">
                  <v:stroke color="black" weight="9360" joinstyle="round" endcap="flat"/>
                  <v:fill o:detectmouseclick="t" on="false"/>
                </v:line>
                <v:rect id="shape_0" ID="Rectangle 634" fillcolor="white" stroked="t" style="position:absolute;left:6010;top:458;width:655;height:386">
                  <w10:wrap type="none"/>
                  <v:fill o:detectmouseclick="t" type="solid" color2="black"/>
                  <v:stroke color="black" weight="9360" joinstyle="miter" endcap="flat"/>
                </v:rect>
                <v:rect id="shape_0" ID="Rectangle 635" fillcolor="white" stroked="t" style="position:absolute;left:6928;top:438;width:65;height:1986;rotation:321">
                  <w10:wrap type="none"/>
                  <v:fill o:detectmouseclick="t" type="solid" color2="black"/>
                  <v:stroke color="black" weight="9360" joinstyle="miter" endcap="flat"/>
                </v:rect>
                <v:oval id="shape_0" ID="Oval 636" fillcolor="white" stroked="t" style="position:absolute;left:7296;top:2188;width:983;height:1166">
                  <w10:wrap type="none"/>
                  <v:fill o:detectmouseclick="t" type="solid" color2="black"/>
                  <v:stroke color="black" weight="9360" joinstyle="round" endcap="flat"/>
                </v:oval>
                <v:oval id="shape_0" ID="Oval 637" fillcolor="white" stroked="t" style="position:absolute;left:6308;top:635;width:70;height:84">
                  <w10:wrap type="none"/>
                  <v:fill o:detectmouseclick="t" type="solid" color2="black"/>
                  <v:stroke color="black" weight="9360" joinstyle="round" endcap="flat"/>
                </v:oval>
                <v:rect id="shape_0" ID="Rectangle 638" fillcolor="white" stroked="f" style="position:absolute;left:7471;top:2334;width:644;height:580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2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4946,1358" to="4946,2047" ID="Line 639" stroked="t" style="position:absolute">
                  <v:stroke color="black" weight="9360" endarrow="block" endarrowwidth="medium" endarrowlength="medium" joinstyle="round" endcap="flat"/>
                  <v:fill o:detectmouseclick="t" on="false"/>
                </v:line>
                <v:oval id="shape_0" ID="Oval 640" fillcolor="black" stroked="t" style="position:absolute;left:7101;top:1784;width:70;height:83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>Составить дифференциальные уравнения движения двойного математического маятника.</w:t>
      </w:r>
    </w:p>
    <w:p w:rsidR="001B1757" w:rsidRDefault="005267B0">
      <w:pPr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30" behindDoc="0" locked="0" layoutInCell="1" allowOverlap="1" wp14:anchorId="1C406CAF" wp14:editId="6E963722">
                <wp:simplePos x="0" y="0"/>
                <wp:positionH relativeFrom="column">
                  <wp:posOffset>2743200</wp:posOffset>
                </wp:positionH>
                <wp:positionV relativeFrom="paragraph">
                  <wp:posOffset>109220</wp:posOffset>
                </wp:positionV>
                <wp:extent cx="3086735" cy="1715135"/>
                <wp:effectExtent l="0" t="8255" r="0" b="1270"/>
                <wp:wrapNone/>
                <wp:docPr id="681" name="Группа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280" cy="1714680"/>
                          <a:chOff x="0" y="0"/>
                          <a:chExt cx="0" cy="0"/>
                        </a:xfrm>
                      </wpg:grpSpPr>
                      <wps:wsp>
                        <wps:cNvPr id="682" name="Прямоугольник 682"/>
                        <wps:cNvSpPr/>
                        <wps:spPr>
                          <a:xfrm>
                            <a:off x="1275840" y="333360"/>
                            <a:ext cx="334800" cy="33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  <w:jc w:val="both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position w:val="-7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g:grpSp>
                        <wpg:cNvPr id="683" name="Группа 683"/>
                        <wpg:cNvGrpSpPr/>
                        <wpg:grpSpPr>
                          <a:xfrm>
                            <a:off x="0" y="0"/>
                            <a:ext cx="3086280" cy="1714680"/>
                            <a:chOff x="0" y="0"/>
                            <a:chExt cx="0" cy="0"/>
                          </a:xfrm>
                        </wpg:grpSpPr>
                        <wpg:grpSp>
                          <wpg:cNvPr id="684" name="Группа 684"/>
                          <wpg:cNvGrpSpPr/>
                          <wpg:grpSpPr>
                            <a:xfrm>
                              <a:off x="0" y="0"/>
                              <a:ext cx="3086280" cy="1714680"/>
                              <a:chOff x="0" y="0"/>
                              <a:chExt cx="0" cy="0"/>
                            </a:xfrm>
                          </wpg:grpSpPr>
                          <wpg:grpSp>
                            <wpg:cNvPr id="685" name="Группа 685"/>
                            <wpg:cNvGrpSpPr/>
                            <wpg:grpSpPr>
                              <a:xfrm>
                                <a:off x="0" y="0"/>
                                <a:ext cx="3086280" cy="171468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686" name="Прямоугольник 686"/>
                              <wps:cNvSpPr/>
                              <wps:spPr>
                                <a:xfrm>
                                  <a:off x="1527120" y="861840"/>
                                  <a:ext cx="28656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φ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87" name="Прямоугольник 687"/>
                              <wps:cNvSpPr/>
                              <wps:spPr>
                                <a:xfrm>
                                  <a:off x="1044720" y="434880"/>
                                  <a:ext cx="28656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φ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88" name="Прямоугольник 688"/>
                              <wps:cNvSpPr/>
                              <wps:spPr>
                                <a:xfrm>
                                  <a:off x="1989000" y="815400"/>
                                  <a:ext cx="33516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89" name="Прямоугольник 689"/>
                              <wps:cNvSpPr/>
                              <wps:spPr>
                                <a:xfrm>
                                  <a:off x="1436400" y="574560"/>
                                  <a:ext cx="335160" cy="332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90" name="Прямоугольник 690"/>
                              <wps:cNvSpPr/>
                              <wps:spPr>
                                <a:xfrm>
                                  <a:off x="1736640" y="694800"/>
                                  <a:ext cx="25164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position w:val="-7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91" name="Прямоугольник 691"/>
                              <wps:cNvSpPr/>
                              <wps:spPr>
                                <a:xfrm>
                                  <a:off x="821160" y="73800"/>
                                  <a:ext cx="25164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92" name="Прямоугольник 692"/>
                              <wps:cNvSpPr/>
                              <wps:spPr>
                                <a:xfrm>
                                  <a:off x="2834640" y="176040"/>
                                  <a:ext cx="251640" cy="332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93" name="Прямоугольник 693"/>
                              <wps:cNvSpPr/>
                              <wps:spPr>
                                <a:xfrm>
                                  <a:off x="842040" y="1380960"/>
                                  <a:ext cx="251640" cy="333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:rsidR="001B1757" w:rsidRDefault="005267B0">
                                    <w:pPr>
                                      <w:overflowPunct w:val="0"/>
                                      <w:spacing w:before="0"/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>
                                <a:noAutofit/>
                              </wps:bodyPr>
                            </wps:wsp>
                            <wps:wsp>
                              <wps:cNvPr id="694" name="Прямая соединительная линия 694"/>
                              <wps:cNvCnPr/>
                              <wps:spPr>
                                <a:xfrm>
                                  <a:off x="0" y="0"/>
                                  <a:ext cx="14292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95" name="Равнобедренный треугольник 695"/>
                              <wps:cNvSpPr/>
                              <wps:spPr>
                                <a:xfrm rot="10800000">
                                  <a:off x="946800" y="48960"/>
                                  <a:ext cx="167760" cy="15300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96" name="Прямая соединительная линия 696"/>
                              <wps:cNvCnPr/>
                              <wps:spPr>
                                <a:xfrm>
                                  <a:off x="68040" y="109800"/>
                                  <a:ext cx="0" cy="75708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97" name="Прямая соединительная линия 697"/>
                              <wps:cNvCnPr/>
                              <wps:spPr>
                                <a:xfrm>
                                  <a:off x="68040" y="94680"/>
                                  <a:ext cx="1094040" cy="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98" name="Овал 698"/>
                              <wps:cNvSpPr/>
                              <wps:spPr>
                                <a:xfrm>
                                  <a:off x="1016640" y="184680"/>
                                  <a:ext cx="30960" cy="41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99" name="Прямая соединительная линия 699"/>
                              <wps:cNvCnPr/>
                              <wps:spPr>
                                <a:xfrm>
                                  <a:off x="79200" y="104760"/>
                                  <a:ext cx="237960" cy="31500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00" name="Прямая соединительная линия 700"/>
                              <wps:cNvCnPr/>
                              <wps:spPr>
                                <a:xfrm>
                                  <a:off x="333360" y="425520"/>
                                  <a:ext cx="285120" cy="12636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01" name="Прямая соединительная линия 701"/>
                              <wps:cNvCnPr/>
                              <wps:spPr>
                                <a:xfrm>
                                  <a:off x="321480" y="440640"/>
                                  <a:ext cx="0" cy="18972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02" name="Прямая соединительная линия 702"/>
                              <wps:cNvCnPr/>
                              <wps:spPr>
                                <a:xfrm>
                                  <a:off x="626760" y="572760"/>
                                  <a:ext cx="0" cy="189360"/>
                                </a:xfrm>
                                <a:prstGeom prst="line">
                                  <a:avLst/>
                                </a:prstGeom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grpSp>
                          <wps:wsp>
                            <wps:cNvPr id="703" name="Овал 703"/>
                            <wps:cNvSpPr/>
                            <wps:spPr>
                              <a:xfrm>
                                <a:off x="1460520" y="773280"/>
                                <a:ext cx="30960" cy="41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04" name="Овал 704"/>
                            <wps:cNvSpPr/>
                            <wps:spPr>
                              <a:xfrm>
                                <a:off x="2005920" y="1014840"/>
                                <a:ext cx="30960" cy="41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705" name="Полилиния 705"/>
                          <wps:cNvSpPr/>
                          <wps:spPr>
                            <a:xfrm>
                              <a:off x="1030680" y="407520"/>
                              <a:ext cx="167760" cy="1105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06" name="Полилиния 706"/>
                          <wps:cNvSpPr/>
                          <wps:spPr>
                            <a:xfrm>
                              <a:off x="1485360" y="861840"/>
                              <a:ext cx="167760" cy="1112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95" editas="canvas" style="margin-left:216pt;margin-top:8.6pt;width:243pt;height:135pt" coordorigin="4320,172" coordsize="4860,2700">
                <v:rect id="shape_0" ID="Rectangle 642" fillcolor="white" stroked="f" style="position:absolute;left:6329;top:697;width:526;height:524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both"/>
                          <w:rPr/>
                        </w:pP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vertAlign w:val="baseline"/>
                            <w:position w:val="0"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rFonts w:ascii="Calibri" w:hAnsi="Calibri" w:eastAsia="Calibri"/>
                          </w:rPr>
                          <w:t>l</w:t>
                        </w:r>
                        <w:r>
                          <w:rPr>
                            <w:sz w:val="28"/>
                            <w:b/>
                            <w:u w:val="none"/>
                            <w:dstrike w:val="false"/>
                            <w:strike w:val="false"/>
                            <w:i/>
                            <w:spacing w:val="0"/>
                            <w:szCs w:val="28"/>
                            <w:bCs/>
                            <w:iCs/>
                            <w:smallCaps w:val="false"/>
                            <w:caps w:val="false"/>
                            <w:position w:val="-7"/>
                            <w:rFonts w:ascii="Calibri" w:hAnsi="Calibri" w:eastAsia="Calibri"/>
                          </w:rPr>
                          <w:t>1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group id="shape_0" alt="Group 643" editas="canvas" style="left:4320;top:172;width:4860;height:2700">
                  <v:group id="shape_0" alt="Group 644" editas="canvas" style="left:4320;top:172;width:4860;height:2700">
                    <v:group id="shape_0" alt="Group 645" editas="canvas" style="left:4320;top:172;width:4860;height:2700">
                      <v:rect id="shape_0" ID="Rectangle 646" fillcolor="white" stroked="f" style="position:absolute;left:6725;top:1529;width:450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φ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47" fillcolor="white" stroked="f" style="position:absolute;left:5965;top:857;width:450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φ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1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48" fillcolor="white" stroked="f" style="position:absolute;left:7452;top:1456;width:527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M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49" fillcolor="white" stroked="f" style="position:absolute;left:6582;top:1077;width:527;height:523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M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1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50" fillcolor="white" stroked="f" style="position:absolute;left:7055;top:1266;width:395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l</w:t>
                              </w: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position w:val="-7"/>
                                  <w:rFonts w:ascii="Calibri" w:hAnsi="Calibri" w:eastAsia="Calibri"/>
                                </w:rPr>
                                <w:t>2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51" fillcolor="white" stroked="f" style="position:absolute;left:5613;top:288;width:395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O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52" fillcolor="white" stroked="f" style="position:absolute;left:8784;top:449;width:395;height:523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y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rect id="shape_0" ID="Rectangle 653" fillcolor="white" stroked="f" style="position:absolute;left:5646;top:2347;width:395;height:524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8"/>
                                  <w:b/>
                                  <w:u w:val="none"/>
                                  <w:dstrike w:val="false"/>
                                  <w:strike w:val="false"/>
                                  <w:i/>
                                  <w:vertAlign w:val="baseline"/>
                                  <w:position w:val="0"/>
                                  <w:spacing w:val="0"/>
                                  <w:szCs w:val="28"/>
                                  <w:bCs/>
                                  <w:iCs/>
                                  <w:smallCaps w:val="false"/>
                                  <w:caps w:val="false"/>
                                  <w:rFonts w:ascii="Calibri" w:hAnsi="Calibri" w:eastAsia="Calibri"/>
                                </w:rPr>
                                <w:t>x</w:t>
                              </w:r>
                            </w:p>
                          </w:txbxContent>
                        </v:textbox>
                        <w10:wrap type="square"/>
                        <v:fill o:detectmouseclick="t" type="solid" color2="black"/>
                        <v:stroke color="#3465a4" joinstyle="round" endcap="flat"/>
                      </v:rect>
                      <v:line id="shape_0" from="4320,172" to="4544,172" ID="Line 654" stroked="t" style="position:absolute">
                        <v:stroke color="black" weight="9360" joinstyle="round" endcap="flat"/>
                        <v:fill o:detectmouseclick="t" on="false"/>
                      </v:line>
                      <v:shape id="shape_0" ID="AutoShape 655" fillcolor="white" stroked="t" style="position:absolute;left:5811;top:249;width:263;height:240;rotation:180" type="shapetype_5">
                        <w10:wrap type="none"/>
                        <v:fill o:detectmouseclick="t" type="solid" color2="black"/>
                        <v:stroke color="black" weight="9360" joinstyle="miter" endcap="flat"/>
                      </v:shape>
                      <v:line id="shape_0" from="4427,345" to="4427,1536" ID="Line 656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line id="shape_0" from="4427,321" to="6149,321" ID="Line 657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oval id="shape_0" ID="Oval 658" fillcolor="black" stroked="t" style="position:absolute;left:5921;top:463;width:48;height:64">
                        <w10:wrap type="none"/>
                        <v:fill o:detectmouseclick="t" type="solid" color2="white"/>
                        <v:stroke color="black" weight="9360" joinstyle="round" endcap="flat"/>
                      </v:oval>
                      <v:line id="shape_0" from="4445,337" to="4819,832" ID="Line 659" stroked="t" style="position:absolute">
                        <v:stroke color="black" weight="9360" joinstyle="round" endcap="flat"/>
                        <v:fill o:detectmouseclick="t" on="false"/>
                      </v:line>
                      <v:line id="shape_0" from="4845,842" to="5293,1040" ID="Line 660" stroked="t" style="position:absolute">
                        <v:stroke color="black" weight="9360" joinstyle="round" endcap="flat"/>
                        <v:fill o:detectmouseclick="t" on="false"/>
                      </v:line>
                      <v:line id="shape_0" from="4826,866" to="4826,1164" ID="Line 661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  <v:line id="shape_0" from="5307,1074" to="5307,1371" ID="Line 662" stroked="t" style="position:absolute">
                        <v:stroke color="black" weight="9360" endarrow="block" endarrowwidth="medium" endarrowlength="medium" joinstyle="round" endcap="flat"/>
                        <v:fill o:detectmouseclick="t" on="false"/>
                      </v:line>
                    </v:group>
                    <v:oval id="shape_0" ID="Oval 663" fillcolor="black" stroked="t" style="position:absolute;left:6620;top:1390;width:48;height:64">
                      <w10:wrap type="none"/>
                      <v:fill o:detectmouseclick="t" type="solid" color2="white"/>
                      <v:stroke color="black" weight="9360" joinstyle="round" endcap="flat"/>
                    </v:oval>
                    <v:oval id="shape_0" ID="Oval 664" fillcolor="black" stroked="t" style="position:absolute;left:7479;top:1770;width:48;height:64">
                      <w10:wrap type="none"/>
                      <v:fill o:detectmouseclick="t" type="solid" color2="white"/>
                      <v:stroke color="black" weight="9360" joinstyle="round" endcap="flat"/>
                    </v:oval>
                  </v:group>
                </v:group>
              </v:group>
            </w:pict>
          </mc:Fallback>
        </mc:AlternateContent>
      </w:r>
    </w:p>
    <w:p w:rsidR="001B1757" w:rsidRDefault="001B1757">
      <w:pPr>
        <w:spacing w:before="0"/>
        <w:ind w:left="360"/>
        <w:jc w:val="both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</w:pPr>
      <w:r>
        <w:t xml:space="preserve">Составить уравнение движения маятника, состоящего из материальной точки </w:t>
      </w:r>
      <w:r>
        <w:rPr>
          <w:b/>
          <w:bCs/>
          <w:i/>
          <w:iCs/>
          <w:lang w:val="en-US"/>
        </w:rPr>
        <w:t>M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t xml:space="preserve">, подвешенной на нити, навернутой на неподвижный цилиндр радиуса </w:t>
      </w:r>
      <w:r>
        <w:rPr>
          <w:b/>
          <w:bCs/>
          <w:i/>
          <w:iCs/>
          <w:lang w:val="en-US"/>
        </w:rPr>
        <w:t>a</w:t>
      </w:r>
      <w:r>
        <w:t xml:space="preserve">. Длина свисающей в положении равновесия части нити равна </w:t>
      </w:r>
      <w:r>
        <w:rPr>
          <w:b/>
          <w:bCs/>
          <w:i/>
          <w:iCs/>
          <w:lang w:val="en-US"/>
        </w:rPr>
        <w:t>l</w:t>
      </w:r>
      <w:r>
        <w:t xml:space="preserve">. Массой нити </w:t>
      </w:r>
      <w:r>
        <w:t>пренебречь.</w:t>
      </w:r>
    </w:p>
    <w:p w:rsidR="001B1757" w:rsidRDefault="001B1757">
      <w:pPr>
        <w:spacing w:before="0"/>
        <w:ind w:left="360"/>
      </w:pPr>
    </w:p>
    <w:p w:rsidR="001B1757" w:rsidRDefault="001B1757">
      <w:pPr>
        <w:spacing w:before="0"/>
        <w:ind w:left="360"/>
      </w:pP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31" behindDoc="0" locked="0" layoutInCell="1" allowOverlap="1" wp14:anchorId="13CE1116" wp14:editId="637224AC">
                <wp:simplePos x="0" y="0"/>
                <wp:positionH relativeFrom="column">
                  <wp:posOffset>2857500</wp:posOffset>
                </wp:positionH>
                <wp:positionV relativeFrom="paragraph">
                  <wp:posOffset>-155575</wp:posOffset>
                </wp:positionV>
                <wp:extent cx="1572260" cy="1707515"/>
                <wp:effectExtent l="9525" t="5080" r="0" b="2540"/>
                <wp:wrapNone/>
                <wp:docPr id="707" name="Группа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760" cy="1706760"/>
                          <a:chOff x="0" y="0"/>
                          <a:chExt cx="0" cy="0"/>
                        </a:xfrm>
                      </wpg:grpSpPr>
                      <wpg:grpSp>
                        <wpg:cNvPr id="708" name="Группа 708"/>
                        <wpg:cNvGrpSpPr/>
                        <wpg:grpSpPr>
                          <a:xfrm>
                            <a:off x="0" y="0"/>
                            <a:ext cx="1571760" cy="1706760"/>
                            <a:chOff x="0" y="0"/>
                            <a:chExt cx="0" cy="0"/>
                          </a:xfrm>
                        </wpg:grpSpPr>
                        <wps:wsp>
                          <wps:cNvPr id="709" name="Прямоугольник 709"/>
                          <wps:cNvSpPr/>
                          <wps:spPr>
                            <a:xfrm>
                              <a:off x="1294200" y="1364760"/>
                              <a:ext cx="27756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10" name="Овал 710"/>
                          <wps:cNvSpPr/>
                          <wps:spPr>
                            <a:xfrm>
                              <a:off x="617400" y="0"/>
                              <a:ext cx="463680" cy="7624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11" name="Прямая соединительная линия 711"/>
                          <wps:cNvCnPr/>
                          <wps:spPr>
                            <a:xfrm>
                              <a:off x="101520" y="154440"/>
                              <a:ext cx="266040" cy="7182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12" name="Овал 712"/>
                          <wps:cNvSpPr/>
                          <wps:spPr>
                            <a:xfrm>
                              <a:off x="1479600" y="1400760"/>
                              <a:ext cx="69120" cy="11376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13" name="Прямоугольник 713"/>
                          <wps:cNvSpPr/>
                          <wps:spPr>
                            <a:xfrm>
                              <a:off x="790560" y="398160"/>
                              <a:ext cx="203040" cy="258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14" name="Прямая соединительная линия 714"/>
                          <wps:cNvCnPr/>
                          <wps:spPr>
                            <a:xfrm flipV="1">
                              <a:off x="0" y="143640"/>
                              <a:ext cx="105480" cy="1296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15" name="Прямая соединительная линия 715"/>
                          <wps:cNvCnPr/>
                          <wps:spPr>
                            <a:xfrm>
                              <a:off x="9360" y="278280"/>
                              <a:ext cx="11808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716" name="Овал 716"/>
                        <wps:cNvSpPr/>
                        <wps:spPr>
                          <a:xfrm>
                            <a:off x="842760" y="343080"/>
                            <a:ext cx="25920" cy="424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85" editas="canvas" style="margin-left:225pt;margin-top:-12.25pt;width:123.8pt;height:134.45pt" coordorigin="4500,-245" coordsize="2476,2689">
                <v:group id="shape_0" alt="Group 668" editas="canvas" style="left:4500;top:-245;width:2476;height:2689">
                  <v:rect id="shape_0" ID="Rectangle 669" fillcolor="white" stroked="f" style="position:absolute;left:6538;top:1904;width:436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M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oval id="shape_0" ID="Oval 670" fillcolor="white" stroked="t" style="position:absolute;left:5473;top:-245;width:729;height:1200">
                    <w10:wrap type="none"/>
                    <v:fill o:detectmouseclick="t" type="solid" color2="black"/>
                    <v:stroke color="black" weight="9360" joinstyle="round" endcap="flat"/>
                  </v:oval>
                  <v:line id="shape_0" from="4660,-2" to="5078,1128" ID="Line 671" stroked="t" style="position:absolute">
                    <v:stroke color="black" weight="9360" joinstyle="round" endcap="flat"/>
                    <v:fill o:detectmouseclick="t" on="false"/>
                  </v:line>
                  <v:oval id="shape_0" ID="Oval 672" fillcolor="black" stroked="t" style="position:absolute;left:6830;top:1961;width:108;height:178">
                    <w10:wrap type="none"/>
                    <v:fill o:detectmouseclick="t" type="solid" color2="white"/>
                    <v:stroke color="black" weight="9360" joinstyle="round" endcap="flat"/>
                  </v:oval>
                  <v:rect id="shape_0" ID="Rectangle 673" fillcolor="white" stroked="f" style="position:absolute;left:5745;top:382;width:319;height:406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line id="shape_0" from="4500,-19" to="4665,184" ID="Line 674" stroked="t" style="position:absolute;flip:y">
                    <v:stroke color="black" weight="9360" joinstyle="round" endcap="flat"/>
                    <v:fill o:detectmouseclick="t" on="false"/>
                  </v:line>
                  <v:line id="shape_0" from="4515,193" to="4700,193" ID="Line 675" stroked="t" style="position:absolute">
                    <v:stroke color="black" weight="9360" joinstyle="round" endcap="flat"/>
                    <v:fill o:detectmouseclick="t" on="false"/>
                  </v:line>
                </v:group>
                <v:oval id="shape_0" ID="Oval 676" fillcolor="black" stroked="t" style="position:absolute;left:5827;top:295;width:40;height:66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Составить уравнение движения маятника, состоящего из материальной точки массы </w:t>
      </w:r>
      <w:r>
        <w:rPr>
          <w:b/>
          <w:bCs/>
          <w:i/>
          <w:iCs/>
          <w:lang w:val="en-US"/>
        </w:rPr>
        <w:t>m</w:t>
      </w:r>
      <w:r>
        <w:t xml:space="preserve">, подвешенной на нити, длина которой изменяется по произвольно заданному закону </w:t>
      </w:r>
      <w:r>
        <w:rPr>
          <w:b/>
          <w:bCs/>
          <w:i/>
          <w:iCs/>
          <w:lang w:val="en-US"/>
        </w:rPr>
        <w:t>l</w:t>
      </w:r>
      <w:r>
        <w:rPr>
          <w:b/>
          <w:bCs/>
          <w:i/>
          <w:iCs/>
        </w:rPr>
        <w:t xml:space="preserve"> = </w:t>
      </w:r>
      <w:r>
        <w:rPr>
          <w:b/>
          <w:bCs/>
          <w:i/>
          <w:iCs/>
          <w:lang w:val="en-US"/>
        </w:rPr>
        <w:t>l</w:t>
      </w:r>
      <w:r>
        <w:rPr>
          <w:b/>
          <w:bCs/>
          <w:i/>
          <w:iCs/>
        </w:rPr>
        <w:t>(</w:t>
      </w:r>
      <w:r>
        <w:rPr>
          <w:b/>
          <w:bCs/>
          <w:i/>
          <w:iCs/>
          <w:lang w:val="en-US"/>
        </w:rPr>
        <w:t>t</w:t>
      </w:r>
      <w:r>
        <w:rPr>
          <w:b/>
          <w:bCs/>
          <w:i/>
          <w:iCs/>
        </w:rPr>
        <w:t>)</w:t>
      </w:r>
      <w:r>
        <w:t>.</w:t>
      </w: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>Точка подвеса маятника, состоящего из материальной точ</w:t>
      </w:r>
      <w:r>
        <w:t xml:space="preserve">ки массы </w:t>
      </w:r>
      <w:r>
        <w:rPr>
          <w:b/>
          <w:bCs/>
          <w:i/>
          <w:iCs/>
          <w:lang w:val="en-US"/>
        </w:rPr>
        <w:t>m</w:t>
      </w:r>
      <w:r>
        <w:t xml:space="preserve"> на нерастяжимой нити длины </w:t>
      </w:r>
      <w:r>
        <w:rPr>
          <w:b/>
          <w:bCs/>
          <w:i/>
          <w:iCs/>
          <w:lang w:val="en-US"/>
        </w:rPr>
        <w:t>l</w:t>
      </w:r>
      <w:r>
        <w:t xml:space="preserve">, движется по заданному закону </w:t>
      </w:r>
      <m:oMath>
        <m:r>
          <w:rPr>
            <w:rFonts w:ascii="Cambria Math" w:hAnsi="Cambria Math"/>
          </w:rPr>
          <m:t>ξ</m:t>
        </m:r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ξ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по наклонной прямой, образующей угол </w:t>
      </w:r>
      <w:r>
        <w:rPr>
          <w:b/>
          <w:bCs/>
          <w:i/>
          <w:iCs/>
        </w:rPr>
        <w:t>α</w:t>
      </w:r>
      <w:r>
        <w:t xml:space="preserve"> с горизонтом. Составить уравнение движения маятника.</w:t>
      </w:r>
    </w:p>
    <w:p w:rsidR="001B1757" w:rsidRDefault="001B1757">
      <w:pPr>
        <w:spacing w:before="0"/>
        <w:jc w:val="both"/>
      </w:pPr>
    </w:p>
    <w:p w:rsidR="001B1757" w:rsidRDefault="005267B0">
      <w:pPr>
        <w:numPr>
          <w:ilvl w:val="2"/>
          <w:numId w:val="23"/>
        </w:numPr>
        <w:spacing w:before="0"/>
        <w:jc w:val="both"/>
      </w:pPr>
      <w:r>
        <w:t xml:space="preserve">Материальная точка массы </w:t>
      </w:r>
      <w:r>
        <w:rPr>
          <w:b/>
          <w:bCs/>
          <w:i/>
          <w:iCs/>
          <w:lang w:val="en-US"/>
        </w:rPr>
        <w:t>m</w:t>
      </w:r>
      <w:r>
        <w:t xml:space="preserve"> подвешена с помощью стержня длины </w:t>
      </w:r>
      <w:r>
        <w:rPr>
          <w:b/>
          <w:bCs/>
          <w:i/>
          <w:iCs/>
          <w:lang w:val="en-US"/>
        </w:rPr>
        <w:t>l</w:t>
      </w:r>
      <w:r>
        <w:t xml:space="preserve"> к плоскому шарниру, горизонтальная ось которого вращается вокруг вертикали с постоянной угловой скоростью </w:t>
      </w:r>
      <w:r>
        <w:rPr>
          <w:b/>
          <w:bCs/>
          <w:i/>
          <w:iCs/>
        </w:rPr>
        <w:t>ω</w:t>
      </w:r>
      <w:r>
        <w:t>. Составить функцию Гамильтона и канонические уравнения движения. Массу стержня не учитывать.</w:t>
      </w:r>
    </w:p>
    <w:p w:rsidR="001B1757" w:rsidRDefault="001B1757">
      <w:pPr>
        <w:spacing w:before="0"/>
        <w:ind w:left="360"/>
        <w:jc w:val="both"/>
      </w:pPr>
    </w:p>
    <w:p w:rsidR="001B1757" w:rsidRDefault="005267B0">
      <w:pPr>
        <w:spacing w:before="0"/>
        <w:ind w:left="3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32" behindDoc="0" locked="0" layoutInCell="1" allowOverlap="1" wp14:anchorId="2CF5D6B8" wp14:editId="6E3B0A76">
                <wp:simplePos x="0" y="0"/>
                <wp:positionH relativeFrom="column">
                  <wp:posOffset>3086100</wp:posOffset>
                </wp:positionH>
                <wp:positionV relativeFrom="paragraph">
                  <wp:posOffset>-191770</wp:posOffset>
                </wp:positionV>
                <wp:extent cx="1734185" cy="2429510"/>
                <wp:effectExtent l="9525" t="6350" r="0" b="12700"/>
                <wp:wrapNone/>
                <wp:docPr id="717" name="Группа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400" cy="2428920"/>
                          <a:chOff x="0" y="0"/>
                          <a:chExt cx="0" cy="0"/>
                        </a:xfrm>
                      </wpg:grpSpPr>
                      <wps:wsp>
                        <wps:cNvPr id="718" name="Прямоугольник 718"/>
                        <wps:cNvSpPr/>
                        <wps:spPr>
                          <a:xfrm>
                            <a:off x="862200" y="422280"/>
                            <a:ext cx="257760" cy="329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ω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19" name="Прямоугольник 719"/>
                        <wps:cNvSpPr/>
                        <wps:spPr>
                          <a:xfrm>
                            <a:off x="932040" y="1020960"/>
                            <a:ext cx="257760" cy="23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O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20" name="Прямоугольник 720"/>
                        <wps:cNvSpPr/>
                        <wps:spPr>
                          <a:xfrm>
                            <a:off x="1029240" y="1560960"/>
                            <a:ext cx="257760" cy="338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φ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21" name="Прямоугольник 721"/>
                        <wps:cNvSpPr/>
                        <wps:spPr>
                          <a:xfrm>
                            <a:off x="1217160" y="1640880"/>
                            <a:ext cx="257760" cy="238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 xml:space="preserve"> l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22" name="Прямоугольник 722"/>
                        <wps:cNvSpPr/>
                        <wps:spPr>
                          <a:xfrm>
                            <a:off x="1475640" y="2169720"/>
                            <a:ext cx="257760" cy="23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B1757" w:rsidRDefault="005267B0">
                              <w:pPr>
                                <w:overflowPunct w:val="0"/>
                                <w:spacing w:before="0"/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  <wps:wsp>
                        <wps:cNvPr id="723" name="Прямая соединительная линия 723"/>
                        <wps:cNvCnPr/>
                        <wps:spPr>
                          <a:xfrm>
                            <a:off x="118800" y="0"/>
                            <a:ext cx="62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4" name="Прямая соединительная линия 724"/>
                        <wps:cNvCnPr/>
                        <wps:spPr>
                          <a:xfrm>
                            <a:off x="149400" y="0"/>
                            <a:ext cx="0" cy="543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5" name="Прямая соединительная линия 725"/>
                        <wps:cNvCnPr/>
                        <wps:spPr>
                          <a:xfrm>
                            <a:off x="137160" y="28440"/>
                            <a:ext cx="0" cy="160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6" name="Прямая соединительная линия 726"/>
                        <wps:cNvCnPr/>
                        <wps:spPr>
                          <a:xfrm>
                            <a:off x="162000" y="28440"/>
                            <a:ext cx="0" cy="160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7" name="Прямая соединительная линия 727"/>
                        <wps:cNvCnPr/>
                        <wps:spPr>
                          <a:xfrm>
                            <a:off x="118800" y="203760"/>
                            <a:ext cx="622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8" name="Полилиния 728"/>
                        <wps:cNvSpPr/>
                        <wps:spPr>
                          <a:xfrm>
                            <a:off x="889560" y="392400"/>
                            <a:ext cx="268560" cy="118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" h="360">
                                <a:moveTo>
                                  <a:pt x="30" y="0"/>
                                </a:moveTo>
                                <a:cubicBezTo>
                                  <a:pt x="15" y="60"/>
                                  <a:pt x="0" y="120"/>
                                  <a:pt x="30" y="180"/>
                                </a:cubicBezTo>
                                <a:cubicBezTo>
                                  <a:pt x="60" y="240"/>
                                  <a:pt x="150" y="360"/>
                                  <a:pt x="210" y="360"/>
                                </a:cubicBezTo>
                                <a:cubicBezTo>
                                  <a:pt x="270" y="360"/>
                                  <a:pt x="360" y="240"/>
                                  <a:pt x="390" y="180"/>
                                </a:cubicBezTo>
                                <a:cubicBezTo>
                                  <a:pt x="420" y="120"/>
                                  <a:pt x="405" y="60"/>
                                  <a:pt x="390" y="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29" name="Прямая соединительная линия 729"/>
                        <wps:cNvCnPr/>
                        <wps:spPr>
                          <a:xfrm flipV="1">
                            <a:off x="181440" y="302400"/>
                            <a:ext cx="33120" cy="298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  <a:tailEnd type="stealth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0" name="Прямая соединительная линия 730"/>
                        <wps:cNvCnPr/>
                        <wps:spPr>
                          <a:xfrm>
                            <a:off x="64080" y="600120"/>
                            <a:ext cx="0" cy="203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1" name="Прямая соединительная линия 731"/>
                        <wps:cNvCnPr/>
                        <wps:spPr>
                          <a:xfrm>
                            <a:off x="246960" y="464040"/>
                            <a:ext cx="0" cy="20376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2" name="Прямая соединительная линия 732"/>
                        <wps:cNvCnPr/>
                        <wps:spPr>
                          <a:xfrm flipV="1">
                            <a:off x="64080" y="464040"/>
                            <a:ext cx="182880" cy="1357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3" name="Прямая соединительная линия 733"/>
                        <wps:cNvCnPr/>
                        <wps:spPr>
                          <a:xfrm flipV="1">
                            <a:off x="27360" y="770400"/>
                            <a:ext cx="73800" cy="68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4" name="Прямая соединительная линия 734"/>
                        <wps:cNvCnPr/>
                        <wps:spPr>
                          <a:xfrm flipV="1">
                            <a:off x="213480" y="622800"/>
                            <a:ext cx="73800" cy="68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5" name="Прямая соединительная линия 735"/>
                        <wps:cNvCnPr/>
                        <wps:spPr>
                          <a:xfrm flipV="1">
                            <a:off x="0" y="617400"/>
                            <a:ext cx="329400" cy="2718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6" name="Прямая соединительная линия 736"/>
                        <wps:cNvCnPr/>
                        <wps:spPr>
                          <a:xfrm flipV="1">
                            <a:off x="36720" y="821160"/>
                            <a:ext cx="73080" cy="68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7" name="Прямая соединительная линия 737"/>
                        <wps:cNvCnPr/>
                        <wps:spPr>
                          <a:xfrm flipV="1">
                            <a:off x="222840" y="668160"/>
                            <a:ext cx="73080" cy="680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8" name="Прямая соединительная линия 738"/>
                        <wps:cNvCnPr/>
                        <wps:spPr>
                          <a:xfrm>
                            <a:off x="152280" y="758880"/>
                            <a:ext cx="207720" cy="53784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39" name="Овал 739"/>
                        <wps:cNvSpPr/>
                        <wps:spPr>
                          <a:xfrm>
                            <a:off x="1357560" y="2150280"/>
                            <a:ext cx="149760" cy="2786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40" name="Прямая соединительная линия 740"/>
                        <wps:cNvCnPr/>
                        <wps:spPr>
                          <a:xfrm>
                            <a:off x="149400" y="764640"/>
                            <a:ext cx="0" cy="1357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41" name="Прямая соединительная линия 741"/>
                        <wps:cNvCnPr/>
                        <wps:spPr>
                          <a:xfrm>
                            <a:off x="149400" y="945360"/>
                            <a:ext cx="0" cy="1357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42" name="Прямая соединительная линия 742"/>
                        <wps:cNvCnPr/>
                        <wps:spPr>
                          <a:xfrm>
                            <a:off x="149400" y="1127160"/>
                            <a:ext cx="0" cy="1357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43" name="Прямая соединительная линия 743"/>
                        <wps:cNvCnPr/>
                        <wps:spPr>
                          <a:xfrm>
                            <a:off x="149400" y="1308240"/>
                            <a:ext cx="0" cy="13572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44" name="Полилиния 744"/>
                        <wps:cNvSpPr/>
                        <wps:spPr>
                          <a:xfrm>
                            <a:off x="1018440" y="1710720"/>
                            <a:ext cx="192960" cy="138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" h="210">
                                <a:moveTo>
                                  <a:pt x="0" y="0"/>
                                </a:moveTo>
                                <a:cubicBezTo>
                                  <a:pt x="60" y="75"/>
                                  <a:pt x="120" y="150"/>
                                  <a:pt x="180" y="180"/>
                                </a:cubicBezTo>
                                <a:cubicBezTo>
                                  <a:pt x="240" y="210"/>
                                  <a:pt x="300" y="210"/>
                                  <a:pt x="360" y="180"/>
                                </a:cubicBezTo>
                                <a:cubicBezTo>
                                  <a:pt x="420" y="150"/>
                                  <a:pt x="480" y="75"/>
                                  <a:pt x="540" y="0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57" editas="canvas" style="margin-left:243pt;margin-top:-15.1pt;width:136.5pt;height:191.25pt" coordorigin="4860,-302" coordsize="2730,3825">
                <v:rect id="shape_0" ID="Rectangle 678" fillcolor="white" stroked="f" style="position:absolute;left:6218;top:363;width:405;height:517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ω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79" fillcolor="white" stroked="f" style="position:absolute;left:6328;top:1306;width:405;height:37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O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80" fillcolor="white" stroked="f" style="position:absolute;left:6481;top:2156;width:405;height:532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>φ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81" fillcolor="white" stroked="f" style="position:absolute;left:6777;top:2282;width:405;height:375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 xml:space="preserve"> l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rect id="shape_0" ID="Rectangle 682" fillcolor="white" stroked="f" style="position:absolute;left:7184;top:3115;width:405;height:376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/>
                          </w:rPr>
                          <w:t xml:space="preserve"> M</w:t>
                        </w:r>
                      </w:p>
                    </w:txbxContent>
                  </v:textbox>
                  <w10:wrap type="square"/>
                  <v:fill o:detectmouseclick="t" type="solid" color2="black"/>
                  <v:stroke color="#3465a4" joinstyle="round" endcap="flat"/>
                </v:rect>
                <v:line id="shape_0" from="5047,-302" to="5144,-302" ID="Line 683" stroked="t" style="position:absolute">
                  <v:stroke color="black" weight="9360" joinstyle="round" endcap="flat"/>
                  <v:fill o:detectmouseclick="t" on="false"/>
                </v:line>
                <v:line id="shape_0" from="5096,-302" to="5096,553" ID="Line 684" stroked="t" style="position:absolute">
                  <v:stroke color="black" weight="9360" joinstyle="round" endcap="flat"/>
                  <v:fill o:detectmouseclick="t" on="false"/>
                </v:line>
                <v:line id="shape_0" from="5076,-257" to="5076,-6" ID="Line 685" stroked="t" style="position:absolute">
                  <v:stroke color="black" weight="9360" joinstyle="round" endcap="flat"/>
                  <v:fill o:detectmouseclick="t" on="false"/>
                </v:line>
                <v:line id="shape_0" from="5115,-257" to="5115,-6" ID="Line 686" stroked="t" style="position:absolute">
                  <v:stroke color="black" weight="9360" joinstyle="round" endcap="flat"/>
                  <v:fill o:detectmouseclick="t" on="false"/>
                </v:line>
                <v:line id="shape_0" from="5047,19" to="5144,19" ID="Line 687" stroked="t" style="position:absolute">
                  <v:stroke color="black" weight="9360" joinstyle="round" endcap="flat"/>
                  <v:fill o:detectmouseclick="t" on="false"/>
                </v:line>
                <v:line id="shape_0" from="5146,174" to="5197,220" ID="Line 689" stroked="t" style="position:absolute;flip:y">
                  <v:stroke color="black" weight="9360" endarrow="classic" endarrowwidth="medium" endarrowlength="medium" joinstyle="round" endcap="flat"/>
                  <v:fill o:detectmouseclick="t" on="false"/>
                </v:line>
                <v:line id="shape_0" from="4961,643" to="4961,963" ID="Line 690" stroked="t" style="position:absolute">
                  <v:stroke color="black" weight="9360" joinstyle="round" endcap="flat"/>
                  <v:fill o:detectmouseclick="t" on="false"/>
                </v:line>
                <v:line id="shape_0" from="5249,429" to="5249,749" ID="Line 691" stroked="t" style="position:absolute">
                  <v:stroke color="black" weight="9360" joinstyle="round" endcap="flat"/>
                  <v:fill o:detectmouseclick="t" on="false"/>
                </v:line>
                <v:line id="shape_0" from="4961,429" to="5248,642" ID="Line 692" stroked="t" style="position:absolute;flip:y">
                  <v:stroke color="black" weight="9360" joinstyle="round" endcap="flat"/>
                  <v:fill o:detectmouseclick="t" on="false"/>
                </v:line>
                <v:line id="shape_0" from="4903,911" to="5018,1017" ID="Line 693" stroked="t" style="position:absolute;flip:y">
                  <v:stroke color="black" weight="9360" joinstyle="round" endcap="flat"/>
                  <v:fill o:detectmouseclick="t" on="false"/>
                </v:line>
                <v:line id="shape_0" from="5196,679" to="5311,785" ID="Line 694" stroked="t" style="position:absolute;flip:y">
                  <v:stroke color="black" weight="9360" joinstyle="round" endcap="flat"/>
                  <v:fill o:detectmouseclick="t" on="false"/>
                </v:line>
                <v:line id="shape_0" from="4860,670" to="5378,1097" ID="Line 695" stroked="t" style="position:absolute;flip:y">
                  <v:stroke color="black" weight="9360" joinstyle="round" endcap="flat"/>
                  <v:fill o:detectmouseclick="t" on="false"/>
                </v:line>
                <v:line id="shape_0" from="4918,991" to="5032,1097" ID="Line 696" stroked="t" style="position:absolute;flip:y">
                  <v:stroke color="black" weight="9360" joinstyle="round" endcap="flat"/>
                  <v:fill o:detectmouseclick="t" on="false"/>
                </v:line>
                <v:line id="shape_0" from="5211,750" to="5325,856" ID="Line 697" stroked="t" style="position:absolute;flip:y">
                  <v:stroke color="black" weight="9360" joinstyle="round" endcap="flat"/>
                  <v:fill o:detectmouseclick="t" on="false"/>
                </v:line>
                <v:line id="shape_0" from="5100,893" to="5426,1739" ID="Line 698" stroked="t" style="position:absolute">
                  <v:stroke color="black" weight="9360" joinstyle="round" endcap="flat"/>
                  <v:fill o:detectmouseclick="t" on="false"/>
                </v:line>
                <v:oval id="shape_0" ID="Oval 699" fillcolor="white" stroked="t" style="position:absolute;left:6998;top:3084;width:235;height:438">
                  <w10:wrap type="none"/>
                  <v:fill o:detectmouseclick="t" type="solid" color2="black"/>
                  <v:stroke color="black" weight="9360" joinstyle="round" endcap="flat"/>
                </v:oval>
                <v:line id="shape_0" from="5096,902" to="5096,1115" ID="Line 700" stroked="t" style="position:absolute">
                  <v:stroke color="black" weight="9360" joinstyle="round" endcap="flat"/>
                  <v:fill o:detectmouseclick="t" on="false"/>
                </v:line>
                <v:line id="shape_0" from="5096,1187" to="5096,1400" ID="Line 701" stroked="t" style="position:absolute">
                  <v:stroke color="black" weight="9360" joinstyle="round" endcap="flat"/>
                  <v:fill o:detectmouseclick="t" on="false"/>
                </v:line>
                <v:line id="shape_0" from="5096,1473" to="5096,1686" ID="Line 702" stroked="t" style="position:absolute">
                  <v:stroke color="black" weight="9360" joinstyle="round" endcap="flat"/>
                  <v:fill o:detectmouseclick="t" on="false"/>
                </v:line>
                <v:line id="shape_0" from="5096,1758" to="5096,1971" ID="Line 703" stroked="t" style="position:absolute">
                  <v:stroke color="black" weight="9360" joinstyle="round" endcap="flat"/>
                  <v:fill o:detectmouseclick="t" on="false"/>
                </v:line>
              </v:group>
            </w:pict>
          </mc:Fallback>
        </mc:AlternateConten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5267B0">
      <w:pPr>
        <w:numPr>
          <w:ilvl w:val="2"/>
          <w:numId w:val="23"/>
        </w:numPr>
        <w:spacing w:before="0"/>
      </w:pPr>
      <w:r>
        <w:t xml:space="preserve">Три стержня одинакового веса </w:t>
      </w:r>
      <w:r>
        <w:rPr>
          <w:b/>
          <w:bCs/>
          <w:i/>
          <w:iCs/>
          <w:lang w:val="en-US"/>
        </w:rPr>
        <w:t>Q</w:t>
      </w:r>
      <w:r>
        <w:t xml:space="preserve"> соединены между собой шарнирами. Первый стержень может вращаться вокруг неподвижного шарнира </w:t>
      </w:r>
      <w:r>
        <w:rPr>
          <w:b/>
          <w:bCs/>
          <w:i/>
          <w:iCs/>
          <w:lang w:val="en-US"/>
        </w:rPr>
        <w:t>O</w:t>
      </w:r>
      <w:r>
        <w:t xml:space="preserve">, а к свободному концу третьего стержня приложена горизонтальная сила </w:t>
      </w:r>
      <w:r>
        <w:rPr>
          <w:b/>
          <w:bCs/>
          <w:i/>
          <w:iCs/>
          <w:lang w:val="en-US"/>
        </w:rPr>
        <w:t>F</w:t>
      </w:r>
      <w:r>
        <w:t xml:space="preserve">, которая удерживает всю систему в вертикальной плоскости в </w:t>
      </w:r>
      <w:r>
        <w:t xml:space="preserve">равновесии. При этом стержни образуют с вертикалью углы, соответственно равные </w:t>
      </w:r>
      <w:r>
        <w:rPr>
          <w:b/>
          <w:bCs/>
          <w:i/>
          <w:iCs/>
        </w:rPr>
        <w:t>φ</w:t>
      </w:r>
      <w:r>
        <w:rPr>
          <w:b/>
          <w:bCs/>
          <w:i/>
          <w:iCs/>
          <w:vertAlign w:val="subscript"/>
        </w:rPr>
        <w:t>1</w:t>
      </w:r>
      <w:r>
        <w:t xml:space="preserve">, </w:t>
      </w:r>
      <w:r>
        <w:rPr>
          <w:b/>
          <w:bCs/>
          <w:i/>
          <w:iCs/>
        </w:rPr>
        <w:t>φ</w:t>
      </w:r>
      <w:r>
        <w:rPr>
          <w:b/>
          <w:bCs/>
          <w:i/>
          <w:iCs/>
          <w:vertAlign w:val="subscript"/>
        </w:rPr>
        <w:t>2</w:t>
      </w:r>
      <w:r>
        <w:t xml:space="preserve">, </w:t>
      </w:r>
      <w:r>
        <w:rPr>
          <w:b/>
          <w:bCs/>
          <w:i/>
          <w:iCs/>
        </w:rPr>
        <w:t>φ</w:t>
      </w:r>
      <w:r>
        <w:rPr>
          <w:b/>
          <w:bCs/>
          <w:i/>
          <w:iCs/>
          <w:vertAlign w:val="subscript"/>
        </w:rPr>
        <w:t>3</w:t>
      </w:r>
      <w:r>
        <w:t xml:space="preserve">. Определить эти углы, если </w:t>
      </w:r>
      <w:r>
        <w:rPr>
          <w:b/>
          <w:bCs/>
          <w:i/>
          <w:iCs/>
          <w:lang w:val="en-US"/>
        </w:rPr>
        <w:t>F</w:t>
      </w:r>
      <w:r>
        <w:rPr>
          <w:b/>
          <w:bCs/>
          <w:i/>
          <w:iCs/>
        </w:rPr>
        <w:t xml:space="preserve"> = </w:t>
      </w:r>
      <w:r>
        <w:rPr>
          <w:b/>
          <w:bCs/>
          <w:i/>
          <w:iCs/>
          <w:lang w:val="en-US"/>
        </w:rPr>
        <w:t>Q</w:t>
      </w:r>
      <w:r>
        <w:t>.</w:t>
      </w:r>
    </w:p>
    <w:p w:rsidR="001B1757" w:rsidRDefault="005267B0">
      <w:pPr>
        <w:spacing w:before="0"/>
        <w:ind w:left="360"/>
      </w:pPr>
      <w:r>
        <w:t xml:space="preserve"> </w:t>
      </w:r>
    </w:p>
    <w:p w:rsidR="001B1757" w:rsidRDefault="005267B0">
      <w:pPr>
        <w:spacing w:before="0"/>
        <w:ind w:left="360"/>
      </w:pPr>
      <w:r>
        <w:rPr>
          <w:noProof/>
        </w:rPr>
        <mc:AlternateContent>
          <mc:Choice Requires="wpg">
            <w:drawing>
              <wp:anchor distT="0" distB="0" distL="0" distR="0" simplePos="0" relativeHeight="33" behindDoc="0" locked="0" layoutInCell="1" allowOverlap="1" wp14:anchorId="6A0D44DB" wp14:editId="1A17664B">
                <wp:simplePos x="0" y="0"/>
                <wp:positionH relativeFrom="column">
                  <wp:posOffset>2057400</wp:posOffset>
                </wp:positionH>
                <wp:positionV relativeFrom="paragraph">
                  <wp:posOffset>-83185</wp:posOffset>
                </wp:positionV>
                <wp:extent cx="3172460" cy="1715135"/>
                <wp:effectExtent l="0" t="6350" r="0" b="3175"/>
                <wp:wrapNone/>
                <wp:docPr id="745" name="Группа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960" cy="1714680"/>
                          <a:chOff x="0" y="0"/>
                          <a:chExt cx="0" cy="0"/>
                        </a:xfrm>
                      </wpg:grpSpPr>
                      <wpg:grpSp>
                        <wpg:cNvPr id="746" name="Группа 746"/>
                        <wpg:cNvGrpSpPr/>
                        <wpg:grpSpPr>
                          <a:xfrm>
                            <a:off x="0" y="0"/>
                            <a:ext cx="3171960" cy="1714680"/>
                            <a:chOff x="0" y="0"/>
                            <a:chExt cx="0" cy="0"/>
                          </a:xfrm>
                        </wpg:grpSpPr>
                        <wpg:grpSp>
                          <wpg:cNvPr id="747" name="Группа 747"/>
                          <wpg:cNvGrpSpPr/>
                          <wpg:grpSpPr>
                            <a:xfrm>
                              <a:off x="0" y="0"/>
                              <a:ext cx="3171960" cy="1714680"/>
                              <a:chOff x="0" y="0"/>
                              <a:chExt cx="0" cy="0"/>
                            </a:xfrm>
                          </wpg:grpSpPr>
                          <wps:wsp>
                            <wps:cNvPr id="748" name="Прямоугольник 748"/>
                            <wps:cNvSpPr/>
                            <wps:spPr>
                              <a:xfrm>
                                <a:off x="1824840" y="1085040"/>
                                <a:ext cx="30996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position w:val="-7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49" name="Прямоугольник 749"/>
                            <wps:cNvSpPr/>
                            <wps:spPr>
                              <a:xfrm>
                                <a:off x="2884680" y="1028160"/>
                                <a:ext cx="28692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0" name="Прямоугольник 750"/>
                            <wps:cNvSpPr/>
                            <wps:spPr>
                              <a:xfrm>
                                <a:off x="2438280" y="1047240"/>
                                <a:ext cx="3024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1" name="Прямоугольник 751"/>
                            <wps:cNvSpPr/>
                            <wps:spPr>
                              <a:xfrm>
                                <a:off x="1416600" y="912960"/>
                                <a:ext cx="30996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position w:val="-7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2" name="Прямоугольник 752"/>
                            <wps:cNvSpPr/>
                            <wps:spPr>
                              <a:xfrm>
                                <a:off x="894600" y="397440"/>
                                <a:ext cx="309240" cy="343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φ</w:t>
                                  </w: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position w:val="-7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3" name="Прямоугольник 753"/>
                            <wps:cNvSpPr/>
                            <wps:spPr>
                              <a:xfrm>
                                <a:off x="1696680" y="798840"/>
                                <a:ext cx="31752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4" name="Прямоугольник 754"/>
                            <wps:cNvSpPr/>
                            <wps:spPr>
                              <a:xfrm>
                                <a:off x="1295280" y="512280"/>
                                <a:ext cx="264960" cy="285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5" name="Прямоугольник 755"/>
                            <wps:cNvSpPr/>
                            <wps:spPr>
                              <a:xfrm>
                                <a:off x="652320" y="25560"/>
                                <a:ext cx="27252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6" name="Прямоугольник 756"/>
                            <wps:cNvSpPr/>
                            <wps:spPr>
                              <a:xfrm>
                                <a:off x="2832120" y="130320"/>
                                <a:ext cx="271800" cy="343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7" name="Прямоугольник 757"/>
                            <wps:cNvSpPr/>
                            <wps:spPr>
                              <a:xfrm>
                                <a:off x="675000" y="1371600"/>
                                <a:ext cx="2718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B1757" w:rsidRDefault="005267B0">
                                  <w:pPr>
                                    <w:overflowPunct w:val="0"/>
                                    <w:spacing w:before="0"/>
                                  </w:pPr>
                                  <w:r>
                                    <w:rPr>
                                      <w:rFonts w:ascii="Calibri" w:eastAsia="Calibri" w:hAnsi="Calibri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  <wps:wsp>
                            <wps:cNvPr id="758" name="Прямая соединительная линия 758"/>
                            <wps:cNvCnPr/>
                            <wps:spPr>
                              <a:xfrm>
                                <a:off x="0" y="33120"/>
                                <a:ext cx="15480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59" name="Равнобедренный треугольник 759"/>
                            <wps:cNvSpPr/>
                            <wps:spPr>
                              <a:xfrm rot="10800000">
                                <a:off x="788760" y="0"/>
                                <a:ext cx="181080" cy="15804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0" name="Прямая соединительная линия 760"/>
                            <wps:cNvCnPr/>
                            <wps:spPr>
                              <a:xfrm>
                                <a:off x="73080" y="141480"/>
                                <a:ext cx="0" cy="77904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1" name="Прямая соединительная линия 761"/>
                            <wps:cNvCnPr/>
                            <wps:spPr>
                              <a:xfrm>
                                <a:off x="73080" y="130680"/>
                                <a:ext cx="118440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2" name="Прямая соединительная линия 762"/>
                            <wps:cNvCnPr/>
                            <wps:spPr>
                              <a:xfrm>
                                <a:off x="85680" y="141480"/>
                                <a:ext cx="257760" cy="32436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3" name="Прямая соединительная линия 763"/>
                            <wps:cNvCnPr/>
                            <wps:spPr>
                              <a:xfrm>
                                <a:off x="360720" y="471960"/>
                                <a:ext cx="201240" cy="14616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4" name="Прямая соединительная линия 764"/>
                            <wps:cNvCnPr/>
                            <wps:spPr>
                              <a:xfrm>
                                <a:off x="356400" y="492840"/>
                                <a:ext cx="0" cy="1954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5" name="Прямая соединительная линия 765"/>
                            <wps:cNvCnPr/>
                            <wps:spPr>
                              <a:xfrm>
                                <a:off x="575280" y="639360"/>
                                <a:ext cx="0" cy="1944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6" name="Овал 766"/>
                            <wps:cNvSpPr/>
                            <wps:spPr>
                              <a:xfrm>
                                <a:off x="1359360" y="755640"/>
                                <a:ext cx="33480" cy="42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7" name="Прямая соединительная линия 767"/>
                            <wps:cNvCnPr/>
                            <wps:spPr>
                              <a:xfrm>
                                <a:off x="587880" y="628560"/>
                                <a:ext cx="412200" cy="1296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8" name="Овал 768"/>
                            <wps:cNvSpPr/>
                            <wps:spPr>
                              <a:xfrm>
                                <a:off x="2517840" y="1266120"/>
                                <a:ext cx="33480" cy="43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69" name="Прямая соединительная линия 769"/>
                            <wps:cNvCnPr/>
                            <wps:spPr>
                              <a:xfrm>
                                <a:off x="1025640" y="763200"/>
                                <a:ext cx="309240" cy="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770" name="Прямая соединительная линия 770"/>
                            <wps:cNvCnPr/>
                            <wps:spPr>
                              <a:xfrm>
                                <a:off x="1012680" y="781200"/>
                                <a:ext cx="0" cy="1123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771" name="Полилиния 771"/>
                          <wps:cNvSpPr/>
                          <wps:spPr>
                            <a:xfrm>
                              <a:off x="879480" y="359280"/>
                              <a:ext cx="181080" cy="114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72" name="Полилиния 772"/>
                          <wps:cNvSpPr/>
                          <wps:spPr>
                            <a:xfrm>
                              <a:off x="1378440" y="884520"/>
                              <a:ext cx="181440" cy="113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73" name="Полилиния 773"/>
                          <wps:cNvSpPr/>
                          <wps:spPr>
                            <a:xfrm>
                              <a:off x="1772280" y="1104120"/>
                              <a:ext cx="181080" cy="113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0" h="180">
                                  <a:moveTo>
                                    <a:pt x="0" y="0"/>
                                  </a:moveTo>
                                  <a:cubicBezTo>
                                    <a:pt x="60" y="90"/>
                                    <a:pt x="120" y="180"/>
                                    <a:pt x="180" y="180"/>
                                  </a:cubicBezTo>
                                  <a:cubicBezTo>
                                    <a:pt x="240" y="180"/>
                                    <a:pt x="300" y="9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774" name="Овал 774"/>
                        <wps:cNvSpPr/>
                        <wps:spPr>
                          <a:xfrm>
                            <a:off x="867960" y="154440"/>
                            <a:ext cx="33480" cy="424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75" name="Овал 775"/>
                        <wps:cNvSpPr/>
                        <wps:spPr>
                          <a:xfrm>
                            <a:off x="1745640" y="1018440"/>
                            <a:ext cx="33480" cy="424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26" editas="canvas" style="margin-left:162pt;margin-top:-6.6pt;width:249.75pt;height:135.05pt" coordorigin="3240,-132" coordsize="4995,2701">
                <v:group id="shape_0" alt="Group 706" editas="canvas" style="left:3240;top:-132;width:4995;height:2701">
                  <v:group id="shape_0" alt="Group 707" editas="canvas" style="left:3240;top:-132;width:4995;height:2701">
                    <v:rect id="shape_0" ID="Rectangle 708" fillcolor="white" stroked="f" style="position:absolute;left:6114;top:1578;width:487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φ</w:t>
                            </w: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position w:val="-7"/>
                                <w:rFonts w:ascii="Calibri" w:hAnsi="Calibri" w:eastAsia="Calibri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09" fillcolor="white" stroked="f" style="position:absolute;left:7783;top:1488;width:451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F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0" fillcolor="white" stroked="f" style="position:absolute;left:7080;top:1518;width:475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C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1" fillcolor="white" stroked="f" style="position:absolute;left:5471;top:1307;width:487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φ</w:t>
                            </w: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position w:val="-7"/>
                                <w:rFonts w:ascii="Calibri" w:hAnsi="Calibri" w:eastAsia="Calibri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2" fillcolor="white" stroked="f" style="position:absolute;left:4649;top:495;width:486;height:540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φ</w:t>
                            </w: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position w:val="-7"/>
                                <w:rFonts w:ascii="Calibri" w:hAnsi="Calibri" w:eastAsia="Calibri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3" fillcolor="white" stroked="f" style="position:absolute;left:5912;top:1127;width:499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4" fillcolor="white" stroked="f" style="position:absolute;left:5280;top:676;width:416;height:44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5" fillcolor="white" stroked="f" style="position:absolute;left:4267;top:-91;width:428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6" fillcolor="white" stroked="f" style="position:absolute;left:7700;top:74;width:427;height:540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y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rect id="shape_0" ID="Rectangle 717" fillcolor="white" stroked="f" style="position:absolute;left:4303;top:2029;width:427;height:539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8"/>
                                <w:b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28"/>
                                <w:bCs/>
                                <w:iCs/>
                                <w:smallCaps w:val="false"/>
                                <w:caps w:val="false"/>
                                <w:rFonts w:ascii="Calibri" w:hAnsi="Calibri" w:eastAsia="Calibri"/>
                              </w:rPr>
                              <w:t>x</w:t>
                            </w:r>
                          </w:p>
                        </w:txbxContent>
                      </v:textbox>
                      <w10:wrap type="square"/>
                      <v:fill o:detectmouseclick="t" type="solid" color2="black"/>
                      <v:stroke color="#3465a4" joinstyle="round" endcap="flat"/>
                    </v:rect>
                    <v:line id="shape_0" from="3240,-79" to="3483,-79" ID="Line 718" stroked="t" style="position:absolute">
                      <v:stroke color="black" weight="9360" joinstyle="round" endcap="flat"/>
                      <v:fill o:detectmouseclick="t" on="false"/>
                    </v:line>
                    <v:shape id="shape_0" ID="AutoShape 719" fillcolor="white" stroked="t" style="position:absolute;left:4482;top:-131;width:284;height:248;rotation:180" type="shapetype_5">
                      <w10:wrap type="none"/>
                      <v:fill o:detectmouseclick="t" type="solid" color2="black"/>
                      <v:stroke color="black" weight="9360" joinstyle="miter" endcap="flat"/>
                    </v:shape>
                    <v:line id="shape_0" from="3355,92" to="3355,1318" ID="Line 720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  <v:line id="shape_0" from="3355,75" to="5219,75" ID="Line 721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  <v:line id="shape_0" from="3375,92" to="3780,602" ID="Line 722" stroked="t" style="position:absolute">
                      <v:stroke color="black" weight="9360" joinstyle="round" endcap="flat"/>
                      <v:fill o:detectmouseclick="t" on="false"/>
                    </v:line>
                    <v:line id="shape_0" from="3808,612" to="4124,841" ID="Line 723" stroked="t" style="position:absolute">
                      <v:stroke color="black" weight="9360" joinstyle="round" endcap="flat"/>
                      <v:fill o:detectmouseclick="t" on="false"/>
                    </v:line>
                    <v:line id="shape_0" from="3801,645" to="3801,952" ID="Line 724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  <v:line id="shape_0" from="4146,876" to="4146,1181" ID="Line 725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  <v:oval id="shape_0" ID="Oval 726" fillcolor="black" stroked="t" style="position:absolute;left:5381;top:1059;width:52;height:66">
                      <w10:wrap type="none"/>
                      <v:fill o:detectmouseclick="t" type="solid" color2="white"/>
                      <v:stroke color="black" weight="9360" joinstyle="round" endcap="flat"/>
                    </v:oval>
                    <v:line id="shape_0" from="4166,859" to="4814,1062" ID="Line 727" stroked="t" style="position:absolute">
                      <v:stroke color="black" weight="9360" joinstyle="round" endcap="flat"/>
                      <v:fill o:detectmouseclick="t" on="false"/>
                    </v:line>
                    <v:oval id="shape_0" ID="Oval 728" fillcolor="black" stroked="t" style="position:absolute;left:7205;top:1863;width:52;height:67">
                      <w10:wrap type="none"/>
                      <v:fill o:detectmouseclick="t" type="solid" color2="white"/>
                      <v:stroke color="black" weight="9360" joinstyle="round" endcap="flat"/>
                    </v:oval>
                    <v:line id="shape_0" from="4855,1071" to="5341,1071" ID="Line 729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  <v:line id="shape_0" from="4835,1099" to="4835,1275" ID="Line 730" stroked="t" style="position:absolute">
                      <v:stroke color="black" weight="9360" endarrow="block" endarrowwidth="medium" endarrowlength="medium" joinstyle="round" endcap="flat"/>
                      <v:fill o:detectmouseclick="t" on="false"/>
                    </v:line>
                  </v:group>
                </v:group>
                <v:oval id="shape_0" ID="Oval 734" fillcolor="black" stroked="t" style="position:absolute;left:4607;top:112;width:52;height:66">
                  <w10:wrap type="none"/>
                  <v:fill o:detectmouseclick="t" type="solid" color2="white"/>
                  <v:stroke color="black" weight="9360" joinstyle="round" endcap="flat"/>
                </v:oval>
                <v:oval id="shape_0" ID="Oval 735" fillcolor="black" stroked="t" style="position:absolute;left:5989;top:1473;width:52;height:66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  <w:rPr>
          <w:lang w:val="en-US"/>
        </w:rPr>
      </w:pPr>
    </w:p>
    <w:p w:rsidR="001B1757" w:rsidRDefault="005267B0">
      <w:pPr>
        <w:spacing w:before="0"/>
        <w:ind w:left="1080" w:hanging="720"/>
        <w:jc w:val="both"/>
      </w:pPr>
      <w:r>
        <w:t xml:space="preserve">5.12.15.Через блок </w:t>
      </w:r>
      <w:r>
        <w:rPr>
          <w:b/>
          <w:bCs/>
          <w:i/>
          <w:iCs/>
          <w:lang w:val="en-US"/>
        </w:rPr>
        <w:t>A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t xml:space="preserve"> переброшена нить, к концам которой привязаны груз </w:t>
      </w:r>
      <w:r>
        <w:rPr>
          <w:b/>
          <w:bCs/>
          <w:i/>
          <w:iCs/>
          <w:lang w:val="en-US"/>
        </w:rPr>
        <w:t>B</w:t>
      </w:r>
      <w:r>
        <w:t xml:space="preserve"> и каток </w:t>
      </w:r>
      <w:r>
        <w:rPr>
          <w:b/>
          <w:bCs/>
          <w:i/>
          <w:iCs/>
          <w:lang w:val="en-US"/>
        </w:rPr>
        <w:t>C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4</w:t>
      </w:r>
      <w:r>
        <w:t xml:space="preserve">, лежащий на наклонной плоскости. Через каток </w:t>
      </w:r>
      <w:r>
        <w:rPr>
          <w:b/>
          <w:bCs/>
          <w:i/>
          <w:iCs/>
          <w:lang w:val="en-US"/>
        </w:rPr>
        <w:t>C</w:t>
      </w:r>
      <w:r>
        <w:t xml:space="preserve"> в свою очередь переброшена нить, к концам которой привязаны груз </w:t>
      </w:r>
      <w:r>
        <w:rPr>
          <w:b/>
          <w:bCs/>
          <w:i/>
          <w:iCs/>
          <w:lang w:val="en-US"/>
        </w:rPr>
        <w:t>D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2</w:t>
      </w:r>
      <w:r>
        <w:t xml:space="preserve"> и груз </w:t>
      </w:r>
      <w:r>
        <w:rPr>
          <w:b/>
          <w:bCs/>
          <w:i/>
          <w:iCs/>
          <w:lang w:val="en-US"/>
        </w:rPr>
        <w:t>E</w:t>
      </w:r>
      <w:r>
        <w:t xml:space="preserve"> массы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1</w:t>
      </w:r>
      <w:r>
        <w:t>, лежащий на параллельной идеально гладкой п</w:t>
      </w:r>
      <w:r>
        <w:t xml:space="preserve">лоскости. Определить массу </w:t>
      </w:r>
      <w:r>
        <w:rPr>
          <w:b/>
          <w:bCs/>
          <w:i/>
          <w:iCs/>
          <w:lang w:val="en-US"/>
        </w:rPr>
        <w:t>M</w:t>
      </w:r>
      <w:r>
        <w:rPr>
          <w:b/>
          <w:bCs/>
          <w:i/>
          <w:iCs/>
          <w:vertAlign w:val="subscript"/>
        </w:rPr>
        <w:t>3</w:t>
      </w:r>
      <w:r>
        <w:t xml:space="preserve"> груза </w:t>
      </w:r>
      <w:r>
        <w:rPr>
          <w:b/>
          <w:bCs/>
          <w:i/>
          <w:iCs/>
          <w:lang w:val="en-US"/>
        </w:rPr>
        <w:t>B</w:t>
      </w:r>
      <w:r>
        <w:t xml:space="preserve"> и угол </w:t>
      </w:r>
      <w:r>
        <w:rPr>
          <w:b/>
          <w:bCs/>
          <w:i/>
          <w:iCs/>
        </w:rPr>
        <w:t>α</w:t>
      </w:r>
      <w:r>
        <w:t>, образуемый наклонными плоскостями с горизонтом, если система находится в равновесии. Массой нити пренебречь.</w:t>
      </w:r>
    </w:p>
    <w:p w:rsidR="001B1757" w:rsidRDefault="001B1757">
      <w:pPr>
        <w:spacing w:before="0"/>
        <w:ind w:left="1080" w:hanging="720"/>
        <w:jc w:val="both"/>
      </w:pPr>
    </w:p>
    <w:p w:rsidR="001B1757" w:rsidRDefault="001B1757">
      <w:pPr>
        <w:spacing w:before="0"/>
        <w:ind w:left="1080" w:hanging="720"/>
        <w:jc w:val="both"/>
      </w:pPr>
    </w:p>
    <w:p w:rsidR="001B1757" w:rsidRDefault="001B1757">
      <w:pPr>
        <w:spacing w:before="0"/>
      </w:pPr>
    </w:p>
    <w:p w:rsidR="001B1757" w:rsidRDefault="005267B0">
      <w:pPr>
        <w:spacing w:before="0"/>
      </w:pPr>
      <w:r>
        <w:rPr>
          <w:noProof/>
        </w:rPr>
        <mc:AlternateContent>
          <mc:Choice Requires="wpg">
            <w:drawing>
              <wp:anchor distT="0" distB="0" distL="0" distR="0" simplePos="0" relativeHeight="34" behindDoc="0" locked="0" layoutInCell="1" allowOverlap="1" wp14:anchorId="0EBC11D5" wp14:editId="6004CFE6">
                <wp:simplePos x="0" y="0"/>
                <wp:positionH relativeFrom="column">
                  <wp:posOffset>1600200</wp:posOffset>
                </wp:positionH>
                <wp:positionV relativeFrom="paragraph">
                  <wp:posOffset>-443865</wp:posOffset>
                </wp:positionV>
                <wp:extent cx="4248785" cy="2277110"/>
                <wp:effectExtent l="9525" t="12065" r="0" b="0"/>
                <wp:wrapNone/>
                <wp:docPr id="776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000" cy="2276640"/>
                          <a:chOff x="0" y="0"/>
                          <a:chExt cx="0" cy="0"/>
                        </a:xfrm>
                      </wpg:grpSpPr>
                      <wpg:grpSp>
                        <wpg:cNvPr id="777" name="Группа 777"/>
                        <wpg:cNvGrpSpPr/>
                        <wpg:grpSpPr>
                          <a:xfrm>
                            <a:off x="0" y="0"/>
                            <a:ext cx="4248000" cy="2276640"/>
                            <a:chOff x="0" y="0"/>
                            <a:chExt cx="0" cy="0"/>
                          </a:xfrm>
                        </wpg:grpSpPr>
                        <wps:wsp>
                          <wps:cNvPr id="778" name="Прямоугольник 778"/>
                          <wps:cNvSpPr/>
                          <wps:spPr>
                            <a:xfrm>
                              <a:off x="1881360" y="1648440"/>
                              <a:ext cx="39240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79" name="Прямоугольник 779"/>
                          <wps:cNvSpPr/>
                          <wps:spPr>
                            <a:xfrm>
                              <a:off x="2381400" y="1819800"/>
                              <a:ext cx="39240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80" name="Прямоугольник 780"/>
                          <wps:cNvSpPr/>
                          <wps:spPr>
                            <a:xfrm>
                              <a:off x="3855600" y="1934280"/>
                              <a:ext cx="39240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81" name="Прямоугольник 781"/>
                          <wps:cNvSpPr/>
                          <wps:spPr>
                            <a:xfrm>
                              <a:off x="1635840" y="609480"/>
                              <a:ext cx="39312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82" name="Прямоугольник 782"/>
                          <wps:cNvSpPr/>
                          <wps:spPr>
                            <a:xfrm>
                              <a:off x="890280" y="1734120"/>
                              <a:ext cx="39312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83" name="Прямоугольник 783"/>
                          <wps:cNvSpPr/>
                          <wps:spPr>
                            <a:xfrm>
                              <a:off x="628560" y="1334160"/>
                              <a:ext cx="39240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84" name="Овал 784"/>
                          <wps:cNvSpPr/>
                          <wps:spPr>
                            <a:xfrm>
                              <a:off x="1685160" y="752400"/>
                              <a:ext cx="588600" cy="6858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85" name="Овал 785"/>
                          <wps:cNvSpPr/>
                          <wps:spPr>
                            <a:xfrm>
                              <a:off x="2889360" y="0"/>
                              <a:ext cx="785520" cy="9136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86" name="Прямая соединительная линия 786"/>
                          <wps:cNvCnPr/>
                          <wps:spPr>
                            <a:xfrm>
                              <a:off x="1745640" y="441360"/>
                              <a:ext cx="0" cy="8427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87" name="Прямоугольник 787"/>
                          <wps:cNvSpPr/>
                          <wps:spPr>
                            <a:xfrm>
                              <a:off x="3486960" y="1924560"/>
                              <a:ext cx="39312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88" name="Прямая соединительная линия 788"/>
                          <wps:cNvCnPr/>
                          <wps:spPr>
                            <a:xfrm flipH="1">
                              <a:off x="775440" y="246240"/>
                              <a:ext cx="612720" cy="5835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89" name="Прямая соединительная линия 789"/>
                          <wps:cNvCnPr/>
                          <wps:spPr>
                            <a:xfrm flipH="1">
                              <a:off x="575280" y="770400"/>
                              <a:ext cx="501480" cy="5187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0" name="Прямая соединительная линия 790"/>
                          <wps:cNvCnPr/>
                          <wps:spPr>
                            <a:xfrm>
                              <a:off x="580320" y="1284120"/>
                              <a:ext cx="2487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1" name="Прямая соединительная линия 791"/>
                          <wps:cNvCnPr/>
                          <wps:spPr>
                            <a:xfrm>
                              <a:off x="951120" y="792000"/>
                              <a:ext cx="0" cy="453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2" name="Прямоугольник 792"/>
                          <wps:cNvSpPr/>
                          <wps:spPr>
                            <a:xfrm>
                              <a:off x="2127240" y="1857960"/>
                              <a:ext cx="294480" cy="227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3" name="Прямая соединительная линия 793"/>
                          <wps:cNvCnPr/>
                          <wps:spPr>
                            <a:xfrm>
                              <a:off x="4320" y="1343160"/>
                              <a:ext cx="257760" cy="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4" name="Прямая соединительная линия 794"/>
                          <wps:cNvCnPr/>
                          <wps:spPr>
                            <a:xfrm flipV="1">
                              <a:off x="0" y="942840"/>
                              <a:ext cx="440640" cy="399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5" name="Прямая соединительная линия 795"/>
                          <wps:cNvCnPr/>
                          <wps:spPr>
                            <a:xfrm flipH="1">
                              <a:off x="241200" y="657360"/>
                              <a:ext cx="445680" cy="3780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6" name="Прямоугольник 796"/>
                          <wps:cNvSpPr/>
                          <wps:spPr>
                            <a:xfrm rot="19320000">
                              <a:off x="664920" y="1398960"/>
                              <a:ext cx="418320" cy="2138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7" name="Полилиния 797"/>
                          <wps:cNvSpPr/>
                          <wps:spPr>
                            <a:xfrm>
                              <a:off x="849600" y="1810440"/>
                              <a:ext cx="114480" cy="227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" h="360">
                                  <a:moveTo>
                                    <a:pt x="0" y="0"/>
                                  </a:moveTo>
                                  <a:cubicBezTo>
                                    <a:pt x="75" y="60"/>
                                    <a:pt x="150" y="120"/>
                                    <a:pt x="180" y="180"/>
                                  </a:cubicBezTo>
                                  <a:cubicBezTo>
                                    <a:pt x="210" y="240"/>
                                    <a:pt x="195" y="300"/>
                                    <a:pt x="180" y="36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98" name="Прямоугольник 798"/>
                          <wps:cNvSpPr/>
                          <wps:spPr>
                            <a:xfrm>
                              <a:off x="3167280" y="314280"/>
                              <a:ext cx="393120" cy="342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1B1757" w:rsidRDefault="005267B0">
                                <w:pPr>
                                  <w:overflowPunct w:val="0"/>
                                  <w:spacing w:before="0"/>
                                </w:pPr>
                                <w:r>
                                  <w:rPr>
                                    <w:rFonts w:ascii="Calibri" w:eastAsia="Calibri" w:hAnsi="Calibr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  <wps:wsp>
                          <wps:cNvPr id="799" name="Полилиния 799"/>
                          <wps:cNvSpPr/>
                          <wps:spPr>
                            <a:xfrm>
                              <a:off x="1832760" y="1695960"/>
                              <a:ext cx="114480" cy="227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" h="360">
                                  <a:moveTo>
                                    <a:pt x="0" y="0"/>
                                  </a:moveTo>
                                  <a:cubicBezTo>
                                    <a:pt x="75" y="60"/>
                                    <a:pt x="150" y="120"/>
                                    <a:pt x="180" y="180"/>
                                  </a:cubicBezTo>
                                  <a:cubicBezTo>
                                    <a:pt x="210" y="240"/>
                                    <a:pt x="195" y="300"/>
                                    <a:pt x="180" y="360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800" name="Овал 800"/>
                        <wps:cNvSpPr/>
                        <wps:spPr>
                          <a:xfrm>
                            <a:off x="1955160" y="1104840"/>
                            <a:ext cx="36720" cy="432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" editas="canvas" style="margin-left:125.95pt;margin-top:-34.95pt;width:334.5pt;height:179.25pt" coordorigin="2519,-699" coordsize="6690,3585">
                <v:group id="shape_0" alt="Group 737" editas="canvas" style="left:2519;top:-699;width:6690;height:3585">
                  <v:rect id="shape_0" ID="Rectangle 738" fillcolor="white" stroked="f" style="position:absolute;left:5483;top:1897;width:617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α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39" fillcolor="white" stroked="f" style="position:absolute;left:6270;top:2167;width:617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D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40" fillcolor="white" stroked="f" style="position:absolute;left:8592;top:2347;width:617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B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41" fillcolor="white" stroked="f" style="position:absolute;left:5096;top:261;width:618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C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42" fillcolor="white" stroked="f" style="position:absolute;left:3922;top:2032;width:618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α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rect id="shape_0" ID="Rectangle 743" fillcolor="white" stroked="f" style="position:absolute;left:3510;top:1402;width:617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E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  <v:oval id="shape_0" ID="Oval 744" fillcolor="white" stroked="t" style="position:absolute;left:5174;top:486;width:926;height:1079">
                    <w10:wrap type="none"/>
                    <v:fill o:detectmouseclick="t" type="solid" color2="black"/>
                    <v:stroke color="black" weight="9360" joinstyle="round" endcap="flat"/>
                  </v:oval>
                  <v:oval id="shape_0" ID="Oval 745" fillcolor="white" stroked="t" style="position:absolute;left:7070;top:-699;width:1236;height:1438">
                    <w10:wrap type="none"/>
                    <v:fill o:detectmouseclick="t" type="solid" color2="black"/>
                    <v:stroke color="black" weight="9360" joinstyle="round" endcap="flat"/>
                  </v:oval>
                  <v:line id="shape_0" from="5269,-4" to="5269,1322" ID="Line 746" stroked="t" style="position:absolute">
                    <v:stroke color="black" weight="9360" joinstyle="round" endcap="flat"/>
                    <v:fill o:detectmouseclick="t" on="false"/>
                  </v:line>
                  <v:rect id="shape_0" ID="Rectangle 747" fillcolor="white" stroked="t" style="position:absolute;left:8011;top:2332;width:618;height:538">
                    <w10:wrap type="none"/>
                    <v:fill o:detectmouseclick="t" type="solid" color2="black"/>
                    <v:stroke color="black" weight="9360" joinstyle="miter" endcap="flat"/>
                  </v:rect>
                  <v:line id="shape_0" from="3741,-311" to="4705,607" ID="Line 748" stroked="t" style="position:absolute;flip:x">
                    <v:stroke color="black" weight="9360" joinstyle="round" endcap="flat"/>
                    <v:fill o:detectmouseclick="t" on="false"/>
                  </v:line>
                  <v:line id="shape_0" from="3426,514" to="4215,1330" ID="Line 749" stroked="t" style="position:absolute;flip:x">
                    <v:stroke color="black" weight="9360" joinstyle="round" endcap="flat"/>
                    <v:fill o:detectmouseclick="t" on="false"/>
                  </v:line>
                  <v:line id="shape_0" from="3434,1323" to="3825,1323" ID="Line 750" stroked="t" style="position:absolute">
                    <v:stroke color="black" weight="9360" joinstyle="round" endcap="flat"/>
                    <v:fill o:detectmouseclick="t" on="false"/>
                  </v:line>
                  <v:line id="shape_0" from="4018,548" to="4018,1262" ID="Line 751" stroked="t" style="position:absolute">
                    <v:stroke color="black" weight="9360" joinstyle="round" endcap="flat"/>
                    <v:fill o:detectmouseclick="t" on="false"/>
                  </v:line>
                  <v:rect id="shape_0" ID="Rectangle 752" fillcolor="white" stroked="t" style="position:absolute;left:5870;top:2227;width:463;height:358">
                    <w10:wrap type="none"/>
                    <v:fill o:detectmouseclick="t" type="solid" color2="black"/>
                    <v:stroke color="black" weight="9360" joinstyle="miter" endcap="flat"/>
                  </v:rect>
                  <v:line id="shape_0" from="2527,1416" to="2932,1416" ID="Line 753" stroked="t" style="position:absolute">
                    <v:stroke color="black" weight="9360" joinstyle="round" endcap="flat"/>
                    <v:fill o:detectmouseclick="t" on="false"/>
                  </v:line>
                  <v:line id="shape_0" from="2520,786" to="3213,1415" ID="Line 754" stroked="t" style="position:absolute;flip:y">
                    <v:stroke color="black" weight="9360" joinstyle="round" endcap="flat"/>
                    <v:fill o:detectmouseclick="t" on="false"/>
                  </v:line>
                  <v:line id="shape_0" from="2900,336" to="3601,930" ID="Line 755" stroked="t" style="position:absolute;flip:x">
                    <v:stroke color="black" weight="9360" joinstyle="round" endcap="flat"/>
                    <v:fill o:detectmouseclick="t" on="false"/>
                  </v:line>
                  <v:rect id="shape_0" ID="Rectangle 756" fillcolor="white" stroked="t" style="position:absolute;left:3600;top:1671;width:658;height:336;rotation:322">
                    <w10:wrap type="none"/>
                    <v:fill o:detectmouseclick="t" type="solid" color2="black"/>
                    <v:stroke color="black" weight="9360" joinstyle="miter" endcap="flat"/>
                  </v:rect>
                  <v:rect id="shape_0" ID="Rectangle 758" fillcolor="white" stroked="f" style="position:absolute;left:7508;top:-204;width:618;height:538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jc w:val="left"/>
                            <w:rPr/>
                          </w:pPr>
                          <w:r>
                            <w:rPr>
                              <w:sz w:val="24"/>
                              <w:b w:val="false"/>
                              <w:u w:val="none"/>
                              <w:dstrike w:val="false"/>
                              <w:strike w:val="false"/>
                              <w:i w:val="false"/>
                              <w:vertAlign w:val="baseline"/>
                              <w:position w:val="0"/>
                              <w:spacing w:val="0"/>
                              <w:szCs w:val="24"/>
                              <w:bCs w:val="false"/>
                              <w:iCs w:val="false"/>
                              <w:smallCaps w:val="false"/>
                              <w:caps w:val="false"/>
                              <w:rFonts w:ascii="Calibri" w:hAnsi="Calibri" w:eastAsia="Calibri"/>
                            </w:rPr>
                            <w:t>A</w:t>
                          </w:r>
                        </w:p>
                      </w:txbxContent>
                    </v:textbox>
                    <w10:wrap type="square"/>
                    <v:fill o:detectmouseclick="t" type="solid" color2="black"/>
                    <v:stroke color="#3465a4" joinstyle="round" endcap="flat"/>
                  </v:rect>
                </v:group>
                <v:oval id="shape_0" ID="Oval 760" fillcolor="black" stroked="t" style="position:absolute;left:5599;top:1041;width:57;height:67">
                  <w10:wrap type="none"/>
                  <v:fill o:detectmouseclick="t" type="solid" color2="white"/>
                  <v:stroke color="black" weight="9360" joinstyle="round" endcap="flat"/>
                </v:oval>
              </v:group>
            </w:pict>
          </mc:Fallback>
        </mc:AlternateContent>
      </w:r>
      <w:r>
        <w:t xml:space="preserve">   </w:t>
      </w:r>
    </w:p>
    <w:p w:rsidR="001B1757" w:rsidRDefault="001B1757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</w:p>
    <w:p w:rsidR="001B1757" w:rsidRDefault="001B1757">
      <w:pPr>
        <w:pStyle w:val="afa"/>
        <w:tabs>
          <w:tab w:val="clear" w:pos="993"/>
        </w:tabs>
        <w:ind w:left="0"/>
        <w:jc w:val="both"/>
        <w:rPr>
          <w:b w:val="0"/>
          <w:bCs w:val="0"/>
          <w:sz w:val="24"/>
        </w:rPr>
      </w:pPr>
    </w:p>
    <w:p w:rsidR="001B1757" w:rsidRDefault="005267B0">
      <w:pPr>
        <w:pStyle w:val="afa"/>
        <w:tabs>
          <w:tab w:val="clear" w:pos="993"/>
        </w:tabs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spacing w:before="0"/>
      </w:pPr>
    </w:p>
    <w:p w:rsidR="001B1757" w:rsidRDefault="001B1757">
      <w:pPr>
        <w:pStyle w:val="afa"/>
        <w:tabs>
          <w:tab w:val="clear" w:pos="993"/>
          <w:tab w:val="left" w:pos="1440"/>
        </w:tabs>
        <w:jc w:val="left"/>
        <w:rPr>
          <w:b w:val="0"/>
          <w:bCs w:val="0"/>
          <w:sz w:val="24"/>
        </w:rPr>
      </w:pPr>
    </w:p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p w:rsidR="001B1757" w:rsidRDefault="001B1757">
      <w:pPr>
        <w:spacing w:before="0" w:line="276" w:lineRule="auto"/>
        <w:ind w:firstLine="539"/>
        <w:jc w:val="both"/>
        <w:rPr>
          <w:b/>
          <w:bCs/>
        </w:rPr>
      </w:pPr>
    </w:p>
    <w:p w:rsidR="001B1757" w:rsidRDefault="005267B0">
      <w:pPr>
        <w:spacing w:before="0" w:line="276" w:lineRule="auto"/>
        <w:ind w:firstLine="539"/>
        <w:jc w:val="center"/>
        <w:rPr>
          <w:b/>
          <w:bCs/>
        </w:rPr>
      </w:pPr>
      <w:r>
        <w:rPr>
          <w:b/>
          <w:bCs/>
        </w:rPr>
        <w:t xml:space="preserve">4. Самостоятельная работа </w:t>
      </w:r>
      <w:proofErr w:type="gramStart"/>
      <w:r>
        <w:rPr>
          <w:b/>
          <w:bCs/>
        </w:rPr>
        <w:t>обучающихся</w:t>
      </w:r>
      <w:proofErr w:type="gramEnd"/>
    </w:p>
    <w:p w:rsidR="001B1757" w:rsidRDefault="001B1757">
      <w:pPr>
        <w:spacing w:before="0" w:line="276" w:lineRule="auto"/>
        <w:ind w:firstLine="539"/>
        <w:jc w:val="center"/>
        <w:rPr>
          <w:b/>
          <w:bCs/>
        </w:rPr>
      </w:pPr>
    </w:p>
    <w:p w:rsidR="001B1757" w:rsidRDefault="005267B0">
      <w:pPr>
        <w:spacing w:before="0" w:line="276" w:lineRule="auto"/>
        <w:ind w:firstLine="708"/>
        <w:jc w:val="both"/>
      </w:pPr>
      <w:proofErr w:type="gramStart"/>
      <w:r>
        <w:t xml:space="preserve">Цели </w:t>
      </w:r>
      <w:r>
        <w:t>самостоятельной работы – освоить те разделы дисциплины, которые не были затронуты в процессе аудиторных занятий, но предусмотрены рабочей программой, а также расширить границы получаемых знаний, умений и навыков (владений) в процессе дополнительного изучен</w:t>
      </w:r>
      <w:r>
        <w:t>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лекционного и семинарского типа.</w:t>
      </w:r>
      <w:proofErr w:type="gramEnd"/>
    </w:p>
    <w:p w:rsidR="001B1757" w:rsidRDefault="005267B0">
      <w:pPr>
        <w:spacing w:before="0" w:line="276" w:lineRule="auto"/>
        <w:ind w:firstLine="709"/>
        <w:rPr>
          <w:i/>
          <w:iCs/>
        </w:rPr>
      </w:pPr>
      <w:r>
        <w:rPr>
          <w:i/>
          <w:iCs/>
        </w:rPr>
        <w:t>Виды самостоятельной работы:</w:t>
      </w:r>
    </w:p>
    <w:p w:rsidR="001B1757" w:rsidRDefault="005267B0">
      <w:pPr>
        <w:spacing w:before="0" w:line="276" w:lineRule="auto"/>
        <w:ind w:firstLine="709"/>
      </w:pPr>
      <w:r>
        <w:t>- выполнение домашних заданий;</w:t>
      </w:r>
    </w:p>
    <w:p w:rsidR="001B1757" w:rsidRDefault="005267B0">
      <w:pPr>
        <w:spacing w:before="0" w:line="276" w:lineRule="auto"/>
        <w:ind w:firstLine="709"/>
      </w:pPr>
      <w:r>
        <w:t>- подго</w:t>
      </w:r>
      <w:r>
        <w:t>товка рефератов;</w:t>
      </w:r>
    </w:p>
    <w:p w:rsidR="001B1757" w:rsidRDefault="005267B0">
      <w:pPr>
        <w:spacing w:before="0" w:line="276" w:lineRule="auto"/>
        <w:ind w:firstLine="709"/>
      </w:pPr>
      <w:r>
        <w:t>- изучение отдельных тем, вопросов, их конспектирование;</w:t>
      </w:r>
    </w:p>
    <w:p w:rsidR="001B1757" w:rsidRDefault="005267B0">
      <w:pPr>
        <w:spacing w:before="0" w:line="276" w:lineRule="auto"/>
        <w:ind w:firstLine="709"/>
      </w:pPr>
      <w:r>
        <w:t>- подготовка докладов по отдельным вопросам тем;</w:t>
      </w:r>
    </w:p>
    <w:p w:rsidR="001B1757" w:rsidRDefault="005267B0">
      <w:pPr>
        <w:spacing w:before="0" w:line="276" w:lineRule="auto"/>
        <w:ind w:firstLine="709"/>
      </w:pPr>
      <w:r>
        <w:t>- подготовка презентаций по отдельным вопросам тем;</w:t>
      </w:r>
    </w:p>
    <w:p w:rsidR="001B1757" w:rsidRDefault="005267B0">
      <w:pPr>
        <w:spacing w:before="0" w:line="276" w:lineRule="auto"/>
        <w:ind w:firstLine="709"/>
      </w:pPr>
      <w:r>
        <w:t>- выполнение домашних контрольных заданий;</w:t>
      </w:r>
    </w:p>
    <w:p w:rsidR="001B1757" w:rsidRDefault="005267B0">
      <w:pPr>
        <w:spacing w:before="0" w:line="276" w:lineRule="auto"/>
        <w:ind w:firstLine="709"/>
      </w:pPr>
      <w:r>
        <w:t xml:space="preserve">- подготовка к занятиям лекционного и </w:t>
      </w:r>
      <w:r>
        <w:t>семинарского типа;</w:t>
      </w:r>
    </w:p>
    <w:p w:rsidR="001B1757" w:rsidRDefault="005267B0">
      <w:pPr>
        <w:spacing w:before="0" w:line="276" w:lineRule="auto"/>
        <w:ind w:firstLine="709"/>
      </w:pPr>
      <w:r>
        <w:t>- подготовка к текущим контрольным мероприятиям;</w:t>
      </w:r>
    </w:p>
    <w:p w:rsidR="001B1757" w:rsidRDefault="005267B0">
      <w:pPr>
        <w:spacing w:before="0" w:line="276" w:lineRule="auto"/>
        <w:ind w:firstLine="709"/>
      </w:pPr>
      <w:r>
        <w:t>- другие виды самостоятельной работы студентов.</w:t>
      </w:r>
    </w:p>
    <w:p w:rsidR="001B1757" w:rsidRDefault="001B1757">
      <w:pPr>
        <w:spacing w:before="0" w:line="276" w:lineRule="auto"/>
        <w:ind w:firstLine="539"/>
        <w:rPr>
          <w:b/>
          <w:bCs/>
        </w:rPr>
      </w:pPr>
    </w:p>
    <w:p w:rsidR="001B1757" w:rsidRDefault="005267B0">
      <w:pPr>
        <w:spacing w:before="0" w:line="276" w:lineRule="auto"/>
        <w:ind w:firstLine="540"/>
        <w:jc w:val="both"/>
        <w:rPr>
          <w:bCs/>
        </w:rPr>
      </w:pPr>
      <w:r>
        <w:rPr>
          <w:bCs/>
        </w:rPr>
        <w:lastRenderedPageBreak/>
        <w:t>4.1. Типы семестровых заданий:</w:t>
      </w:r>
    </w:p>
    <w:p w:rsidR="001B1757" w:rsidRDefault="005267B0">
      <w:pPr>
        <w:pStyle w:val="af8"/>
        <w:numPr>
          <w:ilvl w:val="0"/>
          <w:numId w:val="3"/>
        </w:numPr>
        <w:spacing w:before="0" w:line="276" w:lineRule="auto"/>
      </w:pPr>
      <w:r>
        <w:t>Подготовка опорного конспекта по теме лекции.</w:t>
      </w:r>
    </w:p>
    <w:p w:rsidR="001B1757" w:rsidRDefault="005267B0">
      <w:pPr>
        <w:pStyle w:val="af8"/>
        <w:numPr>
          <w:ilvl w:val="0"/>
          <w:numId w:val="3"/>
        </w:numPr>
        <w:spacing w:before="0" w:line="276" w:lineRule="auto"/>
      </w:pPr>
      <w:r>
        <w:t>Подготовка отдельных докладов по темам занятий.</w:t>
      </w:r>
    </w:p>
    <w:p w:rsidR="001B1757" w:rsidRDefault="005267B0">
      <w:pPr>
        <w:pStyle w:val="af8"/>
        <w:numPr>
          <w:ilvl w:val="0"/>
          <w:numId w:val="3"/>
        </w:numPr>
        <w:spacing w:before="0" w:line="276" w:lineRule="auto"/>
      </w:pPr>
      <w:r>
        <w:t xml:space="preserve">Подготовка </w:t>
      </w:r>
      <w:r>
        <w:t>мультимедийной презентации.</w:t>
      </w:r>
    </w:p>
    <w:p w:rsidR="001B1757" w:rsidRDefault="005267B0">
      <w:pPr>
        <w:pStyle w:val="af8"/>
        <w:numPr>
          <w:ilvl w:val="0"/>
          <w:numId w:val="3"/>
        </w:numPr>
        <w:spacing w:before="0" w:line="276" w:lineRule="auto"/>
      </w:pPr>
      <w:r>
        <w:t>Выполнение тестовых заданий.</w:t>
      </w:r>
    </w:p>
    <w:p w:rsidR="001B1757" w:rsidRDefault="005267B0">
      <w:pPr>
        <w:pStyle w:val="af8"/>
        <w:spacing w:before="0" w:line="276" w:lineRule="auto"/>
      </w:pPr>
      <w:r>
        <w:t xml:space="preserve">                   </w:t>
      </w:r>
    </w:p>
    <w:p w:rsidR="001B1757" w:rsidRDefault="005267B0">
      <w:pPr>
        <w:spacing w:before="0" w:line="276" w:lineRule="auto"/>
        <w:ind w:firstLine="540"/>
        <w:jc w:val="both"/>
        <w:rPr>
          <w:b/>
          <w:bCs/>
        </w:rPr>
      </w:pPr>
      <w:r>
        <w:rPr>
          <w:b/>
          <w:bCs/>
        </w:rPr>
        <w:t>5. Учебно-методическое обеспечение дисциплины (модуля).</w:t>
      </w:r>
    </w:p>
    <w:p w:rsidR="001B1757" w:rsidRDefault="001B1757">
      <w:pPr>
        <w:pStyle w:val="3"/>
        <w:spacing w:before="0" w:after="0" w:line="276" w:lineRule="auto"/>
        <w:ind w:firstLine="180"/>
        <w:jc w:val="left"/>
        <w:rPr>
          <w:b w:val="0"/>
          <w:bCs w:val="0"/>
        </w:rPr>
      </w:pPr>
    </w:p>
    <w:p w:rsidR="001B1757" w:rsidRDefault="005267B0">
      <w:pPr>
        <w:pStyle w:val="3"/>
        <w:spacing w:before="0" w:after="0" w:line="276" w:lineRule="auto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5.1. Основная литература</w:t>
      </w:r>
    </w:p>
    <w:tbl>
      <w:tblPr>
        <w:tblW w:w="9516" w:type="dxa"/>
        <w:tblInd w:w="260" w:type="dxa"/>
        <w:tblLook w:val="01E0" w:firstRow="1" w:lastRow="1" w:firstColumn="1" w:lastColumn="1" w:noHBand="0" w:noVBand="0"/>
      </w:tblPr>
      <w:tblGrid>
        <w:gridCol w:w="747"/>
        <w:gridCol w:w="8769"/>
      </w:tblGrid>
      <w:tr w:rsidR="001B1757">
        <w:trPr>
          <w:trHeight w:val="7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№</w:t>
            </w:r>
          </w:p>
          <w:p w:rsidR="001B1757" w:rsidRDefault="005267B0">
            <w:pPr>
              <w:spacing w:before="0"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Наименование, библиографическое описание</w:t>
            </w:r>
          </w:p>
        </w:tc>
      </w:tr>
      <w:tr w:rsidR="001B1757">
        <w:trPr>
          <w:trHeight w:val="7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Гантмахер, Ф.Р. Лекции по аналитической механике</w:t>
            </w:r>
            <w:proofErr w:type="gramStart"/>
            <w:r>
              <w:t xml:space="preserve"> :</w:t>
            </w:r>
            <w:proofErr w:type="gramEnd"/>
            <w:r>
              <w:t xml:space="preserve"> учебное пособие / Ф.Р. Гантмахер. – 3-е изд. – Москва : Физматлит, 2001. – 263 с. ЭБС – Режим доступа: по подписке. – URL: </w:t>
            </w:r>
            <w:hyperlink r:id="rId9">
              <w:r>
                <w:rPr>
                  <w:rStyle w:val="ac"/>
                </w:rPr>
                <w:t>http://biblio</w:t>
              </w:r>
              <w:r>
                <w:rPr>
                  <w:rStyle w:val="ac"/>
                </w:rPr>
                <w:t>club.ru/index.php?page=book&amp;id=68408</w:t>
              </w:r>
            </w:hyperlink>
            <w:r>
              <w:t xml:space="preserve"> </w:t>
            </w:r>
          </w:p>
        </w:tc>
      </w:tr>
      <w:tr w:rsidR="001B1757">
        <w:trPr>
          <w:trHeight w:val="7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Урсулов, А.В. Теоретическая механика. Решение задач</w:t>
            </w:r>
            <w:proofErr w:type="gramStart"/>
            <w:r>
              <w:t xml:space="preserve"> :</w:t>
            </w:r>
            <w:proofErr w:type="gramEnd"/>
            <w:r>
              <w:t xml:space="preserve"> учебное пособие / А.В. Урсулов, И.Г. Бострем, А.А. Казаков. – Екатеринбург</w:t>
            </w:r>
            <w:proofErr w:type="gramStart"/>
            <w:r>
              <w:t xml:space="preserve"> :</w:t>
            </w:r>
            <w:proofErr w:type="gramEnd"/>
            <w:r>
              <w:t xml:space="preserve"> Издательство Уральского университета, 2012. – 80 с. ЭБС – Режим доступа: по подписке</w:t>
            </w:r>
            <w:r>
              <w:t xml:space="preserve">. – URL: </w:t>
            </w:r>
            <w:hyperlink r:id="rId10">
              <w:r>
                <w:rPr>
                  <w:rStyle w:val="ac"/>
                </w:rPr>
                <w:t>http://biblioclub.ru/index.php?page=book&amp;id=239718</w:t>
              </w:r>
            </w:hyperlink>
            <w:r>
              <w:t xml:space="preserve"> </w:t>
            </w:r>
          </w:p>
        </w:tc>
      </w:tr>
      <w:tr w:rsidR="001B1757">
        <w:trPr>
          <w:trHeight w:val="7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Ландау, Л.Д. Краткий курс теоретической физики / Л.Д. Ландау, Е.М. Лифшиц. – Москва</w:t>
            </w:r>
            <w:proofErr w:type="gramStart"/>
            <w:r>
              <w:t xml:space="preserve"> :</w:t>
            </w:r>
            <w:proofErr w:type="gramEnd"/>
            <w:r>
              <w:t xml:space="preserve"> Наука, 1969. – Кн. 1. Механика. Элек</w:t>
            </w:r>
            <w:r>
              <w:t>тродинамика. – 271 с.</w:t>
            </w:r>
            <w:proofErr w:type="gramStart"/>
            <w:r>
              <w:t xml:space="preserve"> :</w:t>
            </w:r>
            <w:proofErr w:type="gramEnd"/>
            <w:r>
              <w:t xml:space="preserve"> ил. – Режим доступа: по подписке. – URL: </w:t>
            </w:r>
            <w:hyperlink r:id="rId11">
              <w:r>
                <w:rPr>
                  <w:rStyle w:val="ac"/>
                </w:rPr>
                <w:t>http://biblioclub.ru/index.php?page=book&amp;id=492422</w:t>
              </w:r>
            </w:hyperlink>
            <w:r>
              <w:t xml:space="preserve"> 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proofErr w:type="gramStart"/>
            <w:r>
              <w:t>Мещерский</w:t>
            </w:r>
            <w:proofErr w:type="gramEnd"/>
            <w:r>
              <w:t xml:space="preserve"> И.В. Задачи по теоретической механике: Учебное пособие. </w:t>
            </w:r>
            <w:r>
              <w:t>48-е изд., стер./Под ред. В.А. Пальмова, Д.Р. Меркина. – СПб.: Издательство «Лань», 2008. – 448 с. (Мещерский, И.В. Сборник задач по теоретической механике</w:t>
            </w:r>
            <w:proofErr w:type="gramStart"/>
            <w:r>
              <w:t xml:space="preserve"> :</w:t>
            </w:r>
            <w:proofErr w:type="gramEnd"/>
            <w:r>
              <w:t xml:space="preserve"> сборник задач и упражнений / И.В. Мещерский. – Изд. 19-е, стереот. – Москва</w:t>
            </w:r>
            <w:proofErr w:type="gramStart"/>
            <w:r>
              <w:t xml:space="preserve"> :</w:t>
            </w:r>
            <w:proofErr w:type="gramEnd"/>
            <w:r>
              <w:t xml:space="preserve"> Государственное изда</w:t>
            </w:r>
            <w:r>
              <w:t xml:space="preserve">тельство технико-теоретической литературы, 1953. – 385 с. – Режим доступа: по подписке. – URL: </w:t>
            </w:r>
            <w:hyperlink r:id="rId12">
              <w:r>
                <w:rPr>
                  <w:rStyle w:val="ac"/>
                </w:rPr>
                <w:t>http://biblioclub.ru/index.php?page=book&amp;id=563187</w:t>
              </w:r>
            </w:hyperlink>
            <w:proofErr w:type="gramStart"/>
            <w:r>
              <w:t xml:space="preserve"> )</w:t>
            </w:r>
            <w:proofErr w:type="gramEnd"/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5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</w:pPr>
            <w:r>
              <w:t>Ландау Л.Д., Лифшиц Е.М. Теоретичес</w:t>
            </w:r>
            <w:r>
              <w:t>кая физика: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особ.: Для вузов. В 10 т. Т.</w:t>
            </w:r>
            <w:r>
              <w:rPr>
                <w:lang w:val="en-US"/>
              </w:rPr>
              <w:t>I</w:t>
            </w:r>
            <w:r>
              <w:t>. Механика. – 5-е изд., стереот. – М.: ФИЗМАТЛИТ, 2007. – 224 с.</w:t>
            </w:r>
          </w:p>
        </w:tc>
      </w:tr>
    </w:tbl>
    <w:p w:rsidR="001B1757" w:rsidRDefault="001B1757">
      <w:pPr>
        <w:spacing w:before="0" w:line="276" w:lineRule="auto"/>
        <w:ind w:firstLine="540"/>
        <w:jc w:val="both"/>
      </w:pPr>
    </w:p>
    <w:p w:rsidR="001B1757" w:rsidRDefault="005267B0">
      <w:pPr>
        <w:pStyle w:val="3"/>
        <w:spacing w:before="0" w:after="0" w:line="276" w:lineRule="auto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5.2. Дополнительная литература</w:t>
      </w:r>
    </w:p>
    <w:tbl>
      <w:tblPr>
        <w:tblW w:w="9516" w:type="dxa"/>
        <w:tblInd w:w="260" w:type="dxa"/>
        <w:tblLook w:val="01E0" w:firstRow="1" w:lastRow="1" w:firstColumn="1" w:lastColumn="1" w:noHBand="0" w:noVBand="0"/>
      </w:tblPr>
      <w:tblGrid>
        <w:gridCol w:w="747"/>
        <w:gridCol w:w="8769"/>
      </w:tblGrid>
      <w:tr w:rsidR="001B1757">
        <w:trPr>
          <w:trHeight w:val="7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№</w:t>
            </w:r>
          </w:p>
          <w:p w:rsidR="001B1757" w:rsidRDefault="005267B0">
            <w:pPr>
              <w:spacing w:before="0"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Наименование, библиографическое описание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e"/>
              <w:tabs>
                <w:tab w:val="left" w:pos="4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Голубева О.В. Теоретическая механика. Учеб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особие </w:t>
            </w:r>
            <w:r>
              <w:rPr>
                <w:rFonts w:ascii="Times New Roman" w:hAnsi="Times New Roman" w:cs="Times New Roman"/>
              </w:rPr>
              <w:t>для ин-тов. Изд. 3-е, перераб. и доп. – М.: «Высшая школа», 1976. – 352 с.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e"/>
              <w:tabs>
                <w:tab w:val="left" w:pos="4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Козлова З.П., Паншина А.В., Розенблат Г.М. Теоретическая механика в решениях задач из сборника И.В. Мещерского: Динамика материальной системы: Учебное пособие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/П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 ред. Г.М. </w:t>
            </w:r>
            <w:r>
              <w:rPr>
                <w:rFonts w:ascii="Times New Roman" w:hAnsi="Times New Roman" w:cs="Times New Roman"/>
              </w:rPr>
              <w:t>Розенблата. М.: Издательство ЛКИ, 2007. – 432 с.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>Аркуша А.И. Руководство к решению задач по теоретической механике: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особ. для средних спец. учеб. заведений/А.И. Аркуша. – 5-е изд., испр. – М.: Высш. шк., 2002. – 336 с.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pStyle w:val="af1"/>
              <w:tabs>
                <w:tab w:val="clear" w:pos="4677"/>
                <w:tab w:val="clear" w:pos="9355"/>
              </w:tabs>
            </w:pPr>
            <w:r>
              <w:t>Бертяев В.Д. Теоретическ</w:t>
            </w:r>
            <w:r>
              <w:t>ая механика на баз</w:t>
            </w:r>
            <w:proofErr w:type="gramStart"/>
            <w:r>
              <w:t>e</w:t>
            </w:r>
            <w:proofErr w:type="gramEnd"/>
            <w:r>
              <w:t xml:space="preserve"> Mathcad, Практикум. – СПБ: БХВ-Петербург, 2005 - 752 с.</w:t>
            </w:r>
          </w:p>
        </w:tc>
      </w:tr>
    </w:tbl>
    <w:p w:rsidR="001B1757" w:rsidRDefault="001B1757">
      <w:pPr>
        <w:pStyle w:val="3"/>
        <w:spacing w:before="0" w:after="0" w:line="276" w:lineRule="auto"/>
        <w:ind w:firstLine="180"/>
        <w:jc w:val="left"/>
        <w:rPr>
          <w:b w:val="0"/>
          <w:bCs w:val="0"/>
        </w:rPr>
      </w:pPr>
    </w:p>
    <w:p w:rsidR="001B1757" w:rsidRDefault="005267B0">
      <w:pPr>
        <w:pStyle w:val="3"/>
        <w:spacing w:before="0" w:after="0" w:line="276" w:lineRule="auto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5.3. Ресурсы информационно-телекоммуникационной сети «Интернет»</w:t>
      </w:r>
    </w:p>
    <w:tbl>
      <w:tblPr>
        <w:tblW w:w="9629" w:type="dxa"/>
        <w:tblInd w:w="260" w:type="dxa"/>
        <w:tblLook w:val="01E0" w:firstRow="1" w:lastRow="1" w:firstColumn="1" w:lastColumn="1" w:noHBand="0" w:noVBand="0"/>
      </w:tblPr>
      <w:tblGrid>
        <w:gridCol w:w="748"/>
        <w:gridCol w:w="8881"/>
      </w:tblGrid>
      <w:tr w:rsidR="001B1757">
        <w:trPr>
          <w:trHeight w:val="707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№</w:t>
            </w:r>
          </w:p>
          <w:p w:rsidR="001B1757" w:rsidRDefault="005267B0">
            <w:pPr>
              <w:spacing w:before="0"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Название (адрес) ресурса</w:t>
            </w:r>
          </w:p>
        </w:tc>
      </w:tr>
      <w:tr w:rsidR="001B175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1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left="-15"/>
              <w:jc w:val="both"/>
            </w:pPr>
            <w:r>
              <w:t xml:space="preserve">Электронная библиотечная система «Университетская библиотека onlain - </w:t>
            </w:r>
            <w:r>
              <w:t>режим доступа: Agulib adygnet. ru»</w:t>
            </w:r>
          </w:p>
        </w:tc>
      </w:tr>
      <w:tr w:rsidR="001B175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left="-15"/>
              <w:jc w:val="both"/>
            </w:pPr>
            <w:r>
              <w:t>Научная электронная библиотека «Киберленинка»: https://cyberleninka.ru/</w:t>
            </w:r>
          </w:p>
        </w:tc>
      </w:tr>
      <w:tr w:rsidR="001B175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left="-15"/>
              <w:jc w:val="both"/>
            </w:pPr>
            <w:r>
              <w:t>Научная электронная библиотека eLIBRARY.RU: https://www.elibrary.ru/</w:t>
            </w:r>
          </w:p>
        </w:tc>
      </w:tr>
      <w:tr w:rsidR="001B175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left="-15"/>
              <w:jc w:val="both"/>
            </w:pPr>
            <w:hyperlink r:id="rId13">
              <w:r>
                <w:rPr>
                  <w:rStyle w:val="ac"/>
                </w:rPr>
                <w:t>https://openedu.ru/course/mipt/THMECH/</w:t>
              </w:r>
            </w:hyperlink>
            <w:r>
              <w:t xml:space="preserve"> сайт открытое образование содержит курс теоретической механики</w:t>
            </w:r>
          </w:p>
        </w:tc>
      </w:tr>
      <w:tr w:rsidR="001B175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5</w:t>
            </w:r>
          </w:p>
        </w:tc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ind w:left="-15"/>
              <w:jc w:val="both"/>
            </w:pPr>
            <w:r>
              <w:t>Избранные материалы Международного научного семинара «Нелинейные модели в механике, статистике, теории поля и космологии» Казань, 5-7 ноября 2016 г. (GRACOS2016). Т. 2. / Игнатьев Ю.Г., Агафонов А.А. Математические модели теоретической физики с примерами р</w:t>
            </w:r>
            <w:r>
              <w:t xml:space="preserve">ешения задач в СКМ Maple. – Казань: Казанский университет, 2016, - 266 с.  </w:t>
            </w:r>
            <w:hyperlink r:id="rId14">
              <w:r>
                <w:rPr>
                  <w:rStyle w:val="ac"/>
                </w:rPr>
                <w:t>http://www.stfi.ru/rpha/2016_7_Ignatiev.pdf</w:t>
              </w:r>
            </w:hyperlink>
            <w:r>
              <w:t xml:space="preserve"> </w:t>
            </w:r>
          </w:p>
        </w:tc>
      </w:tr>
    </w:tbl>
    <w:p w:rsidR="001B1757" w:rsidRDefault="001B1757">
      <w:pPr>
        <w:spacing w:before="0" w:line="276" w:lineRule="auto"/>
        <w:ind w:firstLine="540"/>
        <w:jc w:val="both"/>
        <w:rPr>
          <w:rFonts w:eastAsia="TimesNewRomanPSMT"/>
          <w:b/>
          <w:bCs/>
        </w:rPr>
      </w:pPr>
    </w:p>
    <w:p w:rsidR="001B1757" w:rsidRDefault="005267B0">
      <w:pPr>
        <w:spacing w:before="0" w:line="276" w:lineRule="auto"/>
        <w:ind w:left="360"/>
        <w:rPr>
          <w:bCs/>
        </w:rPr>
      </w:pPr>
      <w:r>
        <w:rPr>
          <w:bCs/>
        </w:rPr>
        <w:t>Таблица 5.4. Периодические издания</w:t>
      </w:r>
    </w:p>
    <w:tbl>
      <w:tblPr>
        <w:tblW w:w="9748" w:type="dxa"/>
        <w:tblInd w:w="260" w:type="dxa"/>
        <w:tblLook w:val="01E0" w:firstRow="1" w:lastRow="1" w:firstColumn="1" w:lastColumn="1" w:noHBand="0" w:noVBand="0"/>
      </w:tblPr>
      <w:tblGrid>
        <w:gridCol w:w="747"/>
        <w:gridCol w:w="9001"/>
      </w:tblGrid>
      <w:tr w:rsidR="001B1757">
        <w:trPr>
          <w:trHeight w:val="70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№</w:t>
            </w:r>
          </w:p>
          <w:p w:rsidR="001B1757" w:rsidRDefault="005267B0">
            <w:pPr>
              <w:spacing w:before="0" w:line="276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Наименование</w:t>
            </w:r>
          </w:p>
        </w:tc>
      </w:tr>
      <w:tr w:rsidR="001B1757" w:rsidRPr="00BA221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numPr>
                <w:ilvl w:val="0"/>
                <w:numId w:val="4"/>
              </w:numPr>
              <w:spacing w:before="0" w:line="276" w:lineRule="auto"/>
              <w:ind w:left="357" w:hanging="357"/>
              <w:jc w:val="center"/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  <w:jc w:val="both"/>
              <w:rPr>
                <w:lang w:val="en-US"/>
              </w:rPr>
            </w:pPr>
            <w:r>
              <w:t xml:space="preserve">Журнал «Прикладная механика и техническая физика». </w:t>
            </w:r>
            <w:r>
              <w:rPr>
                <w:lang w:val="en-US"/>
              </w:rPr>
              <w:t xml:space="preserve">URL: </w:t>
            </w:r>
            <w:hyperlink r:id="rId15">
              <w:r>
                <w:rPr>
                  <w:rStyle w:val="ac"/>
                  <w:lang w:val="en-US"/>
                </w:rPr>
                <w:t>https://www.sibran.ru/journals/PMiTPh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1B1757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1B1757">
            <w:pPr>
              <w:numPr>
                <w:ilvl w:val="0"/>
                <w:numId w:val="4"/>
              </w:numPr>
              <w:spacing w:before="0" w:line="276" w:lineRule="auto"/>
              <w:ind w:left="357" w:hanging="357"/>
              <w:jc w:val="center"/>
              <w:rPr>
                <w:lang w:val="en-US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57" w:rsidRDefault="005267B0">
            <w:pPr>
              <w:spacing w:before="0" w:line="276" w:lineRule="auto"/>
            </w:pPr>
            <w:r>
              <w:t xml:space="preserve">Журнал «Вестник Московского университета. Серия 1. Математика. Механика».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hyperlink r:id="rId16">
              <w:r>
                <w:rPr>
                  <w:rStyle w:val="ac"/>
                  <w:lang w:val="en-US"/>
                </w:rPr>
                <w:t>http</w:t>
              </w:r>
              <w:r>
                <w:rPr>
                  <w:rStyle w:val="ac"/>
                </w:rPr>
                <w:t>://</w:t>
              </w:r>
              <w:r>
                <w:rPr>
                  <w:rStyle w:val="ac"/>
                  <w:lang w:val="en-US"/>
                </w:rPr>
                <w:t>vestnik</w:t>
              </w:r>
              <w:r>
                <w:rPr>
                  <w:rStyle w:val="ac"/>
                </w:rPr>
                <w:t>.</w:t>
              </w:r>
              <w:r>
                <w:rPr>
                  <w:rStyle w:val="ac"/>
                  <w:lang w:val="en-US"/>
                </w:rPr>
                <w:t>math</w:t>
              </w:r>
              <w:r>
                <w:rPr>
                  <w:rStyle w:val="ac"/>
                </w:rPr>
                <w:t>.</w:t>
              </w:r>
              <w:r>
                <w:rPr>
                  <w:rStyle w:val="ac"/>
                  <w:lang w:val="en-US"/>
                </w:rPr>
                <w:t>msu</w:t>
              </w:r>
              <w:r>
                <w:rPr>
                  <w:rStyle w:val="ac"/>
                </w:rPr>
                <w:t>.</w:t>
              </w:r>
              <w:r>
                <w:rPr>
                  <w:rStyle w:val="ac"/>
                  <w:lang w:val="en-US"/>
                </w:rPr>
                <w:t>su</w:t>
              </w:r>
              <w:r>
                <w:rPr>
                  <w:rStyle w:val="ac"/>
                </w:rPr>
                <w:t>/</w:t>
              </w:r>
              <w:r>
                <w:rPr>
                  <w:rStyle w:val="ac"/>
                  <w:lang w:val="en-US"/>
                </w:rPr>
                <w:t>start</w:t>
              </w:r>
              <w:r>
                <w:rPr>
                  <w:rStyle w:val="ac"/>
                </w:rPr>
                <w:t>-</w:t>
              </w:r>
              <w:r>
                <w:rPr>
                  <w:rStyle w:val="ac"/>
                  <w:lang w:val="en-US"/>
                </w:rPr>
                <w:t>pr</w:t>
              </w:r>
              <w:r>
                <w:rPr>
                  <w:rStyle w:val="ac"/>
                </w:rPr>
                <w:t>-</w:t>
              </w:r>
              <w:r>
                <w:rPr>
                  <w:rStyle w:val="ac"/>
                  <w:lang w:val="en-US"/>
                </w:rPr>
                <w:t>fr</w:t>
              </w:r>
              <w:r>
                <w:rPr>
                  <w:rStyle w:val="ac"/>
                </w:rPr>
                <w:t>.</w:t>
              </w:r>
              <w:r>
                <w:rPr>
                  <w:rStyle w:val="ac"/>
                  <w:lang w:val="en-US"/>
                </w:rPr>
                <w:t>html</w:t>
              </w:r>
            </w:hyperlink>
            <w:r>
              <w:t xml:space="preserve"> </w:t>
            </w:r>
          </w:p>
        </w:tc>
      </w:tr>
    </w:tbl>
    <w:p w:rsidR="001B1757" w:rsidRDefault="001B1757">
      <w:pPr>
        <w:spacing w:before="0" w:line="276" w:lineRule="auto"/>
        <w:ind w:firstLine="540"/>
        <w:jc w:val="both"/>
        <w:rPr>
          <w:rFonts w:eastAsia="TimesNewRomanPSMT"/>
          <w:b/>
          <w:bCs/>
        </w:rPr>
      </w:pPr>
    </w:p>
    <w:p w:rsidR="001B1757" w:rsidRDefault="005267B0">
      <w:pPr>
        <w:spacing w:before="0" w:line="276" w:lineRule="auto"/>
        <w:ind w:firstLine="540"/>
        <w:jc w:val="both"/>
        <w:rPr>
          <w:rFonts w:eastAsia="TimesNewRomanPSMT"/>
          <w:b/>
          <w:bCs/>
        </w:rPr>
      </w:pPr>
      <w:r>
        <w:rPr>
          <w:b/>
        </w:rPr>
        <w:t>6. Образовательные технологии</w:t>
      </w:r>
    </w:p>
    <w:p w:rsidR="001B1757" w:rsidRDefault="001B1757">
      <w:pPr>
        <w:spacing w:before="0" w:line="276" w:lineRule="auto"/>
        <w:rPr>
          <w:bCs/>
        </w:rPr>
      </w:pPr>
    </w:p>
    <w:p w:rsidR="001B1757" w:rsidRDefault="005267B0">
      <w:pPr>
        <w:pStyle w:val="af8"/>
        <w:numPr>
          <w:ilvl w:val="0"/>
          <w:numId w:val="15"/>
        </w:numPr>
        <w:spacing w:before="0" w:line="276" w:lineRule="auto"/>
      </w:pPr>
      <w:r>
        <w:t>Лекции с использованием мультимедийной презентации.</w:t>
      </w:r>
    </w:p>
    <w:p w:rsidR="001B1757" w:rsidRDefault="005267B0">
      <w:pPr>
        <w:pStyle w:val="af8"/>
        <w:numPr>
          <w:ilvl w:val="0"/>
          <w:numId w:val="15"/>
        </w:numPr>
        <w:spacing w:before="0" w:line="276" w:lineRule="auto"/>
      </w:pPr>
      <w:r>
        <w:t>Консультирование посредством электронной почты и технологий видеосвязи.</w:t>
      </w:r>
    </w:p>
    <w:p w:rsidR="001B1757" w:rsidRDefault="005267B0">
      <w:pPr>
        <w:pStyle w:val="af8"/>
        <w:numPr>
          <w:ilvl w:val="0"/>
          <w:numId w:val="15"/>
        </w:numPr>
        <w:spacing w:before="0" w:line="276" w:lineRule="auto"/>
      </w:pPr>
      <w:r>
        <w:t>Лекции с испол</w:t>
      </w:r>
      <w:r>
        <w:t>ьзованием видеоматериалов.</w:t>
      </w:r>
    </w:p>
    <w:p w:rsidR="001B1757" w:rsidRDefault="005267B0">
      <w:pPr>
        <w:pStyle w:val="af8"/>
        <w:numPr>
          <w:ilvl w:val="0"/>
          <w:numId w:val="15"/>
        </w:numPr>
        <w:spacing w:before="0" w:line="276" w:lineRule="auto"/>
      </w:pPr>
      <w:r>
        <w:t>Развернутая беседа с обсуждением доклада</w:t>
      </w:r>
    </w:p>
    <w:p w:rsidR="001B1757" w:rsidRDefault="001B1757">
      <w:pPr>
        <w:spacing w:before="0" w:line="276" w:lineRule="auto"/>
        <w:rPr>
          <w:bCs/>
        </w:rPr>
      </w:pPr>
    </w:p>
    <w:p w:rsidR="001B1757" w:rsidRDefault="001B1757">
      <w:pPr>
        <w:spacing w:before="0" w:line="276" w:lineRule="auto"/>
        <w:rPr>
          <w:bCs/>
        </w:rPr>
      </w:pPr>
    </w:p>
    <w:p w:rsidR="001B1757" w:rsidRDefault="005267B0">
      <w:pPr>
        <w:pStyle w:val="3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Вопросы для подготовки к экзамену (8 семестр)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Основные определения кинематики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Способы задания движения. Закон движения.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Скорость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Ускорение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Криволинейные координаты.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Задание движения твёрдого тела.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 xml:space="preserve">Простейшие движения твёрдого тела. Поступательное движение. Вращение вокруг неподвижной оси. 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Угловая скорость. Угловое ускорение.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Задание движения твёрдого тела с одной неподвижной точкой. Углы Эйлера.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Распределение скорост</w:t>
      </w:r>
      <w:r>
        <w:rPr>
          <w:bCs/>
        </w:rPr>
        <w:t xml:space="preserve">ей точек твёрдого тела, имеющего одну неподвижную точку. Мгновенная ось вращения. Мгновенная угловая скорость. 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t>Ускорения точек тела, имеющего одну неподвижную точку.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  <w:rPr>
          <w:bCs/>
        </w:rPr>
      </w:pPr>
      <w:r>
        <w:rPr>
          <w:bCs/>
        </w:rPr>
        <w:lastRenderedPageBreak/>
        <w:t>Движение свободного твёрдого тела.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rPr>
          <w:bCs/>
        </w:rPr>
        <w:t>О</w:t>
      </w:r>
      <w:r>
        <w:t>сновные определения сложного движения точки. Абсолютн</w:t>
      </w:r>
      <w:r>
        <w:t>ая и относительная производные вектора.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 сложении скоростей.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 сложении ускорений (теорема Кориолиса).</w:t>
      </w:r>
    </w:p>
    <w:p w:rsidR="001B1757" w:rsidRDefault="005267B0">
      <w:pPr>
        <w:numPr>
          <w:ilvl w:val="0"/>
          <w:numId w:val="16"/>
        </w:numPr>
        <w:spacing w:before="0"/>
        <w:jc w:val="both"/>
      </w:pPr>
      <w:r>
        <w:t xml:space="preserve">   Постановка задачи сложного движения твёрдого тела.</w:t>
      </w:r>
    </w:p>
    <w:p w:rsidR="001B1757" w:rsidRDefault="005267B0">
      <w:pPr>
        <w:numPr>
          <w:ilvl w:val="0"/>
          <w:numId w:val="16"/>
        </w:numPr>
        <w:spacing w:before="0"/>
        <w:jc w:val="both"/>
      </w:pPr>
      <w:r>
        <w:t xml:space="preserve">   Сложение поступательных движений.</w:t>
      </w:r>
    </w:p>
    <w:p w:rsidR="001B1757" w:rsidRDefault="005267B0">
      <w:pPr>
        <w:numPr>
          <w:ilvl w:val="0"/>
          <w:numId w:val="16"/>
        </w:numPr>
        <w:spacing w:before="0"/>
        <w:jc w:val="both"/>
      </w:pPr>
      <w:r>
        <w:t xml:space="preserve">   Сложение вращений вокруг пересекающихся ос</w:t>
      </w:r>
      <w:r>
        <w:t>ей. Кинематические  уравнения Эйлера.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 xml:space="preserve"> Предмет и задачи динамики.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Инерциальные системы отсчёта. Основное уравнение динамики точки. Законы Ньютона.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Дифференциальные уравнения движения материальной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Первая задача динамики. Вторая задача динамики.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Прямолинейное движение материальной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количества движения материальной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момента количества движения материальной точки.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 xml:space="preserve">Работа силы. Мощность. 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кинетической энергии материальной точк</w:t>
      </w:r>
      <w:r>
        <w:t>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Силовое поле. Потенциальная энергия.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Вычисление потенциальных энергий для некоторых силовых полей.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Интеграл энергии. Понятие о рассеивании полной механической энергии.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Определение несвободного движения. Связи. Принцип освобождаемости. Активные силы и ре</w:t>
      </w:r>
      <w:r>
        <w:t>акции связей.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Уравнения связей. Классификация связей.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Движение точки по гладкой неподвижной поверхности.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Движение точки по гладкой неподвижной кривой.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Естественные уравнения движения. Математический маятник.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кинетической энергии для не</w:t>
      </w:r>
      <w:r>
        <w:t>свободного движения.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Метод кинетостатики для точки (принцип Даламбера).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Центр масс. Внешние и внутренние силы.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Дифференциальные уравнения движения системы материальных точек.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Количество движения материальной системы. Теорема об изменении количества движени</w:t>
      </w:r>
      <w:r>
        <w:t>я материальной системы.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 движении центра масс.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Эйлера.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Момент количе</w:t>
      </w:r>
      <w:proofErr w:type="gramStart"/>
      <w:r>
        <w:t>ств дв</w:t>
      </w:r>
      <w:proofErr w:type="gramEnd"/>
      <w:r>
        <w:t>ижения материальной системы. Момент инерции. Теорема об изменении момента количе</w:t>
      </w:r>
      <w:proofErr w:type="gramStart"/>
      <w:r>
        <w:t>ств дв</w:t>
      </w:r>
      <w:proofErr w:type="gramEnd"/>
      <w:r>
        <w:t>ижения материальной системы.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 xml:space="preserve">Дифференциальное уравнение вращения твёрдого тела </w:t>
      </w:r>
      <w:r>
        <w:t>вокруг неподвижной оси.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Момент количе</w:t>
      </w:r>
      <w:proofErr w:type="gramStart"/>
      <w:r>
        <w:t>ств дв</w:t>
      </w:r>
      <w:proofErr w:type="gramEnd"/>
      <w:r>
        <w:t>ижения системы, участвующей в сложном движении.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момента количеств относительного движения материальной системы.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 xml:space="preserve">Кинетическая энергия материальной системы. Кинетическая энергия твердого тела. 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 xml:space="preserve">Работа сил, приложенных к материальной системе. 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кинетической энергии материальной системы.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Закон сохранения полной механической энергии материальной системы.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Теорема об изменении кинетической энергии относительного движения.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Общее ура</w:t>
      </w:r>
      <w:r>
        <w:t>внение аналитической динамики.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Уравнения Лагранжа второго рода.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Выражение кинетической энергии через обобщённые скорости и координаты.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Обобщённый интеграл энергии.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Виртуальные перемещения голономных систем.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Принцип виртуальных перемещений.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lastRenderedPageBreak/>
        <w:t>Обобщенные коорд</w:t>
      </w:r>
      <w:r>
        <w:t>инаты и обобщенные силы.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Условия равновесия в обобщенных координатах.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Циклические координаты. Уравнения Рауса для систем с циклическими координатами.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Уравнения Гамильтона.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Принцип Гамильтона.</w:t>
      </w:r>
    </w:p>
    <w:p w:rsidR="001B1757" w:rsidRDefault="005267B0">
      <w:pPr>
        <w:numPr>
          <w:ilvl w:val="0"/>
          <w:numId w:val="16"/>
        </w:numPr>
        <w:tabs>
          <w:tab w:val="clear" w:pos="720"/>
          <w:tab w:val="left" w:pos="900"/>
        </w:tabs>
        <w:spacing w:before="0"/>
        <w:ind w:left="900" w:hanging="540"/>
        <w:jc w:val="both"/>
      </w:pPr>
      <w:r>
        <w:t>Принцип Даламбера-Лагранжа для систем с идеальными связями.</w:t>
      </w:r>
    </w:p>
    <w:p w:rsidR="001B1757" w:rsidRDefault="001B1757">
      <w:pPr>
        <w:jc w:val="both"/>
        <w:rPr>
          <w:bCs/>
        </w:rPr>
      </w:pPr>
    </w:p>
    <w:p w:rsidR="001B1757" w:rsidRDefault="005267B0">
      <w:pPr>
        <w:pStyle w:val="af4"/>
        <w:ind w:left="1260" w:hanging="1260"/>
        <w:jc w:val="center"/>
        <w:rPr>
          <w:b/>
        </w:rPr>
      </w:pPr>
      <w:r>
        <w:rPr>
          <w:b/>
        </w:rPr>
        <w:t>Мод</w:t>
      </w:r>
      <w:r>
        <w:rPr>
          <w:b/>
        </w:rPr>
        <w:t>ульно-рейтинговая система</w:t>
      </w:r>
    </w:p>
    <w:p w:rsidR="001B1757" w:rsidRDefault="005267B0">
      <w:pPr>
        <w:ind w:firstLine="680"/>
        <w:jc w:val="both"/>
        <w:rPr>
          <w:szCs w:val="28"/>
        </w:rPr>
      </w:pPr>
      <w:r>
        <w:rPr>
          <w:szCs w:val="28"/>
        </w:rPr>
        <w:t>В университете действует следующая шкала пересчета суммарного рейтинга по дисциплине в итоговую оценку по 4-х балльной шкале:</w:t>
      </w:r>
    </w:p>
    <w:p w:rsidR="001B1757" w:rsidRDefault="005267B0">
      <w:pPr>
        <w:ind w:firstLine="680"/>
        <w:jc w:val="both"/>
        <w:rPr>
          <w:szCs w:val="28"/>
        </w:rPr>
      </w:pPr>
      <w:r>
        <w:rPr>
          <w:szCs w:val="28"/>
        </w:rPr>
        <w:t>от 56 до 70 – «удовлетворительно»;</w:t>
      </w:r>
    </w:p>
    <w:p w:rsidR="001B1757" w:rsidRDefault="005267B0">
      <w:pPr>
        <w:ind w:firstLine="680"/>
        <w:jc w:val="both"/>
        <w:rPr>
          <w:szCs w:val="28"/>
        </w:rPr>
      </w:pPr>
      <w:r>
        <w:rPr>
          <w:szCs w:val="28"/>
        </w:rPr>
        <w:t>от 71 до 85 – «хорошо»;</w:t>
      </w:r>
    </w:p>
    <w:p w:rsidR="001B1757" w:rsidRDefault="005267B0">
      <w:pPr>
        <w:pStyle w:val="12"/>
        <w:tabs>
          <w:tab w:val="left" w:pos="720"/>
        </w:tabs>
        <w:spacing w:before="0" w:after="0"/>
        <w:ind w:firstLine="680"/>
        <w:jc w:val="both"/>
        <w:rPr>
          <w:szCs w:val="28"/>
        </w:rPr>
      </w:pPr>
      <w:r>
        <w:rPr>
          <w:szCs w:val="28"/>
        </w:rPr>
        <w:t>от 86 до 100 – «отлично».</w:t>
      </w:r>
    </w:p>
    <w:p w:rsidR="001B1757" w:rsidRDefault="005267B0">
      <w:pPr>
        <w:pStyle w:val="12"/>
        <w:tabs>
          <w:tab w:val="left" w:pos="720"/>
        </w:tabs>
        <w:spacing w:before="0" w:after="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При несогласии студента с итоговой оценкой по дисциплине, определенной по суммарному рейтингу, он может сдавать экзамен во время экзаменационной сессии. Экзамен сдается в обязательном порядке также, если студент не набрал минимального количества баллов рав</w:t>
      </w:r>
      <w:r>
        <w:rPr>
          <w:szCs w:val="28"/>
        </w:rPr>
        <w:t xml:space="preserve">ного 50 в суммарном рейтинге по дисциплине. </w:t>
      </w:r>
    </w:p>
    <w:p w:rsidR="001B1757" w:rsidRDefault="001B1757">
      <w:pPr>
        <w:pStyle w:val="12"/>
        <w:tabs>
          <w:tab w:val="left" w:pos="720"/>
        </w:tabs>
        <w:spacing w:before="0" w:after="0"/>
        <w:ind w:firstLine="680"/>
        <w:jc w:val="both"/>
        <w:rPr>
          <w:szCs w:val="28"/>
        </w:rPr>
      </w:pPr>
    </w:p>
    <w:p w:rsidR="001B1757" w:rsidRDefault="001B1757">
      <w:pPr>
        <w:spacing w:before="0" w:line="276" w:lineRule="auto"/>
        <w:rPr>
          <w:bCs/>
        </w:rPr>
      </w:pPr>
    </w:p>
    <w:p w:rsidR="001B1757" w:rsidRDefault="001B1757">
      <w:pPr>
        <w:spacing w:before="0" w:line="276" w:lineRule="auto"/>
        <w:jc w:val="both"/>
        <w:rPr>
          <w:rFonts w:eastAsia="TimesNewRomanPSMT"/>
          <w:bCs/>
        </w:rPr>
      </w:pPr>
    </w:p>
    <w:p w:rsidR="001B1757" w:rsidRDefault="005267B0">
      <w:pPr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1B1757" w:rsidRDefault="001B1757">
      <w:pPr>
        <w:spacing w:before="0" w:line="276" w:lineRule="auto"/>
        <w:jc w:val="both"/>
        <w:rPr>
          <w:rFonts w:eastAsia="TimesNewRomanPSMT"/>
          <w:bCs/>
        </w:rPr>
      </w:pPr>
    </w:p>
    <w:p w:rsidR="001B1757" w:rsidRDefault="005267B0">
      <w:pPr>
        <w:spacing w:before="0" w:line="276" w:lineRule="auto"/>
        <w:ind w:left="720"/>
        <w:jc w:val="center"/>
        <w:rPr>
          <w:b/>
          <w:bCs/>
        </w:rPr>
      </w:pPr>
      <w:r>
        <w:rPr>
          <w:b/>
          <w:bCs/>
        </w:rPr>
        <w:t>Методические рекомендации преподавателю</w:t>
      </w:r>
    </w:p>
    <w:p w:rsidR="001B1757" w:rsidRDefault="001B1757">
      <w:pPr>
        <w:spacing w:before="0" w:line="276" w:lineRule="auto"/>
        <w:ind w:left="720"/>
        <w:jc w:val="both"/>
        <w:rPr>
          <w:b/>
          <w:bCs/>
        </w:rPr>
      </w:pP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</w:t>
      </w:r>
      <w:r>
        <w:rPr>
          <w:sz w:val="24"/>
          <w:szCs w:val="24"/>
        </w:rPr>
        <w:t>я и форм самостоятельной работы студентов, адекватных видам лекционных и семинарских занятий.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>
        <w:rPr>
          <w:rFonts w:eastAsia="TimesNewRoman"/>
        </w:rPr>
        <w:t xml:space="preserve"> По учебному плану п</w:t>
      </w:r>
      <w:r>
        <w:rPr>
          <w:rFonts w:eastAsia="TimesNewRoman"/>
        </w:rPr>
        <w:t>редусмотрено проведение разного типа занятий.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</w:t>
      </w:r>
      <w:r>
        <w:rPr>
          <w:sz w:val="24"/>
          <w:szCs w:val="24"/>
        </w:rPr>
        <w:t>лжно отвечать следующим дидактическим требованиям:</w:t>
      </w:r>
    </w:p>
    <w:p w:rsidR="001B1757" w:rsidRDefault="005267B0">
      <w:pPr>
        <w:pStyle w:val="Af9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изложение материала от простого к </w:t>
      </w:r>
      <w:proofErr w:type="gramStart"/>
      <w:r>
        <w:rPr>
          <w:sz w:val="24"/>
          <w:szCs w:val="24"/>
        </w:rPr>
        <w:t>сложному</w:t>
      </w:r>
      <w:proofErr w:type="gramEnd"/>
      <w:r>
        <w:rPr>
          <w:sz w:val="24"/>
          <w:szCs w:val="24"/>
        </w:rPr>
        <w:t>;</w:t>
      </w:r>
    </w:p>
    <w:p w:rsidR="001B1757" w:rsidRDefault="005267B0">
      <w:pPr>
        <w:pStyle w:val="Af9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логичность, четкость и ясность в изложении материала;</w:t>
      </w:r>
    </w:p>
    <w:p w:rsidR="001B1757" w:rsidRDefault="005267B0">
      <w:pPr>
        <w:pStyle w:val="Af9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:rsidR="001B1757" w:rsidRDefault="005267B0">
      <w:pPr>
        <w:pStyle w:val="Af9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опора </w:t>
      </w:r>
      <w:r>
        <w:rPr>
          <w:sz w:val="24"/>
          <w:szCs w:val="24"/>
        </w:rPr>
        <w:t>смысловой части лекции на подлинные факты, события, явления, статистические данные;</w:t>
      </w:r>
    </w:p>
    <w:p w:rsidR="001B1757" w:rsidRDefault="005267B0">
      <w:pPr>
        <w:pStyle w:val="Af9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Преподаватель, читающий лекционные курсы в вузе, должен знать</w:t>
      </w:r>
      <w:r>
        <w:rPr>
          <w:sz w:val="24"/>
          <w:szCs w:val="24"/>
        </w:rPr>
        <w:t xml:space="preserve">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1B1757" w:rsidRDefault="005267B0">
      <w:pPr>
        <w:spacing w:before="0" w:line="276" w:lineRule="auto"/>
        <w:ind w:firstLine="709"/>
        <w:jc w:val="both"/>
        <w:rPr>
          <w:rFonts w:eastAsia="TimesNewRoman"/>
        </w:rPr>
      </w:pPr>
      <w:r>
        <w:rPr>
          <w:rFonts w:eastAsia="TimesNewRoman"/>
        </w:rPr>
        <w:t>Лекции читаются с использованием наглядных пособий и электронных пре</w:t>
      </w:r>
      <w:r>
        <w:rPr>
          <w:rFonts w:eastAsia="TimesNewRoman"/>
        </w:rPr>
        <w:t xml:space="preserve">зентаций, с применением современных методов обучения, стимулирующих познавательную активность. В </w:t>
      </w:r>
      <w:r>
        <w:rPr>
          <w:rFonts w:eastAsia="TimesNewRoman"/>
        </w:rPr>
        <w:lastRenderedPageBreak/>
        <w:t>начале каждого практического занятия преподаватель</w:t>
      </w:r>
      <w:r>
        <w:t xml:space="preserve"> </w:t>
      </w:r>
      <w:r>
        <w:rPr>
          <w:rFonts w:eastAsia="TimesNewRoman"/>
        </w:rPr>
        <w:t>организует повторение изученного на лекции материала по контрольным вопросам к данному практическому занятию</w:t>
      </w:r>
      <w:r>
        <w:rPr>
          <w:rFonts w:eastAsia="TimesNewRoman"/>
        </w:rPr>
        <w:t xml:space="preserve">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1B1757" w:rsidRDefault="005267B0">
      <w:pPr>
        <w:spacing w:before="0" w:line="276" w:lineRule="auto"/>
        <w:ind w:firstLine="709"/>
        <w:jc w:val="both"/>
      </w:pPr>
      <w:r>
        <w:t>В усл</w:t>
      </w:r>
      <w:r>
        <w:t>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</w:t>
      </w:r>
      <w:r>
        <w:t>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1B1757" w:rsidRDefault="005267B0">
      <w:pPr>
        <w:spacing w:before="0" w:line="276" w:lineRule="auto"/>
        <w:ind w:firstLine="709"/>
        <w:jc w:val="both"/>
      </w:pPr>
      <w:r>
        <w:t>По уровню сложности предусматриваются самые различные вопросы, предполагающие воспроизведение и закрепление теоретического материал</w:t>
      </w:r>
      <w:r>
        <w:t>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</w:t>
      </w:r>
      <w:r>
        <w:t xml:space="preserve">жание темы. </w:t>
      </w:r>
    </w:p>
    <w:p w:rsidR="001B1757" w:rsidRDefault="005267B0">
      <w:pPr>
        <w:spacing w:before="0" w:line="276" w:lineRule="auto"/>
        <w:ind w:firstLine="709"/>
        <w:jc w:val="both"/>
      </w:pPr>
      <w:r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Семинар проводится по узловым и наиболее сложным вопросам (тема</w:t>
      </w:r>
      <w:r>
        <w:rPr>
          <w:sz w:val="24"/>
          <w:szCs w:val="24"/>
        </w:rPr>
        <w:t>м, разделам) учебной программы. Он может быть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</w:t>
      </w:r>
      <w:r>
        <w:rPr>
          <w:sz w:val="24"/>
          <w:szCs w:val="24"/>
        </w:rPr>
        <w:t>в дискуссии, проблемности, диалога между преподавателем и студентами и самими студентами.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:rsidR="001B1757" w:rsidRDefault="005267B0">
      <w:pPr>
        <w:pStyle w:val="Af9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1B1757" w:rsidRDefault="005267B0">
      <w:pPr>
        <w:pStyle w:val="Af9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</w:t>
      </w:r>
      <w:r>
        <w:rPr>
          <w:sz w:val="24"/>
          <w:szCs w:val="24"/>
        </w:rPr>
        <w:t xml:space="preserve"> программе;</w:t>
      </w:r>
    </w:p>
    <w:p w:rsidR="001B1757" w:rsidRDefault="005267B0">
      <w:pPr>
        <w:pStyle w:val="Af9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1B1757" w:rsidRDefault="005267B0">
      <w:pPr>
        <w:pStyle w:val="Af9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1B1757" w:rsidRDefault="005267B0">
      <w:pPr>
        <w:pStyle w:val="Af9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1B1757" w:rsidRDefault="005267B0">
      <w:pPr>
        <w:pStyle w:val="Af9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:rsidR="001B1757" w:rsidRDefault="005267B0">
      <w:pPr>
        <w:pStyle w:val="Af9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</w:t>
      </w:r>
      <w:r>
        <w:rPr>
          <w:i/>
          <w:iCs/>
          <w:sz w:val="24"/>
          <w:szCs w:val="24"/>
        </w:rPr>
        <w:t>) подготовка студентов и преподавателя:</w:t>
      </w:r>
    </w:p>
    <w:p w:rsidR="001B1757" w:rsidRDefault="005267B0">
      <w:pPr>
        <w:pStyle w:val="Af9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плана семинара из 3-4 вопросов;</w:t>
      </w:r>
    </w:p>
    <w:p w:rsidR="001B1757" w:rsidRDefault="005267B0">
      <w:pPr>
        <w:pStyle w:val="Af9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1B1757" w:rsidRDefault="005267B0">
      <w:pPr>
        <w:pStyle w:val="Af9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рекомендаций о последовательности изучения литературы (учебники, учебные пособия, законы и поста</w:t>
      </w:r>
      <w:r>
        <w:rPr>
          <w:sz w:val="24"/>
          <w:szCs w:val="24"/>
        </w:rPr>
        <w:t>новления, руководства и положения, конспекты лекций, статьи, справочники, информационные сборники и бюллетени, статистические данные и др</w:t>
      </w:r>
      <w:r>
        <w:rPr>
          <w:sz w:val="24"/>
          <w:szCs w:val="24"/>
          <w:lang w:val="it-IT"/>
        </w:rPr>
        <w:t>.);</w:t>
      </w:r>
    </w:p>
    <w:p w:rsidR="001B1757" w:rsidRDefault="005267B0">
      <w:pPr>
        <w:pStyle w:val="Af9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</w:t>
      </w:r>
      <w:r>
        <w:rPr>
          <w:sz w:val="24"/>
          <w:szCs w:val="24"/>
        </w:rPr>
        <w:t>и ответов: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иллюстраций к </w:t>
      </w:r>
      <w:r>
        <w:rPr>
          <w:sz w:val="24"/>
          <w:szCs w:val="24"/>
        </w:rPr>
        <w:t>ответам в виде исторических фактов, примеров и пр.;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1B1757" w:rsidRDefault="005267B0">
      <w:pPr>
        <w:pStyle w:val="Af9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1B1757" w:rsidRDefault="005267B0">
      <w:pPr>
        <w:pStyle w:val="Af9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</w:t>
      </w:r>
      <w:r>
        <w:rPr>
          <w:sz w:val="24"/>
          <w:szCs w:val="24"/>
        </w:rPr>
        <w:t>ень усвоения знаний;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1B1757" w:rsidRDefault="005267B0">
      <w:pPr>
        <w:pStyle w:val="Af9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1B1757" w:rsidRDefault="005267B0">
      <w:pPr>
        <w:spacing w:before="0" w:line="276" w:lineRule="auto"/>
        <w:ind w:firstLine="851"/>
        <w:jc w:val="both"/>
        <w:rPr>
          <w:b/>
          <w:bCs/>
          <w:highlight w:val="yellow"/>
        </w:rPr>
      </w:pPr>
      <w:r>
        <w:t xml:space="preserve">При проведении аттестации студентов важно всегда помнить, что </w:t>
      </w:r>
      <w:r>
        <w:t>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1B1757" w:rsidRDefault="005267B0">
      <w:pPr>
        <w:spacing w:before="0" w:line="276" w:lineRule="auto"/>
        <w:jc w:val="center"/>
        <w:rPr>
          <w:b/>
          <w:bCs/>
        </w:rPr>
      </w:pPr>
      <w:r>
        <w:rPr>
          <w:b/>
          <w:bCs/>
        </w:rPr>
        <w:t>Методические указания студентам по дисциплине</w:t>
      </w:r>
    </w:p>
    <w:p w:rsidR="001B1757" w:rsidRDefault="001B1757">
      <w:pPr>
        <w:spacing w:before="0" w:line="276" w:lineRule="auto"/>
        <w:jc w:val="center"/>
        <w:rPr>
          <w:b/>
          <w:bCs/>
        </w:rPr>
      </w:pPr>
    </w:p>
    <w:p w:rsidR="001B1757" w:rsidRDefault="005267B0">
      <w:pPr>
        <w:spacing w:before="0" w:line="276" w:lineRule="auto"/>
        <w:ind w:firstLine="709"/>
        <w:jc w:val="both"/>
      </w:pPr>
      <w:r>
        <w:t>Професси</w:t>
      </w:r>
      <w:r>
        <w:t>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</w:t>
      </w:r>
      <w:r>
        <w:t xml:space="preserve"> теоретического материала. </w:t>
      </w:r>
    </w:p>
    <w:p w:rsidR="001B1757" w:rsidRDefault="005267B0">
      <w:pPr>
        <w:spacing w:before="0" w:line="276" w:lineRule="auto"/>
        <w:ind w:firstLine="539"/>
        <w:jc w:val="both"/>
      </w:pPr>
      <w:r>
        <w:t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</w:t>
      </w:r>
      <w:r>
        <w:t xml:space="preserve">ния всех учебных заданий, ознакомления с основной и дополнительной литературой. </w:t>
      </w:r>
    </w:p>
    <w:p w:rsidR="001B1757" w:rsidRDefault="005267B0">
      <w:pPr>
        <w:spacing w:before="0" w:line="276" w:lineRule="auto"/>
        <w:ind w:firstLine="709"/>
        <w:jc w:val="both"/>
      </w:pPr>
      <w:r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</w:t>
      </w:r>
      <w:r>
        <w:t xml:space="preserve">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1B1757" w:rsidRDefault="005267B0">
      <w:pPr>
        <w:spacing w:before="0" w:line="276" w:lineRule="auto"/>
        <w:ind w:firstLine="709"/>
        <w:jc w:val="both"/>
      </w:pPr>
      <w:r>
        <w:t>В ходе лекций преподаватель излагает и разъясняет основные, наиболее сложные понятия темы, а так</w:t>
      </w:r>
      <w:r>
        <w:t>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1B1757" w:rsidRDefault="005267B0">
      <w:pPr>
        <w:spacing w:before="0" w:line="276" w:lineRule="auto"/>
        <w:ind w:firstLine="709"/>
        <w:jc w:val="both"/>
      </w:pPr>
      <w:r>
        <w:t xml:space="preserve">В ходе лекционных занятий </w:t>
      </w:r>
      <w:proofErr w:type="gramStart"/>
      <w:r>
        <w:t>обучающемуся</w:t>
      </w:r>
      <w:proofErr w:type="gramEnd"/>
      <w:r>
        <w:t xml:space="preserve"> необходимо вести конспектирование учебного материала. Обращать вн</w:t>
      </w:r>
      <w:r>
        <w:t>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1B1757" w:rsidRDefault="005267B0">
      <w:pPr>
        <w:spacing w:before="0" w:line="276" w:lineRule="auto"/>
        <w:ind w:firstLine="709"/>
        <w:jc w:val="both"/>
      </w:pPr>
      <w:r>
        <w:t xml:space="preserve">Материал каждой лекции должен быть проработан: должны быть выделены определения, понятия, законы, теоремы и их доказательства (при </w:t>
      </w:r>
      <w:r>
        <w:t xml:space="preserve">наличии). Должна быть усвоена логическая связь элементов изученного материала. </w:t>
      </w:r>
    </w:p>
    <w:p w:rsidR="001B1757" w:rsidRDefault="005267B0">
      <w:pPr>
        <w:spacing w:before="0" w:line="276" w:lineRule="auto"/>
        <w:ind w:firstLine="709"/>
        <w:jc w:val="both"/>
      </w:pPr>
      <w:r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</w:t>
      </w:r>
      <w:r>
        <w:t xml:space="preserve">тии или в рамках </w:t>
      </w:r>
      <w:proofErr w:type="gramStart"/>
      <w:r>
        <w:t>СР</w:t>
      </w:r>
      <w:proofErr w:type="gramEnd"/>
      <w:r>
        <w:t>.</w:t>
      </w:r>
    </w:p>
    <w:p w:rsidR="001B1757" w:rsidRDefault="005267B0">
      <w:pPr>
        <w:spacing w:before="0" w:line="276" w:lineRule="auto"/>
        <w:ind w:firstLine="709"/>
        <w:jc w:val="both"/>
      </w:pPr>
      <w:r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</w:t>
      </w:r>
      <w:r>
        <w:t xml:space="preserve"> </w:t>
      </w:r>
      <w:r>
        <w:lastRenderedPageBreak/>
        <w:t>элементы остались для вас неясными</w:t>
      </w:r>
      <w:r>
        <w:rPr>
          <w:bCs/>
        </w:rPr>
        <w:t xml:space="preserve">, </w:t>
      </w:r>
      <w:r>
        <w:t>запишите вопросы, которые вы зададите лектору на лекции.</w:t>
      </w:r>
    </w:p>
    <w:p w:rsidR="001B1757" w:rsidRDefault="005267B0">
      <w:pPr>
        <w:spacing w:before="0" w:line="276" w:lineRule="auto"/>
        <w:ind w:firstLine="709"/>
        <w:jc w:val="both"/>
      </w:pPr>
      <w:r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</w:t>
      </w:r>
      <w:r>
        <w:t>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</w:t>
      </w:r>
      <w:r>
        <w:t>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</w:t>
      </w:r>
      <w:r>
        <w:t>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</w:t>
      </w:r>
      <w:r>
        <w:t xml:space="preserve"> они под руководством преподавателя делают обобщающие выводы и заключения.</w:t>
      </w:r>
    </w:p>
    <w:p w:rsidR="001B1757" w:rsidRDefault="005267B0">
      <w:pPr>
        <w:spacing w:before="0" w:line="276" w:lineRule="auto"/>
        <w:ind w:firstLine="709"/>
        <w:jc w:val="both"/>
      </w:pPr>
      <w:r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</w:t>
      </w:r>
      <w:r>
        <w:t>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1B1757" w:rsidRDefault="005267B0">
      <w:pPr>
        <w:spacing w:before="0" w:line="276" w:lineRule="auto"/>
        <w:ind w:firstLine="709"/>
        <w:jc w:val="both"/>
      </w:pPr>
      <w:r>
        <w:t>Под сам</w:t>
      </w:r>
      <w:r>
        <w:t>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</w:t>
      </w:r>
      <w:r>
        <w:t xml:space="preserve">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</w:t>
      </w:r>
      <w:r>
        <w:t>занятий, образцов контрольных работ, тестов, кейсов и др.;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</w:t>
      </w:r>
      <w:r>
        <w:t>но преподавателю, или электронной).</w:t>
      </w:r>
    </w:p>
    <w:p w:rsidR="001B1757" w:rsidRDefault="005267B0">
      <w:pPr>
        <w:spacing w:before="0" w:line="276" w:lineRule="auto"/>
        <w:ind w:firstLine="709"/>
        <w:jc w:val="both"/>
      </w:pPr>
      <w: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</w:t>
      </w:r>
      <w:r>
        <w:t xml:space="preserve">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1B1757" w:rsidRDefault="005267B0">
      <w:pPr>
        <w:spacing w:before="0" w:line="276" w:lineRule="auto"/>
        <w:ind w:firstLine="709"/>
        <w:jc w:val="both"/>
      </w:pPr>
      <w:r>
        <w:t>К выполнению заданий для самостоятельной работы предъявляются следующие требования: задания до</w:t>
      </w:r>
      <w:r>
        <w:t>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</w:t>
      </w:r>
      <w:r>
        <w:t>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</w:t>
      </w:r>
      <w:r>
        <w:t xml:space="preserve">ия на консультации с преподавателем. </w:t>
      </w:r>
    </w:p>
    <w:p w:rsidR="001B1757" w:rsidRDefault="005267B0">
      <w:pPr>
        <w:spacing w:before="0" w:line="276" w:lineRule="auto"/>
        <w:ind w:firstLine="709"/>
        <w:jc w:val="both"/>
      </w:pPr>
      <w:r>
        <w:t xml:space="preserve"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</w:t>
      </w:r>
      <w:r>
        <w:lastRenderedPageBreak/>
        <w:t>занятиях знаний путем приобретения навыков осмысления и расшир</w:t>
      </w:r>
      <w:r>
        <w:t>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1B1757" w:rsidRDefault="005267B0">
      <w:pPr>
        <w:spacing w:before="0" w:line="276" w:lineRule="auto"/>
        <w:ind w:firstLine="709"/>
        <w:jc w:val="both"/>
      </w:pPr>
      <w:r>
        <w:t>Подготовка к промежуточной ат</w:t>
      </w:r>
      <w:r>
        <w:t>тестации 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1B1757" w:rsidRDefault="001B1757">
      <w:pPr>
        <w:spacing w:before="0" w:line="276" w:lineRule="auto"/>
        <w:ind w:firstLine="567"/>
        <w:rPr>
          <w:b/>
        </w:rPr>
      </w:pPr>
    </w:p>
    <w:p w:rsidR="001B1757" w:rsidRDefault="005267B0">
      <w:pPr>
        <w:spacing w:before="0" w:line="276" w:lineRule="auto"/>
        <w:ind w:firstLine="567"/>
        <w:jc w:val="both"/>
        <w:rPr>
          <w:b/>
        </w:rPr>
      </w:pPr>
      <w:r>
        <w:rPr>
          <w:b/>
        </w:rPr>
        <w:t>8.  Обеспечение образовательного процесса для лиц с ограниченными возможностями здоровья и инва</w:t>
      </w:r>
      <w:r>
        <w:rPr>
          <w:b/>
        </w:rPr>
        <w:t>лидов</w:t>
      </w:r>
    </w:p>
    <w:p w:rsidR="001B1757" w:rsidRDefault="001B1757">
      <w:pPr>
        <w:spacing w:before="0" w:line="276" w:lineRule="auto"/>
        <w:ind w:firstLine="708"/>
        <w:rPr>
          <w:bCs/>
        </w:rPr>
      </w:pPr>
    </w:p>
    <w:p w:rsidR="001B1757" w:rsidRDefault="005267B0">
      <w:pPr>
        <w:spacing w:before="0" w:line="276" w:lineRule="auto"/>
        <w:ind w:firstLine="708"/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1B1757" w:rsidRDefault="005267B0">
      <w:pPr>
        <w:numPr>
          <w:ilvl w:val="0"/>
          <w:numId w:val="5"/>
        </w:numPr>
        <w:spacing w:before="0" w:line="276" w:lineRule="auto"/>
        <w:jc w:val="both"/>
      </w:pPr>
      <w:r>
        <w:t xml:space="preserve">для слепых и слабовидящих: </w:t>
      </w:r>
    </w:p>
    <w:p w:rsidR="001B1757" w:rsidRDefault="005267B0">
      <w:pPr>
        <w:spacing w:before="0" w:line="276" w:lineRule="auto"/>
        <w:ind w:firstLine="360"/>
        <w:jc w:val="both"/>
        <w:rPr>
          <w:color w:val="FF0000"/>
        </w:rPr>
      </w:pPr>
      <w:r>
        <w:t xml:space="preserve">- лекции </w:t>
      </w:r>
      <w:r>
        <w:t>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color w:val="339966"/>
        </w:rPr>
        <w:t xml:space="preserve"> </w:t>
      </w:r>
    </w:p>
    <w:p w:rsidR="001B1757" w:rsidRDefault="005267B0">
      <w:pPr>
        <w:spacing w:before="0" w:line="276" w:lineRule="auto"/>
        <w:ind w:firstLine="360"/>
        <w:jc w:val="both"/>
      </w:pPr>
      <w:r>
        <w:t>- письменные задания выполняются на компьютере со специализированным программным обеспечением, или могут быть заменены устным ответо</w:t>
      </w:r>
      <w:r>
        <w:t xml:space="preserve">м; 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обеспечивается индивидуальное равномерное освещение не менее 300 люкс; 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B1757" w:rsidRDefault="005267B0">
      <w:pPr>
        <w:spacing w:before="0" w:line="276" w:lineRule="auto"/>
        <w:ind w:firstLine="360"/>
        <w:jc w:val="both"/>
      </w:pPr>
      <w:r>
        <w:t>- письменные задания оформ</w:t>
      </w:r>
      <w:r>
        <w:t xml:space="preserve">ляются увеличенным шрифтом; 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1B1757" w:rsidRDefault="005267B0">
      <w:pPr>
        <w:numPr>
          <w:ilvl w:val="0"/>
          <w:numId w:val="5"/>
        </w:numPr>
        <w:spacing w:before="0" w:line="276" w:lineRule="auto"/>
        <w:jc w:val="both"/>
      </w:pPr>
      <w:r>
        <w:t xml:space="preserve">для глухих и слабослышащих: </w:t>
      </w:r>
    </w:p>
    <w:p w:rsidR="001B1757" w:rsidRDefault="005267B0">
      <w:pPr>
        <w:spacing w:before="0" w:line="276" w:lineRule="auto"/>
        <w:ind w:firstLine="360"/>
        <w:jc w:val="both"/>
      </w:pPr>
      <w:r>
        <w:t>- лекции оформляются в виде электронного документа, либо предоставляется звукоусиливающая аппаратура ин</w:t>
      </w:r>
      <w:r>
        <w:t xml:space="preserve">дивидуального пользования; </w:t>
      </w:r>
    </w:p>
    <w:p w:rsidR="001B1757" w:rsidRDefault="005267B0">
      <w:pPr>
        <w:spacing w:before="0" w:line="276" w:lineRule="auto"/>
        <w:ind w:firstLine="360"/>
        <w:jc w:val="both"/>
      </w:pPr>
      <w:r>
        <w:t>- письменные задания выполняются на компьютере в письменной форме;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B1757" w:rsidRDefault="005267B0">
      <w:pPr>
        <w:numPr>
          <w:ilvl w:val="0"/>
          <w:numId w:val="5"/>
        </w:numPr>
        <w:spacing w:before="0" w:line="276" w:lineRule="auto"/>
        <w:jc w:val="both"/>
      </w:pPr>
      <w:r>
        <w:t>для лиц с нарушениями опорно-двигательного аппарата: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</w:t>
      </w: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1B1757" w:rsidRDefault="005267B0">
      <w:pPr>
        <w:spacing w:before="0" w:line="276" w:lineRule="auto"/>
        <w:ind w:firstLine="360"/>
        <w:jc w:val="both"/>
      </w:pPr>
      <w:r>
        <w:t xml:space="preserve">- экзамен и зачёт проводятся </w:t>
      </w:r>
      <w:r>
        <w:t xml:space="preserve">в устной форме или выполняются в письменной форме на компьютере. </w:t>
      </w:r>
    </w:p>
    <w:p w:rsidR="001B1757" w:rsidRDefault="005267B0">
      <w:pPr>
        <w:widowControl w:val="0"/>
        <w:spacing w:before="0" w:line="276" w:lineRule="auto"/>
        <w:ind w:firstLine="708"/>
        <w:jc w:val="both"/>
        <w:textAlignment w:val="baseline"/>
        <w:rPr>
          <w:kern w:val="2"/>
        </w:rPr>
      </w:pPr>
      <w:r>
        <w:rPr>
          <w:kern w:val="2"/>
        </w:rPr>
        <w:t xml:space="preserve">При необходимости предусматривается увеличение времени для подготовки ответа. </w:t>
      </w:r>
    </w:p>
    <w:p w:rsidR="001B1757" w:rsidRDefault="001B1757">
      <w:pPr>
        <w:widowControl w:val="0"/>
        <w:spacing w:before="0" w:line="276" w:lineRule="auto"/>
        <w:ind w:firstLine="708"/>
        <w:jc w:val="both"/>
        <w:textAlignment w:val="baseline"/>
        <w:rPr>
          <w:kern w:val="2"/>
        </w:rPr>
      </w:pPr>
    </w:p>
    <w:p w:rsidR="001B1757" w:rsidRDefault="005267B0">
      <w:pPr>
        <w:widowControl w:val="0"/>
        <w:spacing w:before="0" w:line="276" w:lineRule="auto"/>
        <w:ind w:firstLine="708"/>
        <w:jc w:val="both"/>
        <w:textAlignment w:val="baseline"/>
        <w:rPr>
          <w:kern w:val="2"/>
        </w:rPr>
      </w:pPr>
      <w:bookmarkStart w:id="1" w:name="_Hlk494373629"/>
      <w:r>
        <w:rPr>
          <w:kern w:val="2"/>
        </w:rPr>
        <w:t>Процедура проведения промежуточной аттестации для обучающихся устанавливается с учётом их индивидуальных психо</w:t>
      </w:r>
      <w:r>
        <w:rPr>
          <w:kern w:val="2"/>
        </w:rPr>
        <w:t>физических особенностей. Промежуточная аттестация может проводиться в несколько этапов.</w:t>
      </w:r>
      <w:bookmarkEnd w:id="1"/>
    </w:p>
    <w:p w:rsidR="001B1757" w:rsidRDefault="005267B0">
      <w:pPr>
        <w:widowControl w:val="0"/>
        <w:spacing w:before="0" w:line="276" w:lineRule="auto"/>
        <w:ind w:firstLine="708"/>
        <w:jc w:val="both"/>
        <w:textAlignment w:val="baseline"/>
        <w:rPr>
          <w:kern w:val="2"/>
        </w:rPr>
      </w:pPr>
      <w:r>
        <w:rPr>
          <w:kern w:val="2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</w:t>
      </w:r>
      <w:r>
        <w:rPr>
          <w:kern w:val="2"/>
        </w:rPr>
        <w:t>щихся. Эти средства могут быть предоставлены университетом</w:t>
      </w:r>
      <w:r>
        <w:rPr>
          <w:color w:val="339966"/>
          <w:kern w:val="2"/>
        </w:rPr>
        <w:t>,</w:t>
      </w:r>
      <w:r>
        <w:rPr>
          <w:kern w:val="2"/>
        </w:rPr>
        <w:t xml:space="preserve"> или могут </w:t>
      </w:r>
      <w:r>
        <w:rPr>
          <w:kern w:val="2"/>
        </w:rPr>
        <w:lastRenderedPageBreak/>
        <w:t>использоваться собственные технические средства.</w:t>
      </w:r>
    </w:p>
    <w:p w:rsidR="001B1757" w:rsidRDefault="005267B0">
      <w:pPr>
        <w:widowControl w:val="0"/>
        <w:spacing w:before="0" w:line="276" w:lineRule="auto"/>
        <w:ind w:firstLine="567"/>
        <w:jc w:val="both"/>
        <w:textAlignment w:val="baseline"/>
        <w:rPr>
          <w:kern w:val="2"/>
        </w:rPr>
      </w:pPr>
      <w:bookmarkStart w:id="2" w:name="_Hlk494293534"/>
      <w:bookmarkEnd w:id="2"/>
      <w:r>
        <w:rPr>
          <w:kern w:val="2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kern w:val="2"/>
        </w:rPr>
        <w:t> </w:t>
      </w:r>
      <w:bookmarkStart w:id="3" w:name="_Hlk494293741"/>
      <w:bookmarkEnd w:id="3"/>
    </w:p>
    <w:p w:rsidR="001B1757" w:rsidRDefault="001B1757">
      <w:pPr>
        <w:spacing w:before="0" w:line="276" w:lineRule="auto"/>
        <w:ind w:firstLine="567"/>
        <w:jc w:val="both"/>
      </w:pPr>
    </w:p>
    <w:p w:rsidR="001B1757" w:rsidRDefault="005267B0">
      <w:pPr>
        <w:spacing w:before="0" w:line="276" w:lineRule="auto"/>
        <w:ind w:firstLine="567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B1757" w:rsidRDefault="005267B0">
      <w:pPr>
        <w:numPr>
          <w:ilvl w:val="0"/>
          <w:numId w:val="6"/>
        </w:numPr>
        <w:spacing w:before="0" w:line="276" w:lineRule="auto"/>
        <w:jc w:val="both"/>
      </w:pPr>
      <w:r>
        <w:t>для слепых и слабовидящих:</w:t>
      </w:r>
    </w:p>
    <w:p w:rsidR="001B1757" w:rsidRDefault="005267B0">
      <w:pPr>
        <w:spacing w:before="0" w:line="276" w:lineRule="auto"/>
        <w:ind w:firstLine="360"/>
        <w:jc w:val="both"/>
      </w:pPr>
      <w:r>
        <w:t>- в печатной форме увеличенным шрифтом;</w:t>
      </w:r>
    </w:p>
    <w:p w:rsidR="001B1757" w:rsidRDefault="005267B0">
      <w:pPr>
        <w:spacing w:before="0" w:line="276" w:lineRule="auto"/>
        <w:ind w:firstLine="360"/>
        <w:jc w:val="both"/>
      </w:pPr>
      <w:r>
        <w:t>- в</w:t>
      </w:r>
      <w:r>
        <w:t xml:space="preserve"> форме электронного документа;</w:t>
      </w:r>
    </w:p>
    <w:p w:rsidR="001B1757" w:rsidRDefault="005267B0">
      <w:pPr>
        <w:spacing w:before="0" w:line="276" w:lineRule="auto"/>
        <w:ind w:firstLine="360"/>
        <w:jc w:val="both"/>
      </w:pPr>
      <w:r>
        <w:t>- в форме аудиофайла.</w:t>
      </w:r>
    </w:p>
    <w:p w:rsidR="001B1757" w:rsidRDefault="005267B0">
      <w:pPr>
        <w:numPr>
          <w:ilvl w:val="0"/>
          <w:numId w:val="6"/>
        </w:numPr>
        <w:spacing w:before="0" w:line="276" w:lineRule="auto"/>
        <w:jc w:val="both"/>
      </w:pPr>
      <w:r>
        <w:t>для глухих и слабослышащих:</w:t>
      </w:r>
    </w:p>
    <w:p w:rsidR="001B1757" w:rsidRDefault="005267B0">
      <w:pPr>
        <w:spacing w:before="0" w:line="276" w:lineRule="auto"/>
        <w:ind w:firstLine="360"/>
        <w:jc w:val="both"/>
      </w:pPr>
      <w:r>
        <w:t>- в печатной форме;</w:t>
      </w:r>
    </w:p>
    <w:p w:rsidR="001B1757" w:rsidRDefault="005267B0">
      <w:pPr>
        <w:spacing w:before="0" w:line="276" w:lineRule="auto"/>
        <w:ind w:firstLine="360"/>
        <w:jc w:val="both"/>
      </w:pPr>
      <w:r>
        <w:t>- в форме электронного документа.</w:t>
      </w:r>
    </w:p>
    <w:p w:rsidR="001B1757" w:rsidRDefault="005267B0">
      <w:pPr>
        <w:numPr>
          <w:ilvl w:val="0"/>
          <w:numId w:val="6"/>
        </w:numPr>
        <w:spacing w:before="0" w:line="276" w:lineRule="auto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1B1757" w:rsidRDefault="005267B0">
      <w:pPr>
        <w:spacing w:before="0" w:line="276" w:lineRule="auto"/>
        <w:ind w:firstLine="360"/>
        <w:jc w:val="both"/>
      </w:pPr>
      <w:r>
        <w:t>- в печатной форме;</w:t>
      </w:r>
    </w:p>
    <w:p w:rsidR="001B1757" w:rsidRDefault="005267B0">
      <w:pPr>
        <w:spacing w:before="0" w:line="276" w:lineRule="auto"/>
        <w:ind w:firstLine="360"/>
        <w:jc w:val="both"/>
      </w:pPr>
      <w:r>
        <w:t>- в форме электронного документа;</w:t>
      </w:r>
    </w:p>
    <w:p w:rsidR="001B1757" w:rsidRDefault="005267B0">
      <w:pPr>
        <w:spacing w:before="0" w:line="276" w:lineRule="auto"/>
        <w:ind w:firstLine="360"/>
        <w:jc w:val="both"/>
      </w:pPr>
      <w:r>
        <w:t>- в фо</w:t>
      </w:r>
      <w:r>
        <w:t>рме аудиофайла.</w:t>
      </w:r>
    </w:p>
    <w:p w:rsidR="001B1757" w:rsidRDefault="005267B0">
      <w:pPr>
        <w:tabs>
          <w:tab w:val="left" w:pos="567"/>
          <w:tab w:val="left" w:pos="2436"/>
        </w:tabs>
        <w:spacing w:before="0" w:line="276" w:lineRule="auto"/>
        <w:jc w:val="both"/>
      </w:pPr>
      <w:r>
        <w:tab/>
      </w:r>
    </w:p>
    <w:p w:rsidR="001B1757" w:rsidRDefault="005267B0">
      <w:pPr>
        <w:tabs>
          <w:tab w:val="left" w:pos="567"/>
          <w:tab w:val="left" w:pos="2436"/>
        </w:tabs>
        <w:spacing w:before="0" w:line="276" w:lineRule="auto"/>
        <w:ind w:firstLine="567"/>
        <w:jc w:val="both"/>
        <w:rPr>
          <w:rFonts w:eastAsia="Calibri"/>
        </w:rPr>
      </w:pPr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  <w:bookmarkStart w:id="4" w:name="_Hlk494364376"/>
      <w:bookmarkEnd w:id="4"/>
    </w:p>
    <w:p w:rsidR="001B1757" w:rsidRDefault="001B1757">
      <w:pPr>
        <w:spacing w:before="0" w:line="276" w:lineRule="auto"/>
        <w:ind w:firstLine="539"/>
        <w:rPr>
          <w:b/>
          <w:bCs/>
        </w:rPr>
      </w:pPr>
    </w:p>
    <w:p w:rsidR="001B1757" w:rsidRDefault="005267B0">
      <w:pPr>
        <w:spacing w:before="0" w:line="276" w:lineRule="auto"/>
        <w:ind w:firstLine="539"/>
        <w:rPr>
          <w:b/>
          <w:bCs/>
        </w:rPr>
      </w:pPr>
      <w:r>
        <w:rPr>
          <w:b/>
          <w:bCs/>
        </w:rPr>
        <w:t xml:space="preserve">9. Материально-техническое </w:t>
      </w:r>
      <w:r>
        <w:rPr>
          <w:b/>
          <w:bCs/>
        </w:rPr>
        <w:t>обеспечение дисциплины (модуля).</w:t>
      </w:r>
    </w:p>
    <w:p w:rsidR="001B1757" w:rsidRDefault="005267B0">
      <w:pPr>
        <w:pStyle w:val="af3"/>
        <w:spacing w:before="0" w:beforeAutospacing="0" w:afterAutospacing="0" w:line="276" w:lineRule="auto"/>
        <w:ind w:firstLine="709"/>
        <w:jc w:val="both"/>
        <w:rPr>
          <w:lang w:val="ru-RU"/>
        </w:rPr>
      </w:pPr>
      <w:bookmarkStart w:id="5" w:name="_Toc119910736"/>
      <w:r>
        <w:rPr>
          <w:lang w:val="ru-RU"/>
        </w:rPr>
        <w:t xml:space="preserve">Лекционные занятия проводятся в аудиториях, предоставляемых деканатом факультета в соответствии с расписанием. Практические занятия, как </w:t>
      </w:r>
      <w:proofErr w:type="gramStart"/>
      <w:r>
        <w:rPr>
          <w:lang w:val="ru-RU"/>
        </w:rPr>
        <w:t>правило</w:t>
      </w:r>
      <w:proofErr w:type="gramEnd"/>
      <w:r>
        <w:rPr>
          <w:lang w:val="ru-RU"/>
        </w:rPr>
        <w:t xml:space="preserve"> проходят в лаборатории механики и молекулярной физики инженерно-физического фа</w:t>
      </w:r>
      <w:r>
        <w:rPr>
          <w:lang w:val="ru-RU"/>
        </w:rPr>
        <w:t>культета (ауд. 329). Аудитории для проведения занятий оснащены мелованной доской, возможностью подключения ноутбука, проектора и демонстрационного экрана. Для проведения тестирования используется компьютерный класс (ауд. 310, 328) с доступом к Интернету. Д</w:t>
      </w:r>
      <w:r>
        <w:rPr>
          <w:lang w:val="ru-RU"/>
        </w:rPr>
        <w:t>ля самоподготовки используется научная библиотека АГУ. Помещения для хранения и профилактики оборудования имеются.</w:t>
      </w:r>
      <w:r w:rsidRPr="00BA221C">
        <w:rPr>
          <w:lang w:val="ru-RU"/>
        </w:rPr>
        <w:br w:type="page"/>
      </w:r>
    </w:p>
    <w:p w:rsidR="001B1757" w:rsidRDefault="005267B0">
      <w:pPr>
        <w:pStyle w:val="1"/>
        <w:numPr>
          <w:ilvl w:val="0"/>
          <w:numId w:val="0"/>
        </w:numPr>
        <w:spacing w:before="0" w:after="0" w:line="276" w:lineRule="auto"/>
        <w:ind w:left="567"/>
      </w:pPr>
      <w:r>
        <w:lastRenderedPageBreak/>
        <w:t xml:space="preserve"> 8. Лист регистрации изменений</w:t>
      </w:r>
      <w:bookmarkEnd w:id="5"/>
    </w:p>
    <w:p w:rsidR="001B1757" w:rsidRDefault="001B1757">
      <w:pPr>
        <w:spacing w:before="0" w:line="276" w:lineRule="auto"/>
        <w:jc w:val="center"/>
        <w:rPr>
          <w:b/>
          <w:bCs/>
          <w:u w:val="single"/>
        </w:rPr>
      </w:pPr>
    </w:p>
    <w:tbl>
      <w:tblPr>
        <w:tblW w:w="9880" w:type="dxa"/>
        <w:tblInd w:w="5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83"/>
        <w:gridCol w:w="1318"/>
        <w:gridCol w:w="743"/>
        <w:gridCol w:w="1803"/>
        <w:gridCol w:w="1109"/>
        <w:gridCol w:w="910"/>
        <w:gridCol w:w="1360"/>
        <w:gridCol w:w="546"/>
        <w:gridCol w:w="1084"/>
      </w:tblGrid>
      <w:tr w:rsidR="001B1757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Номер</w:t>
            </w:r>
          </w:p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изменения</w:t>
            </w:r>
          </w:p>
        </w:tc>
        <w:tc>
          <w:tcPr>
            <w:tcW w:w="2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  <w:rPr>
                <w:sz w:val="22"/>
              </w:rPr>
            </w:pPr>
          </w:p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pStyle w:val="af1"/>
              <w:spacing w:before="0" w:line="276" w:lineRule="auto"/>
              <w:jc w:val="center"/>
              <w:rPr>
                <w:sz w:val="22"/>
              </w:rPr>
            </w:pPr>
          </w:p>
          <w:p w:rsidR="001B1757" w:rsidRDefault="005267B0">
            <w:pPr>
              <w:pStyle w:val="af1"/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  <w:rPr>
                <w:sz w:val="22"/>
              </w:rPr>
            </w:pPr>
          </w:p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  <w:p w:rsidR="001B1757" w:rsidRDefault="005267B0">
            <w:pPr>
              <w:spacing w:before="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введения изменения</w:t>
            </w:r>
          </w:p>
        </w:tc>
      </w:tr>
      <w:tr w:rsidR="001B1757">
        <w:trPr>
          <w:cantSplit/>
          <w:trHeight w:val="420"/>
        </w:trPr>
        <w:tc>
          <w:tcPr>
            <w:tcW w:w="1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proofErr w:type="gramStart"/>
            <w:r>
              <w:t>замененных</w:t>
            </w:r>
            <w:proofErr w:type="gramEnd"/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новых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5267B0">
            <w:pPr>
              <w:spacing w:before="0" w:line="276" w:lineRule="auto"/>
              <w:jc w:val="center"/>
            </w:pPr>
            <w:r>
              <w:t>аннулированных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jc w:val="center"/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  <w:p w:rsidR="001B1757" w:rsidRDefault="001B1757">
            <w:pPr>
              <w:spacing w:before="0" w:line="276" w:lineRule="auto"/>
              <w:jc w:val="center"/>
            </w:pPr>
          </w:p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  <w:p w:rsidR="001B1757" w:rsidRDefault="001B1757">
            <w:pPr>
              <w:spacing w:before="0" w:line="276" w:lineRule="auto"/>
              <w:jc w:val="center"/>
            </w:pPr>
          </w:p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1757" w:rsidRDefault="001B1757">
            <w:pPr>
              <w:spacing w:before="0" w:line="276" w:lineRule="auto"/>
              <w:jc w:val="center"/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  <w:tr w:rsidR="001B1757">
        <w:trPr>
          <w:cantSplit/>
        </w:trPr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757" w:rsidRDefault="001B1757">
            <w:pPr>
              <w:spacing w:before="0" w:line="276" w:lineRule="auto"/>
              <w:rPr>
                <w:u w:val="single"/>
              </w:rPr>
            </w:pPr>
          </w:p>
        </w:tc>
      </w:tr>
    </w:tbl>
    <w:p w:rsidR="001B1757" w:rsidRDefault="001B1757">
      <w:pPr>
        <w:spacing w:before="0" w:line="276" w:lineRule="auto"/>
      </w:pPr>
    </w:p>
    <w:sectPr w:rsidR="001B1757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851" w:right="748" w:bottom="1134" w:left="1259" w:header="709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B0" w:rsidRDefault="005267B0">
      <w:pPr>
        <w:spacing w:before="0"/>
      </w:pPr>
      <w:r>
        <w:separator/>
      </w:r>
    </w:p>
  </w:endnote>
  <w:endnote w:type="continuationSeparator" w:id="0">
    <w:p w:rsidR="005267B0" w:rsidRDefault="005267B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90920"/>
      <w:docPartObj>
        <w:docPartGallery w:val="Page Numbers (Bottom of Page)"/>
        <w:docPartUnique/>
      </w:docPartObj>
    </w:sdtPr>
    <w:sdtEndPr/>
    <w:sdtContent>
      <w:p w:rsidR="001B1757" w:rsidRDefault="005267B0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A221C">
          <w:rPr>
            <w:noProof/>
          </w:rPr>
          <w:t>38</w:t>
        </w:r>
        <w:r>
          <w:fldChar w:fldCharType="end"/>
        </w:r>
      </w:p>
    </w:sdtContent>
  </w:sdt>
  <w:p w:rsidR="001B1757" w:rsidRDefault="001B17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57" w:rsidRDefault="001B1757">
    <w:pPr>
      <w:pStyle w:val="af1"/>
    </w:pPr>
  </w:p>
  <w:p w:rsidR="001B1757" w:rsidRDefault="001B17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B0" w:rsidRDefault="005267B0">
      <w:pPr>
        <w:spacing w:before="0"/>
      </w:pPr>
      <w:r>
        <w:separator/>
      </w:r>
    </w:p>
  </w:footnote>
  <w:footnote w:type="continuationSeparator" w:id="0">
    <w:p w:rsidR="005267B0" w:rsidRDefault="005267B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57" w:rsidRDefault="001B175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Look w:val="01E0" w:firstRow="1" w:lastRow="1" w:firstColumn="1" w:lastColumn="1" w:noHBand="0" w:noVBand="0"/>
    </w:tblPr>
    <w:tblGrid>
      <w:gridCol w:w="2552"/>
      <w:gridCol w:w="7371"/>
    </w:tblGrid>
    <w:tr w:rsidR="001B1757">
      <w:trPr>
        <w:trHeight w:val="264"/>
      </w:trPr>
      <w:tc>
        <w:tcPr>
          <w:tcW w:w="2552" w:type="dxa"/>
          <w:vMerge w:val="restart"/>
          <w:tcBorders>
            <w:top w:val="threeDEngrave" w:sz="12" w:space="0" w:color="000000"/>
            <w:left w:val="threeDEmboss" w:sz="12" w:space="0" w:color="000000"/>
            <w:bottom w:val="threeDEmboss" w:sz="12" w:space="0" w:color="000000"/>
            <w:right w:val="single" w:sz="6" w:space="0" w:color="000000"/>
          </w:tcBorders>
          <w:vAlign w:val="center"/>
        </w:tcPr>
        <w:p w:rsidR="001B1757" w:rsidRDefault="005267B0">
          <w:pPr>
            <w:pStyle w:val="af2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1B1757" w:rsidRDefault="005267B0">
          <w:pPr>
            <w:pStyle w:val="af2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0" w:type="dxa"/>
          <w:tcBorders>
            <w:top w:val="threeDEngrave" w:sz="12" w:space="0" w:color="000000"/>
            <w:left w:val="single" w:sz="6" w:space="0" w:color="000000"/>
            <w:bottom w:val="single" w:sz="4" w:space="0" w:color="000000"/>
            <w:right w:val="threeDEmboss" w:sz="12" w:space="0" w:color="000000"/>
          </w:tcBorders>
        </w:tcPr>
        <w:p w:rsidR="001B1757" w:rsidRDefault="005267B0">
          <w:pPr>
            <w:pStyle w:val="af2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1B1757" w:rsidRDefault="005267B0">
          <w:pPr>
            <w:pStyle w:val="af2"/>
            <w:spacing w:before="0"/>
            <w:jc w:val="center"/>
          </w:pPr>
          <w:r>
            <w:t xml:space="preserve">учреждение высшего образования </w:t>
          </w:r>
        </w:p>
        <w:p w:rsidR="001B1757" w:rsidRDefault="005267B0">
          <w:pPr>
            <w:pStyle w:val="af2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1B1757">
      <w:trPr>
        <w:trHeight w:val="321"/>
      </w:trPr>
      <w:tc>
        <w:tcPr>
          <w:tcW w:w="2552" w:type="dxa"/>
          <w:vMerge/>
          <w:tcBorders>
            <w:top w:val="single" w:sz="6" w:space="0" w:color="000000"/>
            <w:left w:val="threeDEmboss" w:sz="12" w:space="0" w:color="000000"/>
            <w:bottom w:val="threeDEmboss" w:sz="12" w:space="0" w:color="000000"/>
            <w:right w:val="single" w:sz="6" w:space="0" w:color="000000"/>
          </w:tcBorders>
        </w:tcPr>
        <w:p w:rsidR="001B1757" w:rsidRDefault="001B1757">
          <w:pPr>
            <w:pStyle w:val="af2"/>
            <w:spacing w:before="0"/>
            <w:jc w:val="center"/>
            <w:rPr>
              <w:i/>
              <w:iCs/>
            </w:rPr>
          </w:pPr>
        </w:p>
      </w:tc>
      <w:tc>
        <w:tcPr>
          <w:tcW w:w="7370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threeDEmboss" w:sz="12" w:space="0" w:color="000000"/>
          </w:tcBorders>
          <w:vAlign w:val="center"/>
        </w:tcPr>
        <w:p w:rsidR="001B1757" w:rsidRDefault="005267B0">
          <w:pPr>
            <w:pStyle w:val="af2"/>
            <w:spacing w:before="0"/>
            <w:jc w:val="center"/>
            <w:rPr>
              <w:b/>
              <w:bCs/>
            </w:rPr>
          </w:pPr>
          <w:r>
            <w:rPr>
              <w:b/>
              <w:bCs/>
              <w:i/>
              <w:iCs/>
            </w:rPr>
            <w:t>Рабочая программа дисциплины (модуля)</w:t>
          </w:r>
        </w:p>
      </w:tc>
    </w:tr>
    <w:tr w:rsidR="001B1757">
      <w:trPr>
        <w:trHeight w:val="225"/>
      </w:trPr>
      <w:tc>
        <w:tcPr>
          <w:tcW w:w="2552" w:type="dxa"/>
          <w:vMerge/>
          <w:tcBorders>
            <w:top w:val="single" w:sz="6" w:space="0" w:color="000000"/>
            <w:left w:val="threeDEmboss" w:sz="12" w:space="0" w:color="000000"/>
            <w:bottom w:val="threeDEmboss" w:sz="12" w:space="0" w:color="000000"/>
            <w:right w:val="single" w:sz="6" w:space="0" w:color="000000"/>
          </w:tcBorders>
        </w:tcPr>
        <w:p w:rsidR="001B1757" w:rsidRDefault="001B1757">
          <w:pPr>
            <w:pStyle w:val="af2"/>
            <w:spacing w:before="0"/>
            <w:jc w:val="center"/>
            <w:rPr>
              <w:b/>
              <w:bCs/>
            </w:rPr>
          </w:pPr>
        </w:p>
      </w:tc>
      <w:tc>
        <w:tcPr>
          <w:tcW w:w="7370" w:type="dxa"/>
          <w:tcBorders>
            <w:top w:val="single" w:sz="6" w:space="0" w:color="000000"/>
            <w:left w:val="single" w:sz="6" w:space="0" w:color="000000"/>
            <w:bottom w:val="threeDEmboss" w:sz="12" w:space="0" w:color="000000"/>
            <w:right w:val="threeDEmboss" w:sz="12" w:space="0" w:color="000000"/>
          </w:tcBorders>
        </w:tcPr>
        <w:p w:rsidR="001B1757" w:rsidRDefault="005267B0">
          <w:pPr>
            <w:pStyle w:val="af2"/>
            <w:spacing w:before="0"/>
            <w:jc w:val="center"/>
            <w:rPr>
              <w:b/>
              <w:bCs/>
              <w:i/>
              <w:iCs/>
            </w:rPr>
          </w:pPr>
          <w:r>
            <w:rPr>
              <w:b/>
              <w:bCs/>
            </w:rPr>
            <w:t>СМК. ОП-2/РК-7.3.3</w:t>
          </w:r>
        </w:p>
      </w:tc>
    </w:tr>
  </w:tbl>
  <w:p w:rsidR="001B1757" w:rsidRDefault="001B1757">
    <w:pPr>
      <w:pStyle w:val="af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1715"/>
    <w:multiLevelType w:val="multilevel"/>
    <w:tmpl w:val="513857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06A0461D"/>
    <w:multiLevelType w:val="multilevel"/>
    <w:tmpl w:val="1D4060F0"/>
    <w:lvl w:ilvl="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144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2160" w:hanging="72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2">
    <w:nsid w:val="133F7DA4"/>
    <w:multiLevelType w:val="multilevel"/>
    <w:tmpl w:val="992CB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217AE"/>
    <w:multiLevelType w:val="multilevel"/>
    <w:tmpl w:val="494A03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E7E5AD3"/>
    <w:multiLevelType w:val="multilevel"/>
    <w:tmpl w:val="13D0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655D57"/>
    <w:multiLevelType w:val="multilevel"/>
    <w:tmpl w:val="464C49F6"/>
    <w:lvl w:ilvl="0">
      <w:start w:val="1"/>
      <w:numFmt w:val="decimal"/>
      <w:pStyle w:val="1"/>
      <w:suff w:val="space"/>
      <w:lvlText w:val="%1"/>
      <w:lvlJc w:val="left"/>
      <w:pPr>
        <w:ind w:left="567" w:firstLine="0"/>
      </w:pPr>
      <w:rPr>
        <w:rFonts w:cs="Times New Roman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firstLine="0"/>
      </w:pPr>
      <w:rPr>
        <w:rFonts w:cs="Times New Roman"/>
        <w:b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4"/>
      <w:lvlText w:val="%1.%2.%4"/>
      <w:lvlJc w:val="left"/>
      <w:pPr>
        <w:tabs>
          <w:tab w:val="num" w:pos="2508"/>
        </w:tabs>
        <w:ind w:left="2508" w:hanging="864"/>
      </w:pPr>
      <w:rPr>
        <w:rFonts w:cs="Times New Roman"/>
      </w:rPr>
    </w:lvl>
    <w:lvl w:ilvl="4">
      <w:start w:val="1"/>
      <w:numFmt w:val="decimal"/>
      <w:pStyle w:val="5"/>
      <w:lvlText w:val="%1.%2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pStyle w:val="6"/>
      <w:lvlText w:val="%1.%2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pStyle w:val="7"/>
      <w:lvlText w:val="%1.%2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pStyle w:val="8"/>
      <w:lvlText w:val="%1.%2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pStyle w:val="9"/>
      <w:lvlText w:val="%1.%2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6">
    <w:nsid w:val="34F855A3"/>
    <w:multiLevelType w:val="multilevel"/>
    <w:tmpl w:val="11843370"/>
    <w:lvl w:ilvl="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144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2160" w:hanging="72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7">
    <w:nsid w:val="351521C3"/>
    <w:multiLevelType w:val="multilevel"/>
    <w:tmpl w:val="C0340A2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8">
    <w:nsid w:val="498B2D5B"/>
    <w:multiLevelType w:val="multilevel"/>
    <w:tmpl w:val="6E9E0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3E4E48"/>
    <w:multiLevelType w:val="multilevel"/>
    <w:tmpl w:val="AD6EF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52664B7D"/>
    <w:multiLevelType w:val="multilevel"/>
    <w:tmpl w:val="584024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28A48CA"/>
    <w:multiLevelType w:val="multilevel"/>
    <w:tmpl w:val="72AA4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2">
    <w:nsid w:val="55B95609"/>
    <w:multiLevelType w:val="multilevel"/>
    <w:tmpl w:val="DF569B0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>
    <w:nsid w:val="580037A3"/>
    <w:multiLevelType w:val="multilevel"/>
    <w:tmpl w:val="43C8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331E39"/>
    <w:multiLevelType w:val="multilevel"/>
    <w:tmpl w:val="4278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9805AF"/>
    <w:multiLevelType w:val="multilevel"/>
    <w:tmpl w:val="8EB40B6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6">
    <w:nsid w:val="6272780F"/>
    <w:multiLevelType w:val="multilevel"/>
    <w:tmpl w:val="41E8E0AE"/>
    <w:lvl w:ilvl="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144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2160" w:hanging="72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17">
    <w:nsid w:val="6739495B"/>
    <w:multiLevelType w:val="multilevel"/>
    <w:tmpl w:val="D3E47E68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11"/>
      <w:numFmt w:val="decimal"/>
      <w:lvlText w:val="%1.%2."/>
      <w:lvlJc w:val="left"/>
      <w:pPr>
        <w:tabs>
          <w:tab w:val="num" w:pos="945"/>
        </w:tabs>
        <w:ind w:left="945" w:hanging="765"/>
      </w:pPr>
    </w:lvl>
    <w:lvl w:ilvl="2">
      <w:start w:val="1"/>
      <w:numFmt w:val="decimal"/>
      <w:lvlText w:val="%1.%2.%3."/>
      <w:lvlJc w:val="left"/>
      <w:pPr>
        <w:tabs>
          <w:tab w:val="num" w:pos="1125"/>
        </w:tabs>
        <w:ind w:left="1125" w:hanging="765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>
    <w:nsid w:val="699F3E61"/>
    <w:multiLevelType w:val="multilevel"/>
    <w:tmpl w:val="942E52BC"/>
    <w:lvl w:ilvl="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144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2160" w:hanging="72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19">
    <w:nsid w:val="69A07F27"/>
    <w:multiLevelType w:val="multilevel"/>
    <w:tmpl w:val="A7B0A7D4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11"/>
      <w:numFmt w:val="decimal"/>
      <w:lvlText w:val="%1.%2."/>
      <w:lvlJc w:val="left"/>
      <w:pPr>
        <w:tabs>
          <w:tab w:val="num" w:pos="945"/>
        </w:tabs>
        <w:ind w:left="945" w:hanging="765"/>
      </w:pPr>
    </w:lvl>
    <w:lvl w:ilvl="2">
      <w:start w:val="5"/>
      <w:numFmt w:val="decimal"/>
      <w:lvlText w:val="%1.%2.%3."/>
      <w:lvlJc w:val="left"/>
      <w:pPr>
        <w:tabs>
          <w:tab w:val="num" w:pos="1125"/>
        </w:tabs>
        <w:ind w:left="1125" w:hanging="765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>
    <w:nsid w:val="6C205CC7"/>
    <w:multiLevelType w:val="multilevel"/>
    <w:tmpl w:val="253CF7E6"/>
    <w:lvl w:ilvl="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144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2160" w:hanging="72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1080"/>
        </w:tabs>
        <w:ind w:left="3240" w:hanging="180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</w:abstractNum>
  <w:abstractNum w:abstractNumId="21">
    <w:nsid w:val="756E5C0E"/>
    <w:multiLevelType w:val="multilevel"/>
    <w:tmpl w:val="9880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7AF00D55"/>
    <w:multiLevelType w:val="multilevel"/>
    <w:tmpl w:val="3FB2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2"/>
  </w:num>
  <w:num w:numId="3">
    <w:abstractNumId w:val="4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6"/>
  </w:num>
  <w:num w:numId="9">
    <w:abstractNumId w:val="20"/>
  </w:num>
  <w:num w:numId="10">
    <w:abstractNumId w:val="16"/>
  </w:num>
  <w:num w:numId="11">
    <w:abstractNumId w:val="1"/>
  </w:num>
  <w:num w:numId="12">
    <w:abstractNumId w:val="3"/>
  </w:num>
  <w:num w:numId="13">
    <w:abstractNumId w:val="10"/>
  </w:num>
  <w:num w:numId="14">
    <w:abstractNumId w:val="2"/>
  </w:num>
  <w:num w:numId="15">
    <w:abstractNumId w:val="8"/>
  </w:num>
  <w:num w:numId="16">
    <w:abstractNumId w:val="21"/>
  </w:num>
  <w:num w:numId="17">
    <w:abstractNumId w:val="7"/>
  </w:num>
  <w:num w:numId="18">
    <w:abstractNumId w:val="11"/>
  </w:num>
  <w:num w:numId="19">
    <w:abstractNumId w:val="12"/>
  </w:num>
  <w:num w:numId="20">
    <w:abstractNumId w:val="15"/>
  </w:num>
  <w:num w:numId="21">
    <w:abstractNumId w:val="17"/>
  </w:num>
  <w:num w:numId="22">
    <w:abstractNumId w:val="19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57"/>
    <w:rsid w:val="001B1757"/>
    <w:rsid w:val="005267B0"/>
    <w:rsid w:val="00BA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"/>
    </w:rPr>
  </w:style>
  <w:style w:type="paragraph" w:styleId="2">
    <w:name w:val="heading 2"/>
    <w:basedOn w:val="a"/>
    <w:next w:val="a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rsid w:val="00C45BF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uiPriority w:val="99"/>
    <w:qFormat/>
    <w:rsid w:val="00C45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0"/>
    <w:uiPriority w:val="99"/>
    <w:qFormat/>
    <w:rsid w:val="00C45BF4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0"/>
    <w:uiPriority w:val="99"/>
    <w:qFormat/>
    <w:rsid w:val="00C45BF4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0"/>
    <w:uiPriority w:val="99"/>
    <w:qFormat/>
    <w:rsid w:val="00C45BF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0"/>
    <w:uiPriority w:val="99"/>
    <w:qFormat/>
    <w:rsid w:val="00C45BF4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0"/>
    <w:uiPriority w:val="99"/>
    <w:qFormat/>
    <w:rsid w:val="00C45BF4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0"/>
    <w:uiPriority w:val="99"/>
    <w:qFormat/>
    <w:rsid w:val="00C45BF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a3">
    <w:name w:val="Нижний колонтитул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C45BF4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qFormat/>
    <w:rsid w:val="00C45BF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qFormat/>
    <w:rsid w:val="003E3016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3E3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semiHidden/>
    <w:qFormat/>
    <w:rsid w:val="003E3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Текст выноски Знак"/>
    <w:basedOn w:val="a0"/>
    <w:uiPriority w:val="99"/>
    <w:semiHidden/>
    <w:qFormat/>
    <w:rsid w:val="003E30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qFormat/>
    <w:rsid w:val="00F20282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rsid w:val="00320A1B"/>
    <w:rPr>
      <w:rFonts w:cs="Times New Roman"/>
      <w:color w:val="0000FF"/>
      <w:u w:val="single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C63BCA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qFormat/>
    <w:rsid w:val="002645AE"/>
    <w:rPr>
      <w:rFonts w:ascii="Times New Roman" w:eastAsia="Times New Roman" w:hAnsi="Times New Roman"/>
      <w:sz w:val="16"/>
      <w:szCs w:val="16"/>
    </w:rPr>
  </w:style>
  <w:style w:type="character" w:customStyle="1" w:styleId="ad">
    <w:name w:val="Заголовок Знак"/>
    <w:basedOn w:val="a0"/>
    <w:qFormat/>
    <w:rsid w:val="0056090E"/>
    <w:rPr>
      <w:rFonts w:ascii="Times New Roman" w:eastAsia="Times New Roman" w:hAnsi="Times New Roman"/>
      <w:b/>
      <w:bCs/>
      <w:sz w:val="36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F3884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rsid w:val="00C45BF4"/>
    <w:pPr>
      <w:spacing w:after="120"/>
    </w:pPr>
    <w:rPr>
      <w:rFonts w:ascii="Arial" w:hAnsi="Arial" w:cs="Arial"/>
    </w:r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</w:style>
  <w:style w:type="paragraph" w:styleId="af1">
    <w:name w:val="footer"/>
    <w:basedOn w:val="a"/>
    <w:rsid w:val="00C45BF4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C45BF4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qFormat/>
    <w:rsid w:val="00C45BF4"/>
    <w:pPr>
      <w:spacing w:beforeAutospacing="1" w:afterAutospacing="1"/>
    </w:pPr>
    <w:rPr>
      <w:color w:val="000000"/>
      <w:lang w:val="en-US" w:eastAsia="en-US"/>
    </w:rPr>
  </w:style>
  <w:style w:type="paragraph" w:styleId="af4">
    <w:name w:val="Body Text Indent"/>
    <w:basedOn w:val="a"/>
    <w:uiPriority w:val="99"/>
    <w:rsid w:val="00C45BF4"/>
    <w:pPr>
      <w:spacing w:after="120"/>
      <w:ind w:left="283"/>
    </w:pPr>
  </w:style>
  <w:style w:type="paragraph" w:customStyle="1" w:styleId="11">
    <w:name w:val="Заголовок 1 Знак1"/>
    <w:basedOn w:val="a"/>
    <w:link w:val="1"/>
    <w:uiPriority w:val="99"/>
    <w:qFormat/>
    <w:rsid w:val="00C45BF4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annotation text"/>
    <w:basedOn w:val="a"/>
    <w:uiPriority w:val="99"/>
    <w:semiHidden/>
    <w:unhideWhenUsed/>
    <w:qFormat/>
    <w:rsid w:val="003E3016"/>
    <w:rPr>
      <w:sz w:val="20"/>
      <w:szCs w:val="20"/>
    </w:rPr>
  </w:style>
  <w:style w:type="paragraph" w:styleId="af6">
    <w:name w:val="annotation subject"/>
    <w:basedOn w:val="af5"/>
    <w:next w:val="af5"/>
    <w:uiPriority w:val="99"/>
    <w:semiHidden/>
    <w:unhideWhenUsed/>
    <w:qFormat/>
    <w:rsid w:val="003E3016"/>
    <w:rPr>
      <w:b/>
      <w:bCs/>
    </w:rPr>
  </w:style>
  <w:style w:type="paragraph" w:styleId="af7">
    <w:name w:val="Balloon Text"/>
    <w:basedOn w:val="a"/>
    <w:uiPriority w:val="99"/>
    <w:semiHidden/>
    <w:unhideWhenUsed/>
    <w:qFormat/>
    <w:rsid w:val="003E3016"/>
    <w:pPr>
      <w:spacing w:before="0"/>
    </w:pPr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10"/>
    <w:qFormat/>
    <w:rsid w:val="00F2028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qFormat/>
    <w:rsid w:val="00C20C76"/>
    <w:pPr>
      <w:widowControl w:val="0"/>
      <w:spacing w:before="0"/>
      <w:ind w:firstLine="720"/>
      <w:jc w:val="both"/>
    </w:pPr>
    <w:rPr>
      <w:sz w:val="28"/>
      <w:szCs w:val="20"/>
    </w:rPr>
  </w:style>
  <w:style w:type="paragraph" w:customStyle="1" w:styleId="Default">
    <w:name w:val="Default"/>
    <w:qFormat/>
    <w:rsid w:val="001065B4"/>
    <w:rPr>
      <w:rFonts w:ascii="Times New Roman" w:hAnsi="Times New Roman"/>
      <w:color w:val="000000"/>
      <w:sz w:val="24"/>
      <w:szCs w:val="24"/>
      <w:lang w:eastAsia="en-US"/>
    </w:rPr>
  </w:style>
  <w:style w:type="paragraph" w:styleId="af8">
    <w:name w:val="List Paragraph"/>
    <w:basedOn w:val="a"/>
    <w:uiPriority w:val="34"/>
    <w:qFormat/>
    <w:rsid w:val="00BC00A8"/>
    <w:pPr>
      <w:ind w:left="720"/>
      <w:contextualSpacing/>
    </w:pPr>
    <w:rPr>
      <w:rFonts w:eastAsia="Calibri"/>
    </w:rPr>
  </w:style>
  <w:style w:type="paragraph" w:customStyle="1" w:styleId="c0">
    <w:name w:val="c0"/>
    <w:basedOn w:val="a"/>
    <w:uiPriority w:val="99"/>
    <w:qFormat/>
    <w:rsid w:val="0069358B"/>
    <w:pPr>
      <w:spacing w:beforeAutospacing="1" w:afterAutospacing="1"/>
    </w:pPr>
  </w:style>
  <w:style w:type="paragraph" w:customStyle="1" w:styleId="Af9">
    <w:name w:val="Основной текст A"/>
    <w:qFormat/>
    <w:rsid w:val="009A2D0D"/>
    <w:rPr>
      <w:rFonts w:ascii="Times New Roman" w:eastAsia="Arial Unicode MS" w:hAnsi="Times New Roman" w:cs="Arial Unicode MS"/>
      <w:color w:val="000000"/>
      <w:sz w:val="22"/>
      <w:szCs w:val="22"/>
      <w:u w:color="000000"/>
    </w:rPr>
  </w:style>
  <w:style w:type="paragraph" w:styleId="25">
    <w:name w:val="Body Text 2"/>
    <w:basedOn w:val="a"/>
    <w:uiPriority w:val="99"/>
    <w:semiHidden/>
    <w:unhideWhenUsed/>
    <w:qFormat/>
    <w:rsid w:val="00C63BCA"/>
    <w:pPr>
      <w:spacing w:after="120" w:line="480" w:lineRule="auto"/>
    </w:pPr>
  </w:style>
  <w:style w:type="paragraph" w:styleId="26">
    <w:name w:val="toc 2"/>
    <w:basedOn w:val="a"/>
    <w:next w:val="a"/>
    <w:autoRedefine/>
    <w:semiHidden/>
    <w:rsid w:val="0092555B"/>
    <w:pPr>
      <w:tabs>
        <w:tab w:val="left" w:pos="900"/>
        <w:tab w:val="right" w:leader="dot" w:pos="9000"/>
      </w:tabs>
      <w:spacing w:before="0"/>
      <w:ind w:left="360"/>
      <w:jc w:val="center"/>
    </w:pPr>
    <w:rPr>
      <w:lang w:eastAsia="ar-SA"/>
    </w:rPr>
  </w:style>
  <w:style w:type="paragraph" w:customStyle="1" w:styleId="210">
    <w:name w:val="Основной текст с отступом 2 Знак1"/>
    <w:basedOn w:val="a"/>
    <w:link w:val="24"/>
    <w:qFormat/>
    <w:rsid w:val="0092555B"/>
    <w:pPr>
      <w:suppressLineNumbers/>
      <w:spacing w:before="120" w:after="120"/>
    </w:pPr>
    <w:rPr>
      <w:rFonts w:cs="Tahoma"/>
      <w:i/>
      <w:iCs/>
      <w:lang w:eastAsia="ar-SA"/>
    </w:rPr>
  </w:style>
  <w:style w:type="paragraph" w:styleId="33">
    <w:name w:val="Body Text 3"/>
    <w:basedOn w:val="a"/>
    <w:uiPriority w:val="99"/>
    <w:semiHidden/>
    <w:unhideWhenUsed/>
    <w:qFormat/>
    <w:rsid w:val="002645AE"/>
    <w:pPr>
      <w:spacing w:after="120"/>
    </w:pPr>
    <w:rPr>
      <w:sz w:val="16"/>
      <w:szCs w:val="16"/>
    </w:rPr>
  </w:style>
  <w:style w:type="paragraph" w:customStyle="1" w:styleId="12">
    <w:name w:val="Обычный1"/>
    <w:qFormat/>
    <w:rsid w:val="002645AE"/>
    <w:pPr>
      <w:spacing w:before="100" w:after="100"/>
    </w:pPr>
    <w:rPr>
      <w:rFonts w:ascii="Times New Roman" w:eastAsia="Times New Roman" w:hAnsi="Times New Roman"/>
      <w:sz w:val="24"/>
    </w:rPr>
  </w:style>
  <w:style w:type="paragraph" w:styleId="afa">
    <w:name w:val="Title"/>
    <w:basedOn w:val="a"/>
    <w:qFormat/>
    <w:rsid w:val="0056090E"/>
    <w:pPr>
      <w:tabs>
        <w:tab w:val="left" w:pos="993"/>
      </w:tabs>
      <w:spacing w:before="0"/>
      <w:ind w:left="360"/>
      <w:jc w:val="center"/>
    </w:pPr>
    <w:rPr>
      <w:b/>
      <w:bCs/>
      <w:sz w:val="36"/>
    </w:rPr>
  </w:style>
  <w:style w:type="paragraph" w:customStyle="1" w:styleId="FrameContents">
    <w:name w:val="Frame Contents"/>
    <w:basedOn w:val="a"/>
    <w:qFormat/>
  </w:style>
  <w:style w:type="numbering" w:customStyle="1" w:styleId="13">
    <w:name w:val="Импортированный стиль 1"/>
    <w:qFormat/>
    <w:rsid w:val="009A2D0D"/>
  </w:style>
  <w:style w:type="numbering" w:customStyle="1" w:styleId="23">
    <w:name w:val="Импортированный стиль 2"/>
    <w:link w:val="22"/>
    <w:qFormat/>
    <w:rsid w:val="009A2D0D"/>
  </w:style>
  <w:style w:type="numbering" w:customStyle="1" w:styleId="32">
    <w:name w:val="Импортированный стиль 3"/>
    <w:link w:val="31"/>
    <w:qFormat/>
    <w:rsid w:val="009A2D0D"/>
  </w:style>
  <w:style w:type="numbering" w:customStyle="1" w:styleId="41">
    <w:name w:val="Заголовок 4 Знак1"/>
    <w:link w:val="4"/>
    <w:qFormat/>
    <w:rsid w:val="009A2D0D"/>
  </w:style>
  <w:style w:type="numbering" w:customStyle="1" w:styleId="51">
    <w:name w:val="Заголовок 5 Знак1"/>
    <w:link w:val="5"/>
    <w:qFormat/>
    <w:rsid w:val="009A2D0D"/>
  </w:style>
  <w:style w:type="table" w:styleId="afb">
    <w:name w:val="Table Grid"/>
    <w:basedOn w:val="a1"/>
    <w:uiPriority w:val="99"/>
    <w:rsid w:val="00C45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"/>
    </w:rPr>
  </w:style>
  <w:style w:type="paragraph" w:styleId="2">
    <w:name w:val="heading 2"/>
    <w:basedOn w:val="a"/>
    <w:next w:val="a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rsid w:val="00C45BF4"/>
    <w:rPr>
      <w:rFonts w:ascii="Times New Roman" w:eastAsia="Times New Roman" w:hAnsi="Times New Roman" w:cs="Times New Roman"/>
      <w:b/>
      <w:bCs/>
      <w:kern w:val="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uiPriority w:val="99"/>
    <w:qFormat/>
    <w:rsid w:val="00C45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0"/>
    <w:uiPriority w:val="99"/>
    <w:qFormat/>
    <w:rsid w:val="00C45BF4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0"/>
    <w:uiPriority w:val="99"/>
    <w:qFormat/>
    <w:rsid w:val="00C45BF4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0"/>
    <w:uiPriority w:val="99"/>
    <w:qFormat/>
    <w:rsid w:val="00C45BF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0"/>
    <w:uiPriority w:val="99"/>
    <w:qFormat/>
    <w:rsid w:val="00C45BF4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0"/>
    <w:uiPriority w:val="99"/>
    <w:qFormat/>
    <w:rsid w:val="00C45BF4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0"/>
    <w:uiPriority w:val="99"/>
    <w:qFormat/>
    <w:rsid w:val="00C45BF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a3">
    <w:name w:val="Нижний колонтитул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C45BF4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qFormat/>
    <w:rsid w:val="00C45BF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uiPriority w:val="99"/>
    <w:qFormat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qFormat/>
    <w:rsid w:val="003E3016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3E3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semiHidden/>
    <w:qFormat/>
    <w:rsid w:val="003E3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Текст выноски Знак"/>
    <w:basedOn w:val="a0"/>
    <w:uiPriority w:val="99"/>
    <w:semiHidden/>
    <w:qFormat/>
    <w:rsid w:val="003E30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qFormat/>
    <w:rsid w:val="00F20282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rsid w:val="00320A1B"/>
    <w:rPr>
      <w:rFonts w:cs="Times New Roman"/>
      <w:color w:val="0000FF"/>
      <w:u w:val="single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C63BCA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qFormat/>
    <w:rsid w:val="002645AE"/>
    <w:rPr>
      <w:rFonts w:ascii="Times New Roman" w:eastAsia="Times New Roman" w:hAnsi="Times New Roman"/>
      <w:sz w:val="16"/>
      <w:szCs w:val="16"/>
    </w:rPr>
  </w:style>
  <w:style w:type="character" w:customStyle="1" w:styleId="ad">
    <w:name w:val="Заголовок Знак"/>
    <w:basedOn w:val="a0"/>
    <w:qFormat/>
    <w:rsid w:val="0056090E"/>
    <w:rPr>
      <w:rFonts w:ascii="Times New Roman" w:eastAsia="Times New Roman" w:hAnsi="Times New Roman"/>
      <w:b/>
      <w:bCs/>
      <w:sz w:val="36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F3884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rsid w:val="00C45BF4"/>
    <w:pPr>
      <w:spacing w:after="120"/>
    </w:pPr>
    <w:rPr>
      <w:rFonts w:ascii="Arial" w:hAnsi="Arial" w:cs="Arial"/>
    </w:r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</w:style>
  <w:style w:type="paragraph" w:styleId="af1">
    <w:name w:val="footer"/>
    <w:basedOn w:val="a"/>
    <w:rsid w:val="00C45BF4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C45BF4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qFormat/>
    <w:rsid w:val="00C45BF4"/>
    <w:pPr>
      <w:spacing w:beforeAutospacing="1" w:afterAutospacing="1"/>
    </w:pPr>
    <w:rPr>
      <w:color w:val="000000"/>
      <w:lang w:val="en-US" w:eastAsia="en-US"/>
    </w:rPr>
  </w:style>
  <w:style w:type="paragraph" w:styleId="af4">
    <w:name w:val="Body Text Indent"/>
    <w:basedOn w:val="a"/>
    <w:uiPriority w:val="99"/>
    <w:rsid w:val="00C45BF4"/>
    <w:pPr>
      <w:spacing w:after="120"/>
      <w:ind w:left="283"/>
    </w:pPr>
  </w:style>
  <w:style w:type="paragraph" w:customStyle="1" w:styleId="11">
    <w:name w:val="Заголовок 1 Знак1"/>
    <w:basedOn w:val="a"/>
    <w:link w:val="1"/>
    <w:uiPriority w:val="99"/>
    <w:qFormat/>
    <w:rsid w:val="00C45BF4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annotation text"/>
    <w:basedOn w:val="a"/>
    <w:uiPriority w:val="99"/>
    <w:semiHidden/>
    <w:unhideWhenUsed/>
    <w:qFormat/>
    <w:rsid w:val="003E3016"/>
    <w:rPr>
      <w:sz w:val="20"/>
      <w:szCs w:val="20"/>
    </w:rPr>
  </w:style>
  <w:style w:type="paragraph" w:styleId="af6">
    <w:name w:val="annotation subject"/>
    <w:basedOn w:val="af5"/>
    <w:next w:val="af5"/>
    <w:uiPriority w:val="99"/>
    <w:semiHidden/>
    <w:unhideWhenUsed/>
    <w:qFormat/>
    <w:rsid w:val="003E3016"/>
    <w:rPr>
      <w:b/>
      <w:bCs/>
    </w:rPr>
  </w:style>
  <w:style w:type="paragraph" w:styleId="af7">
    <w:name w:val="Balloon Text"/>
    <w:basedOn w:val="a"/>
    <w:uiPriority w:val="99"/>
    <w:semiHidden/>
    <w:unhideWhenUsed/>
    <w:qFormat/>
    <w:rsid w:val="003E3016"/>
    <w:pPr>
      <w:spacing w:before="0"/>
    </w:pPr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10"/>
    <w:qFormat/>
    <w:rsid w:val="00F2028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qFormat/>
    <w:rsid w:val="00C20C76"/>
    <w:pPr>
      <w:widowControl w:val="0"/>
      <w:spacing w:before="0"/>
      <w:ind w:firstLine="720"/>
      <w:jc w:val="both"/>
    </w:pPr>
    <w:rPr>
      <w:sz w:val="28"/>
      <w:szCs w:val="20"/>
    </w:rPr>
  </w:style>
  <w:style w:type="paragraph" w:customStyle="1" w:styleId="Default">
    <w:name w:val="Default"/>
    <w:qFormat/>
    <w:rsid w:val="001065B4"/>
    <w:rPr>
      <w:rFonts w:ascii="Times New Roman" w:hAnsi="Times New Roman"/>
      <w:color w:val="000000"/>
      <w:sz w:val="24"/>
      <w:szCs w:val="24"/>
      <w:lang w:eastAsia="en-US"/>
    </w:rPr>
  </w:style>
  <w:style w:type="paragraph" w:styleId="af8">
    <w:name w:val="List Paragraph"/>
    <w:basedOn w:val="a"/>
    <w:uiPriority w:val="34"/>
    <w:qFormat/>
    <w:rsid w:val="00BC00A8"/>
    <w:pPr>
      <w:ind w:left="720"/>
      <w:contextualSpacing/>
    </w:pPr>
    <w:rPr>
      <w:rFonts w:eastAsia="Calibri"/>
    </w:rPr>
  </w:style>
  <w:style w:type="paragraph" w:customStyle="1" w:styleId="c0">
    <w:name w:val="c0"/>
    <w:basedOn w:val="a"/>
    <w:uiPriority w:val="99"/>
    <w:qFormat/>
    <w:rsid w:val="0069358B"/>
    <w:pPr>
      <w:spacing w:beforeAutospacing="1" w:afterAutospacing="1"/>
    </w:pPr>
  </w:style>
  <w:style w:type="paragraph" w:customStyle="1" w:styleId="Af9">
    <w:name w:val="Основной текст A"/>
    <w:qFormat/>
    <w:rsid w:val="009A2D0D"/>
    <w:rPr>
      <w:rFonts w:ascii="Times New Roman" w:eastAsia="Arial Unicode MS" w:hAnsi="Times New Roman" w:cs="Arial Unicode MS"/>
      <w:color w:val="000000"/>
      <w:sz w:val="22"/>
      <w:szCs w:val="22"/>
      <w:u w:color="000000"/>
    </w:rPr>
  </w:style>
  <w:style w:type="paragraph" w:styleId="25">
    <w:name w:val="Body Text 2"/>
    <w:basedOn w:val="a"/>
    <w:uiPriority w:val="99"/>
    <w:semiHidden/>
    <w:unhideWhenUsed/>
    <w:qFormat/>
    <w:rsid w:val="00C63BCA"/>
    <w:pPr>
      <w:spacing w:after="120" w:line="480" w:lineRule="auto"/>
    </w:pPr>
  </w:style>
  <w:style w:type="paragraph" w:styleId="26">
    <w:name w:val="toc 2"/>
    <w:basedOn w:val="a"/>
    <w:next w:val="a"/>
    <w:autoRedefine/>
    <w:semiHidden/>
    <w:rsid w:val="0092555B"/>
    <w:pPr>
      <w:tabs>
        <w:tab w:val="left" w:pos="900"/>
        <w:tab w:val="right" w:leader="dot" w:pos="9000"/>
      </w:tabs>
      <w:spacing w:before="0"/>
      <w:ind w:left="360"/>
      <w:jc w:val="center"/>
    </w:pPr>
    <w:rPr>
      <w:lang w:eastAsia="ar-SA"/>
    </w:rPr>
  </w:style>
  <w:style w:type="paragraph" w:customStyle="1" w:styleId="210">
    <w:name w:val="Основной текст с отступом 2 Знак1"/>
    <w:basedOn w:val="a"/>
    <w:link w:val="24"/>
    <w:qFormat/>
    <w:rsid w:val="0092555B"/>
    <w:pPr>
      <w:suppressLineNumbers/>
      <w:spacing w:before="120" w:after="120"/>
    </w:pPr>
    <w:rPr>
      <w:rFonts w:cs="Tahoma"/>
      <w:i/>
      <w:iCs/>
      <w:lang w:eastAsia="ar-SA"/>
    </w:rPr>
  </w:style>
  <w:style w:type="paragraph" w:styleId="33">
    <w:name w:val="Body Text 3"/>
    <w:basedOn w:val="a"/>
    <w:uiPriority w:val="99"/>
    <w:semiHidden/>
    <w:unhideWhenUsed/>
    <w:qFormat/>
    <w:rsid w:val="002645AE"/>
    <w:pPr>
      <w:spacing w:after="120"/>
    </w:pPr>
    <w:rPr>
      <w:sz w:val="16"/>
      <w:szCs w:val="16"/>
    </w:rPr>
  </w:style>
  <w:style w:type="paragraph" w:customStyle="1" w:styleId="12">
    <w:name w:val="Обычный1"/>
    <w:qFormat/>
    <w:rsid w:val="002645AE"/>
    <w:pPr>
      <w:spacing w:before="100" w:after="100"/>
    </w:pPr>
    <w:rPr>
      <w:rFonts w:ascii="Times New Roman" w:eastAsia="Times New Roman" w:hAnsi="Times New Roman"/>
      <w:sz w:val="24"/>
    </w:rPr>
  </w:style>
  <w:style w:type="paragraph" w:styleId="afa">
    <w:name w:val="Title"/>
    <w:basedOn w:val="a"/>
    <w:qFormat/>
    <w:rsid w:val="0056090E"/>
    <w:pPr>
      <w:tabs>
        <w:tab w:val="left" w:pos="993"/>
      </w:tabs>
      <w:spacing w:before="0"/>
      <w:ind w:left="360"/>
      <w:jc w:val="center"/>
    </w:pPr>
    <w:rPr>
      <w:b/>
      <w:bCs/>
      <w:sz w:val="36"/>
    </w:rPr>
  </w:style>
  <w:style w:type="paragraph" w:customStyle="1" w:styleId="FrameContents">
    <w:name w:val="Frame Contents"/>
    <w:basedOn w:val="a"/>
    <w:qFormat/>
  </w:style>
  <w:style w:type="numbering" w:customStyle="1" w:styleId="13">
    <w:name w:val="Импортированный стиль 1"/>
    <w:qFormat/>
    <w:rsid w:val="009A2D0D"/>
  </w:style>
  <w:style w:type="numbering" w:customStyle="1" w:styleId="23">
    <w:name w:val="Импортированный стиль 2"/>
    <w:link w:val="22"/>
    <w:qFormat/>
    <w:rsid w:val="009A2D0D"/>
  </w:style>
  <w:style w:type="numbering" w:customStyle="1" w:styleId="32">
    <w:name w:val="Импортированный стиль 3"/>
    <w:link w:val="31"/>
    <w:qFormat/>
    <w:rsid w:val="009A2D0D"/>
  </w:style>
  <w:style w:type="numbering" w:customStyle="1" w:styleId="41">
    <w:name w:val="Заголовок 4 Знак1"/>
    <w:link w:val="4"/>
    <w:qFormat/>
    <w:rsid w:val="009A2D0D"/>
  </w:style>
  <w:style w:type="numbering" w:customStyle="1" w:styleId="51">
    <w:name w:val="Заголовок 5 Знак1"/>
    <w:link w:val="5"/>
    <w:qFormat/>
    <w:rsid w:val="009A2D0D"/>
  </w:style>
  <w:style w:type="table" w:styleId="afb">
    <w:name w:val="Table Grid"/>
    <w:basedOn w:val="a1"/>
    <w:uiPriority w:val="99"/>
    <w:rsid w:val="00C45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enedu.ru/course/mipt/THMECH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56318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vestnik.math.msu.su/start-pr-fr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24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ibran.ru/journals/PMiTPh" TargetMode="External"/><Relationship Id="rId10" Type="http://schemas.openxmlformats.org/officeDocument/2006/relationships/hyperlink" Target="http://biblioclub.ru/index.php?page=book&amp;id=239718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68408" TargetMode="External"/><Relationship Id="rId14" Type="http://schemas.openxmlformats.org/officeDocument/2006/relationships/hyperlink" Target="http://www.stfi.ru/rpha/2016_7_Ignatiev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12B38-EE9C-4F13-A4EB-6885EDF4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38</Pages>
  <Words>9764</Words>
  <Characters>55661</Characters>
  <Application>Microsoft Office Word</Application>
  <DocSecurity>0</DocSecurity>
  <Lines>463</Lines>
  <Paragraphs>130</Paragraphs>
  <ScaleCrop>false</ScaleCrop>
  <Company>Home</Company>
  <LinksUpToDate>false</LinksUpToDate>
  <CharactersWithSpaces>65295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dc:description/>
  <cp:lastModifiedBy>Анжела</cp:lastModifiedBy>
  <cp:revision>144</cp:revision>
  <dcterms:created xsi:type="dcterms:W3CDTF">2018-11-04T13:32:00Z</dcterms:created>
  <dcterms:modified xsi:type="dcterms:W3CDTF">2020-11-24T10:06:00Z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